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57A" w:rsidRPr="005035F6" w:rsidRDefault="00655E32" w:rsidP="0095457A">
      <w:pPr>
        <w:rPr>
          <w:sz w:val="28"/>
          <w:szCs w:val="28"/>
        </w:rPr>
      </w:pPr>
      <w:bookmarkStart w:id="0" w:name="_GoBack"/>
      <w:bookmarkEnd w:id="0"/>
      <w:r w:rsidRPr="005035F6">
        <w:rPr>
          <w:sz w:val="28"/>
          <w:szCs w:val="28"/>
        </w:rPr>
        <w:t>Luzerner Berufs- und Fachmittelschulen</w:t>
      </w:r>
    </w:p>
    <w:p w:rsidR="00655E32" w:rsidRPr="005035F6" w:rsidRDefault="00655E32" w:rsidP="0095457A">
      <w:pPr>
        <w:rPr>
          <w:sz w:val="20"/>
          <w:szCs w:val="20"/>
        </w:rPr>
      </w:pPr>
      <w:r w:rsidRPr="005035F6">
        <w:rPr>
          <w:sz w:val="20"/>
          <w:szCs w:val="20"/>
        </w:rPr>
        <w:t>___________________________________________________________________________</w:t>
      </w:r>
      <w:r w:rsidR="00B94257">
        <w:rPr>
          <w:sz w:val="20"/>
          <w:szCs w:val="20"/>
        </w:rPr>
        <w:t>__________</w:t>
      </w:r>
      <w:r w:rsidRPr="005035F6">
        <w:rPr>
          <w:sz w:val="20"/>
          <w:szCs w:val="20"/>
        </w:rPr>
        <w:t>_______</w:t>
      </w:r>
    </w:p>
    <w:p w:rsidR="0095457A" w:rsidRDefault="00DB2688" w:rsidP="005035F6">
      <w:pPr>
        <w:rPr>
          <w:b/>
          <w:sz w:val="48"/>
          <w:szCs w:val="48"/>
        </w:rPr>
      </w:pPr>
      <w:r w:rsidRPr="005035F6">
        <w:rPr>
          <w:b/>
          <w:sz w:val="48"/>
          <w:szCs w:val="48"/>
        </w:rPr>
        <w:t>Aufnahmeprüfung 201</w:t>
      </w:r>
      <w:r w:rsidR="00E736CE" w:rsidRPr="005035F6">
        <w:rPr>
          <w:b/>
          <w:sz w:val="48"/>
          <w:szCs w:val="48"/>
        </w:rPr>
        <w:t>7</w:t>
      </w:r>
      <w:r w:rsidR="00203988">
        <w:rPr>
          <w:b/>
          <w:sz w:val="48"/>
          <w:szCs w:val="48"/>
        </w:rPr>
        <w:t xml:space="preserve"> </w:t>
      </w:r>
    </w:p>
    <w:p w:rsidR="00C07122" w:rsidRDefault="00C07122" w:rsidP="005035F6">
      <w:pPr>
        <w:rPr>
          <w:b/>
          <w:sz w:val="48"/>
          <w:szCs w:val="48"/>
        </w:rPr>
      </w:pPr>
    </w:p>
    <w:p w:rsidR="00C07122" w:rsidRPr="00C07122" w:rsidRDefault="00C07122" w:rsidP="005035F6">
      <w:pPr>
        <w:rPr>
          <w:b/>
          <w:color w:val="FF0000"/>
          <w:sz w:val="48"/>
          <w:szCs w:val="48"/>
        </w:rPr>
      </w:pPr>
      <w:r>
        <w:rPr>
          <w:b/>
          <w:color w:val="FF0000"/>
          <w:sz w:val="48"/>
          <w:szCs w:val="48"/>
        </w:rPr>
        <w:t>LÖSUNGSVORSCHLAG</w:t>
      </w:r>
    </w:p>
    <w:p w:rsidR="00C07122" w:rsidRDefault="00C07122" w:rsidP="00C07122">
      <w:pPr>
        <w:rPr>
          <w:rFonts w:ascii="Arial" w:hAnsi="Arial"/>
          <w:sz w:val="24"/>
          <w:szCs w:val="24"/>
        </w:rPr>
      </w:pPr>
    </w:p>
    <w:p w:rsidR="00C07122" w:rsidRPr="00FB6ED1" w:rsidRDefault="00C07122" w:rsidP="00C07122">
      <w:pPr>
        <w:jc w:val="both"/>
        <w:rPr>
          <w:b/>
          <w:sz w:val="28"/>
          <w:szCs w:val="28"/>
          <w:u w:val="single"/>
        </w:rPr>
      </w:pPr>
      <w:r w:rsidRPr="00FB6ED1">
        <w:rPr>
          <w:b/>
          <w:sz w:val="28"/>
          <w:szCs w:val="28"/>
          <w:u w:val="single"/>
        </w:rPr>
        <w:t xml:space="preserve">NOTENSKALA FÜR DIE AUFNAHMEPRÜFUNG </w:t>
      </w:r>
    </w:p>
    <w:p w:rsidR="00C07122" w:rsidRPr="00665399" w:rsidRDefault="00C07122" w:rsidP="00C07122">
      <w:pPr>
        <w:jc w:val="both"/>
        <w:rPr>
          <w:sz w:val="10"/>
          <w:szCs w:val="4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b/>
                <w:sz w:val="28"/>
                <w:szCs w:val="28"/>
              </w:rPr>
            </w:pPr>
            <w:r w:rsidRPr="00045B37">
              <w:rPr>
                <w:b/>
                <w:sz w:val="28"/>
                <w:szCs w:val="28"/>
              </w:rPr>
              <w:t>PUNKTE</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b/>
                <w:sz w:val="28"/>
                <w:szCs w:val="28"/>
              </w:rPr>
            </w:pPr>
            <w:r w:rsidRPr="00045B37">
              <w:rPr>
                <w:b/>
                <w:sz w:val="28"/>
                <w:szCs w:val="28"/>
              </w:rPr>
              <w:t>NOTE</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Pr>
                <w:sz w:val="28"/>
                <w:szCs w:val="28"/>
              </w:rPr>
              <w:t>46.5</w:t>
            </w:r>
            <w:r w:rsidRPr="00045B37">
              <w:rPr>
                <w:sz w:val="28"/>
                <w:szCs w:val="28"/>
              </w:rPr>
              <w:t>-50</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6</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Pr>
                <w:sz w:val="28"/>
                <w:szCs w:val="28"/>
              </w:rPr>
              <w:t>41.5</w:t>
            </w:r>
            <w:r w:rsidRPr="00045B37">
              <w:rPr>
                <w:sz w:val="28"/>
                <w:szCs w:val="28"/>
              </w:rPr>
              <w:t>-46</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5.5</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3</w:t>
            </w:r>
            <w:r>
              <w:rPr>
                <w:sz w:val="28"/>
                <w:szCs w:val="28"/>
              </w:rPr>
              <w:t>6.5</w:t>
            </w:r>
            <w:r w:rsidRPr="00045B37">
              <w:rPr>
                <w:sz w:val="28"/>
                <w:szCs w:val="28"/>
              </w:rPr>
              <w:t>-41</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5</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Pr>
                <w:sz w:val="28"/>
                <w:szCs w:val="28"/>
              </w:rPr>
              <w:t>31.5</w:t>
            </w:r>
            <w:r w:rsidRPr="00045B37">
              <w:rPr>
                <w:sz w:val="28"/>
                <w:szCs w:val="28"/>
              </w:rPr>
              <w:t>-36</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4.5</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Pr>
                <w:sz w:val="28"/>
                <w:szCs w:val="28"/>
              </w:rPr>
              <w:t>26.5</w:t>
            </w:r>
            <w:r w:rsidRPr="00045B37">
              <w:rPr>
                <w:sz w:val="28"/>
                <w:szCs w:val="28"/>
              </w:rPr>
              <w:t>-31</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4</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Pr>
                <w:sz w:val="28"/>
                <w:szCs w:val="28"/>
              </w:rPr>
              <w:t>21.5</w:t>
            </w:r>
            <w:r w:rsidRPr="00045B37">
              <w:rPr>
                <w:sz w:val="28"/>
                <w:szCs w:val="28"/>
              </w:rPr>
              <w:t>-26</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3.5</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Pr>
                <w:sz w:val="28"/>
                <w:szCs w:val="28"/>
              </w:rPr>
              <w:t>17.5</w:t>
            </w:r>
            <w:r w:rsidRPr="00045B37">
              <w:rPr>
                <w:sz w:val="28"/>
                <w:szCs w:val="28"/>
              </w:rPr>
              <w:t>-21</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3</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Pr>
                <w:sz w:val="28"/>
                <w:szCs w:val="28"/>
              </w:rPr>
              <w:t>12.5</w:t>
            </w:r>
            <w:r w:rsidRPr="00045B37">
              <w:rPr>
                <w:sz w:val="28"/>
                <w:szCs w:val="28"/>
              </w:rPr>
              <w:t>-17</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2.5</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Pr>
                <w:sz w:val="28"/>
                <w:szCs w:val="28"/>
              </w:rPr>
              <w:t>8.5</w:t>
            </w:r>
            <w:r w:rsidRPr="00045B37">
              <w:rPr>
                <w:sz w:val="28"/>
                <w:szCs w:val="28"/>
              </w:rPr>
              <w:t>-12</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2</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Pr>
                <w:sz w:val="28"/>
                <w:szCs w:val="28"/>
              </w:rPr>
              <w:t>3.5</w:t>
            </w:r>
            <w:r w:rsidRPr="00045B37">
              <w:rPr>
                <w:sz w:val="28"/>
                <w:szCs w:val="28"/>
              </w:rPr>
              <w:t>-8</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1.5</w:t>
            </w:r>
          </w:p>
        </w:tc>
      </w:tr>
      <w:tr w:rsidR="00C07122" w:rsidRPr="00045B37" w:rsidTr="001D2A33">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0-3</w:t>
            </w:r>
          </w:p>
        </w:tc>
        <w:tc>
          <w:tcPr>
            <w:tcW w:w="4606" w:type="dxa"/>
            <w:tcBorders>
              <w:top w:val="single" w:sz="4" w:space="0" w:color="auto"/>
              <w:left w:val="single" w:sz="4" w:space="0" w:color="auto"/>
              <w:bottom w:val="single" w:sz="4" w:space="0" w:color="auto"/>
              <w:right w:val="single" w:sz="4" w:space="0" w:color="auto"/>
            </w:tcBorders>
          </w:tcPr>
          <w:p w:rsidR="00C07122" w:rsidRPr="00045B37" w:rsidRDefault="00C07122" w:rsidP="001D2A33">
            <w:pPr>
              <w:spacing w:after="0" w:line="240" w:lineRule="auto"/>
              <w:jc w:val="both"/>
              <w:rPr>
                <w:sz w:val="28"/>
                <w:szCs w:val="28"/>
              </w:rPr>
            </w:pPr>
            <w:r w:rsidRPr="00045B37">
              <w:rPr>
                <w:sz w:val="28"/>
                <w:szCs w:val="28"/>
              </w:rPr>
              <w:t>1</w:t>
            </w:r>
          </w:p>
        </w:tc>
      </w:tr>
    </w:tbl>
    <w:p w:rsidR="00C07122" w:rsidRDefault="00C07122" w:rsidP="00C07122">
      <w:pPr>
        <w:pStyle w:val="KeinLeerraum1"/>
        <w:rPr>
          <w:rFonts w:ascii="Arial" w:hAnsi="Arial"/>
          <w:sz w:val="20"/>
          <w:szCs w:val="20"/>
          <w:lang w:eastAsia="de-CH"/>
        </w:rPr>
      </w:pPr>
    </w:p>
    <w:p w:rsidR="0095457A" w:rsidRPr="00203988" w:rsidRDefault="00C07122" w:rsidP="00C07122">
      <w:pPr>
        <w:pStyle w:val="KeinLeerraum"/>
        <w:rPr>
          <w:sz w:val="28"/>
          <w:szCs w:val="28"/>
          <w:lang w:eastAsia="de-CH"/>
        </w:rPr>
      </w:pPr>
      <w:r>
        <w:rPr>
          <w:rFonts w:ascii="Arial" w:hAnsi="Arial"/>
          <w:sz w:val="20"/>
          <w:szCs w:val="20"/>
          <w:lang w:eastAsia="de-CH"/>
        </w:rPr>
        <w:br w:type="page"/>
      </w:r>
      <w:r w:rsidR="00C422EF">
        <w:rPr>
          <w:sz w:val="28"/>
          <w:szCs w:val="28"/>
          <w:lang w:eastAsia="de-CH"/>
        </w:rPr>
        <w:lastRenderedPageBreak/>
        <w:t xml:space="preserve">       </w:t>
      </w:r>
      <w:r w:rsidR="005035F6" w:rsidRPr="00203988">
        <w:rPr>
          <w:sz w:val="28"/>
          <w:szCs w:val="28"/>
          <w:lang w:eastAsia="de-CH"/>
        </w:rPr>
        <w:t>Sibylle Berg:</w:t>
      </w:r>
      <w:r w:rsidR="00203988">
        <w:rPr>
          <w:sz w:val="28"/>
          <w:szCs w:val="28"/>
          <w:lang w:eastAsia="de-CH"/>
        </w:rPr>
        <w:t xml:space="preserve"> </w:t>
      </w:r>
      <w:r w:rsidR="005035F6" w:rsidRPr="00203988">
        <w:rPr>
          <w:sz w:val="28"/>
          <w:szCs w:val="28"/>
          <w:lang w:eastAsia="de-CH"/>
        </w:rPr>
        <w:t>Hauptsache weit</w:t>
      </w:r>
      <w:r w:rsidR="00C028F8">
        <w:rPr>
          <w:sz w:val="28"/>
          <w:szCs w:val="28"/>
          <w:lang w:eastAsia="de-CH"/>
        </w:rPr>
        <w:t xml:space="preserve">    </w:t>
      </w:r>
      <w:r w:rsidR="001263E7">
        <w:rPr>
          <w:sz w:val="28"/>
          <w:szCs w:val="28"/>
          <w:lang w:eastAsia="de-CH"/>
        </w:rPr>
        <w:t xml:space="preserve">  </w:t>
      </w:r>
      <w:r w:rsidR="00C028F8">
        <w:rPr>
          <w:sz w:val="28"/>
          <w:szCs w:val="28"/>
          <w:lang w:eastAsia="de-CH"/>
        </w:rPr>
        <w:t xml:space="preserve"> </w:t>
      </w:r>
      <w:r w:rsidR="00C028F8" w:rsidRPr="00C028F8">
        <w:rPr>
          <w:i/>
          <w:sz w:val="18"/>
          <w:szCs w:val="18"/>
          <w:lang w:eastAsia="de-CH"/>
        </w:rPr>
        <w:t xml:space="preserve">In den Zeilen </w:t>
      </w:r>
      <w:r w:rsidR="00C028F8">
        <w:rPr>
          <w:i/>
          <w:sz w:val="18"/>
          <w:szCs w:val="18"/>
          <w:lang w:eastAsia="de-CH"/>
        </w:rPr>
        <w:t xml:space="preserve">14-17 </w:t>
      </w:r>
      <w:r w:rsidR="00C028F8" w:rsidRPr="00C028F8">
        <w:rPr>
          <w:i/>
          <w:sz w:val="18"/>
          <w:szCs w:val="18"/>
          <w:lang w:eastAsia="de-CH"/>
        </w:rPr>
        <w:t xml:space="preserve">fehlen </w:t>
      </w:r>
      <w:r w:rsidR="001263E7">
        <w:rPr>
          <w:i/>
          <w:sz w:val="18"/>
          <w:szCs w:val="18"/>
          <w:lang w:eastAsia="de-CH"/>
        </w:rPr>
        <w:t xml:space="preserve">teils </w:t>
      </w:r>
      <w:r w:rsidR="00C028F8" w:rsidRPr="00C028F8">
        <w:rPr>
          <w:i/>
          <w:sz w:val="18"/>
          <w:szCs w:val="18"/>
          <w:lang w:eastAsia="de-CH"/>
        </w:rPr>
        <w:t xml:space="preserve">die Kommas </w:t>
      </w:r>
      <w:r w:rsidR="00C028F8">
        <w:rPr>
          <w:i/>
          <w:sz w:val="18"/>
          <w:szCs w:val="18"/>
          <w:lang w:eastAsia="de-CH"/>
        </w:rPr>
        <w:t>(siehe Aufgabe 12).</w:t>
      </w:r>
    </w:p>
    <w:p w:rsidR="00BF6236" w:rsidRPr="005A40BD" w:rsidRDefault="00BF6236" w:rsidP="00BF6236">
      <w:pPr>
        <w:pStyle w:val="KeinLeerraum"/>
        <w:rPr>
          <w:rFonts w:ascii="Arial" w:hAnsi="Arial"/>
          <w:i/>
          <w:sz w:val="16"/>
          <w:szCs w:val="16"/>
          <w:lang w:eastAsia="de-CH"/>
        </w:rPr>
      </w:pPr>
    </w:p>
    <w:p w:rsidR="00BF6236" w:rsidRDefault="00BF6236" w:rsidP="00DB2688">
      <w:pPr>
        <w:spacing w:after="0"/>
        <w:rPr>
          <w:rFonts w:ascii="Arial" w:hAnsi="Arial"/>
          <w:sz w:val="20"/>
          <w:szCs w:val="20"/>
        </w:rPr>
        <w:sectPr w:rsidR="00BF6236" w:rsidSect="005035F6">
          <w:headerReference w:type="default" r:id="rId8"/>
          <w:footerReference w:type="default" r:id="rId9"/>
          <w:type w:val="continuous"/>
          <w:pgSz w:w="11906" w:h="16838"/>
          <w:pgMar w:top="1244" w:right="992" w:bottom="1134" w:left="1418" w:header="709" w:footer="709" w:gutter="0"/>
          <w:cols w:space="708"/>
          <w:docGrid w:linePitch="360"/>
        </w:sectPr>
      </w:pPr>
    </w:p>
    <w:tbl>
      <w:tblPr>
        <w:tblStyle w:val="Tabellenraster"/>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
        <w:gridCol w:w="9166"/>
      </w:tblGrid>
      <w:tr w:rsidR="005035F6" w:rsidRPr="005035F6" w:rsidTr="00203988">
        <w:tc>
          <w:tcPr>
            <w:tcW w:w="440" w:type="dxa"/>
          </w:tcPr>
          <w:p w:rsidR="005035F6" w:rsidRDefault="005035F6" w:rsidP="005035F6">
            <w:r>
              <w:t>01</w:t>
            </w:r>
          </w:p>
          <w:p w:rsidR="005035F6" w:rsidRDefault="005035F6" w:rsidP="005035F6"/>
          <w:p w:rsidR="005035F6" w:rsidRDefault="005035F6" w:rsidP="005035F6"/>
          <w:p w:rsidR="005035F6" w:rsidRDefault="005035F6" w:rsidP="005035F6"/>
          <w:p w:rsidR="005035F6" w:rsidRDefault="005035F6" w:rsidP="005035F6">
            <w:r>
              <w:t>05</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10</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15</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20</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25</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30</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35</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40</w:t>
            </w:r>
          </w:p>
          <w:p w:rsidR="005035F6" w:rsidRDefault="005035F6" w:rsidP="005035F6"/>
          <w:p w:rsidR="005035F6" w:rsidRDefault="005035F6" w:rsidP="005035F6"/>
          <w:p w:rsidR="005035F6" w:rsidRDefault="005035F6" w:rsidP="005035F6"/>
          <w:p w:rsidR="005035F6" w:rsidRDefault="005035F6" w:rsidP="005035F6"/>
          <w:p w:rsidR="005035F6" w:rsidRDefault="005035F6" w:rsidP="005035F6">
            <w:r>
              <w:t>45</w:t>
            </w:r>
          </w:p>
          <w:p w:rsidR="005035F6" w:rsidRDefault="005035F6" w:rsidP="005035F6"/>
          <w:p w:rsidR="005035F6" w:rsidRDefault="005035F6" w:rsidP="005035F6"/>
          <w:p w:rsidR="005035F6" w:rsidRDefault="005035F6" w:rsidP="005035F6"/>
          <w:p w:rsidR="005035F6" w:rsidRPr="005035F6" w:rsidRDefault="005035F6" w:rsidP="005035F6"/>
        </w:tc>
        <w:tc>
          <w:tcPr>
            <w:tcW w:w="9166" w:type="dxa"/>
          </w:tcPr>
          <w:p w:rsidR="005035F6" w:rsidRPr="005035F6" w:rsidRDefault="005035F6" w:rsidP="004C1741">
            <w:pPr>
              <w:ind w:right="34"/>
            </w:pPr>
            <w:r w:rsidRPr="005035F6">
              <w:t>Und weg, hatte er gedacht. Die Schule war zu Ende, das Leben noch nicht, hatte noch nicht begonnen, das Leben. Er hatte nicht viel Angst davor, weil er noch keine Enttäuschungen kannte. Er war ein schöner Junge mit langen dunklen Haaren, er spielte Gitarre, komponierte am Computer und dachte, irgendwie werde ich wohl später nach London gehen, was Kreatives machen. Aber das war späte</w:t>
            </w:r>
            <w:r w:rsidR="00797CEB">
              <w:t>r. Und nun? Warum kommt der Spass</w:t>
            </w:r>
            <w:r w:rsidRPr="005035F6">
              <w:t xml:space="preserve"> nicht? Der Junge hockt in einem Zimmer, das Zimmer ist grün, wegen der Neonleuchte, es hat kein Fenster und der Ventilator ist sehr laut. Schatten huschen über den Betonboden, das Glück ist das nicht, eine Wolldecke auf dem Bett, auf der schon einige Kriege ausgetragen wurden. Magen gegen Tom Yam</w:t>
            </w:r>
            <w:r w:rsidR="00797CEB" w:rsidRPr="00797CEB">
              <w:rPr>
                <w:vertAlign w:val="superscript"/>
              </w:rPr>
              <w:t>1</w:t>
            </w:r>
            <w:r w:rsidRPr="005035F6">
              <w:t>, Darm gegen Curry. Immer verloren die Eingeweide. Der Junge ist 18, und jetzt aber Asien, hatte er sich gedacht. Mit 1000 Dollar durch Thailand, Indien, Kambodscha, drei Monate unterwegs und dann wieder heim, nach Deutschland. Das ist so eng, so langweilig, jetzt was erleben und vielleicht nie zurück.</w:t>
            </w:r>
          </w:p>
          <w:p w:rsidR="005035F6" w:rsidRPr="005035F6" w:rsidRDefault="005035F6" w:rsidP="004C1741">
            <w:pPr>
              <w:ind w:right="34"/>
            </w:pPr>
          </w:p>
          <w:p w:rsidR="005035F6" w:rsidRPr="005035F6" w:rsidRDefault="005035F6" w:rsidP="004C1741">
            <w:pPr>
              <w:ind w:right="34"/>
            </w:pPr>
            <w:r w:rsidRPr="005035F6">
              <w:t>Hast du keine Angst, hatten die blassen Freunde zu Hause gefragt, so ganz alleine? Nein, hatte er geantwortet, man lernt ja so viele Leute kennen unterwegs. Bis jetzt hatte er haup</w:t>
            </w:r>
            <w:r w:rsidR="00C028F8">
              <w:t>tsächlich Mädchen kennengelernt</w:t>
            </w:r>
            <w:r w:rsidRPr="005035F6">
              <w:t xml:space="preserve"> nett waren die schon wenn man Leute mag die einen bei jedem Satz anfassen Mädchen die aussahen wie dreissig und doch so alt waren wie er seit Monaten unterwegs</w:t>
            </w:r>
            <w:r w:rsidR="00C028F8">
              <w:t xml:space="preserve"> die Mädchen</w:t>
            </w:r>
            <w:r w:rsidRPr="005035F6">
              <w:t xml:space="preserve"> da werden sie komisch. Übermorgen würde er in Laos sein, da mag er jetzt gar nicht dran denken, in seinem hässlichen Pensionszimmer, muss Obacht geben, dass er sich nicht aufs Bett wirft und weint, auf die Decke, wo schon die anderen Dinge drauf sind. In dem kleinen Fernseher kommen nur Leute vor, die ihm völlig fremd sind, das ist das Zeichen, dass man einsam ist, wenn man die Fernsehstars eines Landes nicht kennt und die eigenen keine Bedeutung haben. Der Junge sehnt sich nach Stefan Raab</w:t>
            </w:r>
            <w:r w:rsidR="00797CEB" w:rsidRPr="00797CEB">
              <w:rPr>
                <w:vertAlign w:val="superscript"/>
              </w:rPr>
              <w:t>2</w:t>
            </w:r>
            <w:r w:rsidRPr="005035F6">
              <w:t>, nach Harald Schmidt</w:t>
            </w:r>
            <w:r w:rsidR="00797CEB" w:rsidRPr="00797CEB">
              <w:rPr>
                <w:vertAlign w:val="superscript"/>
              </w:rPr>
              <w:t>3</w:t>
            </w:r>
            <w:r w:rsidRPr="005035F6">
              <w:t xml:space="preserve"> und Echt</w:t>
            </w:r>
            <w:r w:rsidR="00057421" w:rsidRPr="00057421">
              <w:rPr>
                <w:vertAlign w:val="superscript"/>
              </w:rPr>
              <w:t>4</w:t>
            </w:r>
            <w:r w:rsidRPr="005035F6">
              <w:t>. Er merkt weiter, dass er gar nicht existiert, wenn er nichts hat, was er kennt. Wenn er keine Zeitung in seiner Sprache kaufen kann, keine Klatschgeschichten über einheimische Prominente lesen, wenn keiner anruft und fragt, wie es ihm geht.</w:t>
            </w:r>
          </w:p>
          <w:p w:rsidR="005035F6" w:rsidRPr="005035F6" w:rsidRDefault="005035F6" w:rsidP="004C1741">
            <w:pPr>
              <w:ind w:right="34"/>
            </w:pPr>
          </w:p>
          <w:p w:rsidR="005035F6" w:rsidRPr="005035F6" w:rsidRDefault="005035F6" w:rsidP="004C1741">
            <w:pPr>
              <w:ind w:right="34"/>
            </w:pPr>
            <w:r w:rsidRPr="005035F6">
              <w:t>Dann gibt es ihn nicht. Denkt er. Und</w:t>
            </w:r>
            <w:r w:rsidR="00203988">
              <w:t xml:space="preserve"> ist unterdessen aus seinem heiss</w:t>
            </w:r>
            <w:r w:rsidRPr="005035F6">
              <w:t>en Zimmer in die heisse Nacht gegangen, hat fremdes Essen vor sich, von einer fremdsprachigen Serviererin gebracht, die sich nicht für ihn interessiert, wie niemand hier. Das ist wie tot sein, denkt der Junge. Weit weg von zu Hause, um anderen beim Leben zuzusehen, könnte man umfallen und sterben in der tropischen Nacht und niemand würde weinen darum. Jetzt weint er doch, denkt an die lange Zeit, die er noch rumbekommen muss, alleine in heissen Ländern mit seinem Rucksack, und das stimmt so gar nicht mit den Bildern überein, die er zu Hause von sich hatte. Wie er entspannt mi</w:t>
            </w:r>
            <w:r w:rsidR="00887743">
              <w:t>t</w:t>
            </w:r>
            <w:r w:rsidRPr="005035F6">
              <w:t xml:space="preserve"> Wasserbüffeln spielen wollte, in Strassencafes sitzen und cool sein.</w:t>
            </w:r>
          </w:p>
          <w:p w:rsidR="005035F6" w:rsidRPr="005035F6" w:rsidRDefault="005035F6" w:rsidP="004C1741">
            <w:pPr>
              <w:ind w:right="34"/>
            </w:pPr>
          </w:p>
          <w:p w:rsidR="005035F6" w:rsidRPr="005035F6" w:rsidRDefault="005035F6" w:rsidP="004C1741">
            <w:pPr>
              <w:ind w:right="34"/>
            </w:pPr>
            <w:r w:rsidRPr="005035F6">
              <w:t xml:space="preserve">Was ist, ist einer mit Sonnenbrand und Heimweh nach den Stars zu Hause, die sind wie ein Geländer zum Festhalten. Er geht durch die Nacht, selbst die Tiere reden ausländisch, dann sieht er etwas, sein Herz schlägt schneller. Ein Computer, ein Internet-Café. Und er setzt sich, schaltet den Computer an, liest seine 345 Mails. </w:t>
            </w:r>
          </w:p>
          <w:p w:rsidR="005035F6" w:rsidRPr="005035F6" w:rsidRDefault="005035F6" w:rsidP="004C1741">
            <w:pPr>
              <w:ind w:right="34"/>
            </w:pPr>
          </w:p>
          <w:p w:rsidR="005035F6" w:rsidRDefault="005035F6" w:rsidP="004C1741">
            <w:pPr>
              <w:ind w:right="34"/>
            </w:pPr>
            <w:r w:rsidRPr="005035F6">
              <w:t>Kleine Sätze von seinen Freunden, und denen antwortet er, das</w:t>
            </w:r>
            <w:r w:rsidR="00B94257">
              <w:t>s es ihm gut gehe und alles gross</w:t>
            </w:r>
            <w:r w:rsidRPr="005035F6">
              <w:t>artig ist, und er schreibt und schreibt und es ist auf einmal</w:t>
            </w:r>
            <w:r w:rsidR="00B94257">
              <w:t xml:space="preserve"> völlig egal, dass zu seinen Füss</w:t>
            </w:r>
            <w:r w:rsidRPr="005035F6">
              <w:t>en ausländische Insekte</w:t>
            </w:r>
            <w:r w:rsidR="00B94257">
              <w:t>n so gross</w:t>
            </w:r>
            <w:r w:rsidRPr="005035F6">
              <w:t xml:space="preserve"> wie Meerkatzen herumlaufen, dass das fremde Essen im Magen drückt. </w:t>
            </w:r>
            <w:r w:rsidR="00312A28" w:rsidRPr="005035F6">
              <w:t xml:space="preserve">Er schreibt seinen Freunden über die kleinen Katastrophen und die fremde Welt um ihn verschwimmt, er ist nicht mehr allein, taucht in den Bildschirm ein, der ist wie ein weiches Bett, er denkt an Bill Gates und Fred Apple, er schickt eine Mail an Sat </w:t>
            </w:r>
            <w:r w:rsidRPr="005035F6">
              <w:t>1, und für ein paar Stunden ist</w:t>
            </w:r>
            <w:r w:rsidR="00B94257">
              <w:t xml:space="preserve"> er wieder am Leben, in der heiss</w:t>
            </w:r>
            <w:r w:rsidRPr="005035F6">
              <w:t>en Nacht weit weg von zu Hause.</w:t>
            </w:r>
          </w:p>
          <w:p w:rsidR="00797CEB" w:rsidRDefault="00797CEB" w:rsidP="00797CEB">
            <w:pPr>
              <w:ind w:right="-249"/>
            </w:pPr>
          </w:p>
          <w:p w:rsidR="00797CEB" w:rsidRPr="005035F6" w:rsidRDefault="00797CEB" w:rsidP="00C42ED7">
            <w:pPr>
              <w:ind w:right="-249"/>
            </w:pPr>
            <w:r w:rsidRPr="00446E06">
              <w:rPr>
                <w:i/>
                <w:sz w:val="18"/>
                <w:szCs w:val="18"/>
                <w:vertAlign w:val="superscript"/>
                <w:lang w:eastAsia="de-CH"/>
              </w:rPr>
              <w:t xml:space="preserve">1 </w:t>
            </w:r>
            <w:r w:rsidR="004C1741" w:rsidRPr="00D8717E">
              <w:rPr>
                <w:i/>
                <w:sz w:val="18"/>
                <w:szCs w:val="18"/>
                <w:lang w:eastAsia="de-CH"/>
              </w:rPr>
              <w:t>asiatische Speise</w:t>
            </w:r>
            <w:r w:rsidRPr="00D8717E">
              <w:rPr>
                <w:i/>
                <w:sz w:val="18"/>
                <w:szCs w:val="18"/>
                <w:lang w:eastAsia="de-CH"/>
              </w:rPr>
              <w:t xml:space="preserve"> </w:t>
            </w:r>
            <w:r w:rsidR="00850EF7">
              <w:rPr>
                <w:i/>
                <w:sz w:val="18"/>
                <w:szCs w:val="18"/>
                <w:lang w:eastAsia="de-CH"/>
              </w:rPr>
              <w:br/>
            </w:r>
            <w:r w:rsidRPr="00446E06">
              <w:rPr>
                <w:i/>
                <w:sz w:val="18"/>
                <w:szCs w:val="18"/>
                <w:vertAlign w:val="superscript"/>
                <w:lang w:eastAsia="de-CH"/>
              </w:rPr>
              <w:t>2, 3</w:t>
            </w:r>
            <w:r w:rsidRPr="00D8717E">
              <w:rPr>
                <w:i/>
                <w:sz w:val="18"/>
                <w:szCs w:val="18"/>
                <w:lang w:eastAsia="de-CH"/>
              </w:rPr>
              <w:t xml:space="preserve"> deutsche Fernsehstars</w:t>
            </w:r>
            <w:r w:rsidR="00057421">
              <w:rPr>
                <w:i/>
                <w:sz w:val="18"/>
                <w:szCs w:val="18"/>
                <w:lang w:eastAsia="de-CH"/>
              </w:rPr>
              <w:t xml:space="preserve"> </w:t>
            </w:r>
            <w:r w:rsidR="00850EF7">
              <w:rPr>
                <w:i/>
                <w:sz w:val="18"/>
                <w:szCs w:val="18"/>
                <w:lang w:eastAsia="de-CH"/>
              </w:rPr>
              <w:br/>
            </w:r>
            <w:r w:rsidR="00057421">
              <w:rPr>
                <w:i/>
                <w:sz w:val="18"/>
                <w:szCs w:val="18"/>
                <w:lang w:eastAsia="de-CH"/>
              </w:rPr>
              <w:t xml:space="preserve"> </w:t>
            </w:r>
            <w:r w:rsidR="00057421" w:rsidRPr="00057421">
              <w:rPr>
                <w:i/>
                <w:sz w:val="18"/>
                <w:szCs w:val="18"/>
                <w:vertAlign w:val="superscript"/>
                <w:lang w:eastAsia="de-CH"/>
              </w:rPr>
              <w:t>4</w:t>
            </w:r>
            <w:r w:rsidR="00850EF7">
              <w:rPr>
                <w:i/>
                <w:sz w:val="18"/>
                <w:szCs w:val="18"/>
                <w:vertAlign w:val="superscript"/>
                <w:lang w:eastAsia="de-CH"/>
              </w:rPr>
              <w:t xml:space="preserve"> </w:t>
            </w:r>
            <w:r w:rsidR="00057421">
              <w:rPr>
                <w:i/>
                <w:sz w:val="18"/>
                <w:szCs w:val="18"/>
                <w:lang w:eastAsia="de-CH"/>
              </w:rPr>
              <w:t xml:space="preserve">deutsche </w:t>
            </w:r>
            <w:r w:rsidR="00C42ED7">
              <w:rPr>
                <w:i/>
                <w:sz w:val="18"/>
                <w:szCs w:val="18"/>
                <w:lang w:eastAsia="de-CH"/>
              </w:rPr>
              <w:t>Band</w:t>
            </w:r>
          </w:p>
        </w:tc>
      </w:tr>
    </w:tbl>
    <w:p w:rsidR="00DB2688" w:rsidRPr="005035F6" w:rsidRDefault="00DB2688">
      <w:r w:rsidRPr="005035F6">
        <w:br w:type="page"/>
      </w:r>
    </w:p>
    <w:tbl>
      <w:tblPr>
        <w:tblStyle w:val="Tabellenraster"/>
        <w:tblW w:w="0" w:type="auto"/>
        <w:tblLook w:val="04A0" w:firstRow="1" w:lastRow="0" w:firstColumn="1" w:lastColumn="0" w:noHBand="0" w:noVBand="1"/>
      </w:tblPr>
      <w:tblGrid>
        <w:gridCol w:w="384"/>
        <w:gridCol w:w="4244"/>
        <w:gridCol w:w="1919"/>
        <w:gridCol w:w="849"/>
        <w:gridCol w:w="858"/>
        <w:gridCol w:w="615"/>
        <w:gridCol w:w="617"/>
      </w:tblGrid>
      <w:tr w:rsidR="00DB2688" w:rsidRPr="00586F3D" w:rsidTr="00426012">
        <w:tc>
          <w:tcPr>
            <w:tcW w:w="383" w:type="dxa"/>
          </w:tcPr>
          <w:p w:rsidR="00DB2688" w:rsidRPr="00586F3D" w:rsidRDefault="00DB2688" w:rsidP="008362F8">
            <w:pPr>
              <w:jc w:val="both"/>
              <w:rPr>
                <w:sz w:val="24"/>
                <w:szCs w:val="30"/>
              </w:rPr>
            </w:pPr>
          </w:p>
        </w:tc>
        <w:tc>
          <w:tcPr>
            <w:tcW w:w="7873" w:type="dxa"/>
            <w:gridSpan w:val="4"/>
            <w:shd w:val="clear" w:color="auto" w:fill="D9D9D9" w:themeFill="background1" w:themeFillShade="D9"/>
          </w:tcPr>
          <w:p w:rsidR="00DB2688" w:rsidRPr="00586F3D" w:rsidRDefault="00DB2688" w:rsidP="008362F8">
            <w:pPr>
              <w:jc w:val="both"/>
              <w:rPr>
                <w:sz w:val="24"/>
                <w:szCs w:val="30"/>
              </w:rPr>
            </w:pPr>
            <w:r w:rsidRPr="007C1261">
              <w:rPr>
                <w:sz w:val="32"/>
                <w:szCs w:val="30"/>
              </w:rPr>
              <w:t>Textverständnis</w:t>
            </w:r>
          </w:p>
        </w:tc>
        <w:tc>
          <w:tcPr>
            <w:tcW w:w="614" w:type="dxa"/>
          </w:tcPr>
          <w:p w:rsidR="00DB2688" w:rsidRPr="00586F3D" w:rsidRDefault="00DB2688" w:rsidP="008362F8">
            <w:pPr>
              <w:jc w:val="both"/>
              <w:rPr>
                <w:sz w:val="10"/>
                <w:szCs w:val="10"/>
              </w:rPr>
            </w:pPr>
            <w:r>
              <w:rPr>
                <w:sz w:val="10"/>
                <w:szCs w:val="10"/>
              </w:rPr>
              <w:t>Erreichte Punktzahl</w:t>
            </w:r>
          </w:p>
        </w:tc>
        <w:tc>
          <w:tcPr>
            <w:tcW w:w="616" w:type="dxa"/>
          </w:tcPr>
          <w:p w:rsidR="00DB2688" w:rsidRPr="00586F3D" w:rsidRDefault="00DB2688" w:rsidP="008362F8">
            <w:pPr>
              <w:jc w:val="both"/>
              <w:rPr>
                <w:sz w:val="10"/>
                <w:szCs w:val="10"/>
              </w:rPr>
            </w:pPr>
            <w:r>
              <w:rPr>
                <w:sz w:val="10"/>
                <w:szCs w:val="10"/>
              </w:rPr>
              <w:t>Maximale Punktzahl</w:t>
            </w:r>
          </w:p>
        </w:tc>
      </w:tr>
      <w:tr w:rsidR="00C23141" w:rsidRPr="00C23141" w:rsidTr="00426012">
        <w:trPr>
          <w:trHeight w:val="315"/>
        </w:trPr>
        <w:tc>
          <w:tcPr>
            <w:tcW w:w="383" w:type="dxa"/>
            <w:vMerge w:val="restart"/>
          </w:tcPr>
          <w:p w:rsidR="00C23141" w:rsidRPr="00C23141" w:rsidRDefault="00C23141" w:rsidP="00C23141">
            <w:pPr>
              <w:jc w:val="both"/>
            </w:pPr>
            <w:r w:rsidRPr="00C23141">
              <w:t>1.</w:t>
            </w:r>
          </w:p>
        </w:tc>
        <w:tc>
          <w:tcPr>
            <w:tcW w:w="7873" w:type="dxa"/>
            <w:gridSpan w:val="4"/>
            <w:tcBorders>
              <w:bottom w:val="single" w:sz="4" w:space="0" w:color="auto"/>
            </w:tcBorders>
          </w:tcPr>
          <w:p w:rsidR="00C23141" w:rsidRPr="00C23141" w:rsidRDefault="00C23141" w:rsidP="00D465B5">
            <w:r w:rsidRPr="00C23141">
              <w:t>Bewerten Sie die einzelnen Aussagen. Pro Fehler gibt es einen Punkt Abzug.</w:t>
            </w:r>
            <w:r w:rsidR="00D465B5" w:rsidRPr="00D465B5">
              <w:rPr>
                <w:color w:val="3366FF"/>
              </w:rPr>
              <w:t xml:space="preserve"> </w:t>
            </w:r>
            <w:r w:rsidR="00D465B5" w:rsidRPr="00D465B5">
              <w:rPr>
                <w:color w:val="3366FF"/>
                <w:sz w:val="18"/>
                <w:szCs w:val="18"/>
              </w:rPr>
              <w:t>(</w:t>
            </w:r>
            <w:r w:rsidR="00D465B5" w:rsidRPr="00D465B5">
              <w:rPr>
                <w:color w:val="0070C0"/>
                <w:sz w:val="18"/>
                <w:szCs w:val="18"/>
              </w:rPr>
              <w:t>6 x 0,5 Pkt.)</w:t>
            </w:r>
            <w:r w:rsidR="00D465B5">
              <w:rPr>
                <w:color w:val="3366FF"/>
              </w:rPr>
              <w:br/>
            </w:r>
          </w:p>
        </w:tc>
        <w:tc>
          <w:tcPr>
            <w:tcW w:w="614" w:type="dxa"/>
            <w:vMerge w:val="restart"/>
          </w:tcPr>
          <w:p w:rsidR="00C23141" w:rsidRPr="00A819EA" w:rsidRDefault="00C23141" w:rsidP="00C23141">
            <w:pPr>
              <w:jc w:val="both"/>
            </w:pPr>
          </w:p>
        </w:tc>
        <w:tc>
          <w:tcPr>
            <w:tcW w:w="616" w:type="dxa"/>
            <w:vMerge w:val="restart"/>
            <w:vAlign w:val="bottom"/>
          </w:tcPr>
          <w:p w:rsidR="00C23141" w:rsidRPr="00D465B5" w:rsidRDefault="00C23141" w:rsidP="00C23141">
            <w:pPr>
              <w:jc w:val="right"/>
              <w:rPr>
                <w:b/>
              </w:rPr>
            </w:pPr>
            <w:r w:rsidRPr="00D465B5">
              <w:rPr>
                <w:b/>
              </w:rPr>
              <w:t>/3</w:t>
            </w:r>
          </w:p>
        </w:tc>
      </w:tr>
      <w:tr w:rsidR="00A0208F" w:rsidRPr="00586F3D" w:rsidTr="00426012">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E42CCA" w:rsidRDefault="00C23141" w:rsidP="00E42CCA">
            <w:pPr>
              <w:jc w:val="both"/>
              <w:rPr>
                <w:sz w:val="18"/>
                <w:szCs w:val="18"/>
              </w:rPr>
            </w:pPr>
          </w:p>
        </w:tc>
        <w:tc>
          <w:tcPr>
            <w:tcW w:w="849" w:type="dxa"/>
            <w:tcBorders>
              <w:top w:val="single" w:sz="4" w:space="0" w:color="auto"/>
              <w:left w:val="single" w:sz="4" w:space="0" w:color="auto"/>
              <w:bottom w:val="single" w:sz="4" w:space="0" w:color="auto"/>
              <w:right w:val="single" w:sz="4" w:space="0" w:color="auto"/>
            </w:tcBorders>
          </w:tcPr>
          <w:p w:rsidR="00C23141" w:rsidRPr="00D75C48" w:rsidRDefault="00C23141" w:rsidP="00C23141">
            <w:pPr>
              <w:jc w:val="center"/>
              <w:rPr>
                <w:b/>
                <w:sz w:val="16"/>
                <w:szCs w:val="30"/>
              </w:rPr>
            </w:pPr>
            <w:r w:rsidRPr="00D75C48">
              <w:rPr>
                <w:b/>
                <w:sz w:val="16"/>
                <w:szCs w:val="30"/>
              </w:rPr>
              <w:t>richtig</w:t>
            </w:r>
          </w:p>
        </w:tc>
        <w:tc>
          <w:tcPr>
            <w:tcW w:w="858" w:type="dxa"/>
            <w:tcBorders>
              <w:top w:val="single" w:sz="4" w:space="0" w:color="auto"/>
              <w:left w:val="single" w:sz="4" w:space="0" w:color="auto"/>
              <w:bottom w:val="single" w:sz="4" w:space="0" w:color="auto"/>
            </w:tcBorders>
          </w:tcPr>
          <w:p w:rsidR="00C23141" w:rsidRPr="00D75C48" w:rsidRDefault="00C23141" w:rsidP="00C23141">
            <w:pPr>
              <w:jc w:val="center"/>
              <w:rPr>
                <w:b/>
                <w:sz w:val="16"/>
                <w:szCs w:val="30"/>
              </w:rPr>
            </w:pPr>
            <w:r w:rsidRPr="00D75C48">
              <w:rPr>
                <w:b/>
                <w:sz w:val="16"/>
                <w:szCs w:val="30"/>
              </w:rPr>
              <w:t>falsch</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A0208F" w:rsidRPr="00586F3D" w:rsidTr="00426012">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797CEB">
            <w:pPr>
              <w:jc w:val="both"/>
            </w:pPr>
            <w:r w:rsidRPr="00654B39">
              <w:t xml:space="preserve">a) Der Junge </w:t>
            </w:r>
            <w:r w:rsidR="00797CEB">
              <w:t>schätzt die lokale Kost</w:t>
            </w:r>
            <w:r w:rsidRPr="00654B39">
              <w:t>.</w:t>
            </w:r>
          </w:p>
        </w:tc>
        <w:tc>
          <w:tcPr>
            <w:tcW w:w="849" w:type="dxa"/>
            <w:tcBorders>
              <w:top w:val="single" w:sz="4" w:space="0" w:color="auto"/>
              <w:left w:val="single" w:sz="4" w:space="0" w:color="auto"/>
              <w:bottom w:val="single" w:sz="4" w:space="0" w:color="auto"/>
              <w:right w:val="single" w:sz="4" w:space="0" w:color="auto"/>
            </w:tcBorders>
          </w:tcPr>
          <w:p w:rsidR="00C23141" w:rsidRPr="00D75C48" w:rsidRDefault="00C23141" w:rsidP="00C23141">
            <w:pPr>
              <w:jc w:val="center"/>
              <w:rPr>
                <w:b/>
                <w:sz w:val="24"/>
                <w:szCs w:val="30"/>
              </w:rPr>
            </w:pPr>
            <w:r w:rsidRPr="00954205">
              <w:rPr>
                <w:rFonts w:cstheme="minorHAnsi"/>
                <w:sz w:val="18"/>
                <w:szCs w:val="30"/>
              </w:rPr>
              <w:t>⃝</w:t>
            </w:r>
          </w:p>
        </w:tc>
        <w:tc>
          <w:tcPr>
            <w:tcW w:w="858" w:type="dxa"/>
            <w:tcBorders>
              <w:top w:val="single" w:sz="4" w:space="0" w:color="auto"/>
              <w:left w:val="single" w:sz="4" w:space="0" w:color="auto"/>
              <w:bottom w:val="single" w:sz="4" w:space="0" w:color="auto"/>
            </w:tcBorders>
            <w:shd w:val="clear" w:color="auto" w:fill="548DD4" w:themeFill="text2" w:themeFillTint="99"/>
          </w:tcPr>
          <w:p w:rsidR="00C23141" w:rsidRPr="005E4ED5" w:rsidRDefault="00C23141" w:rsidP="00C23141">
            <w:pPr>
              <w:jc w:val="center"/>
              <w:rPr>
                <w:b/>
                <w:sz w:val="24"/>
                <w:szCs w:val="30"/>
              </w:rPr>
            </w:pPr>
            <w:r w:rsidRPr="005E4ED5">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A0208F" w:rsidRPr="00586F3D" w:rsidTr="00426012">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797CEB">
            <w:pPr>
              <w:jc w:val="both"/>
            </w:pPr>
            <w:r w:rsidRPr="00654B39">
              <w:t xml:space="preserve">b) </w:t>
            </w:r>
            <w:r w:rsidR="00797CEB">
              <w:t>Er freut sich auf die nächste Reisedestination.</w:t>
            </w:r>
          </w:p>
        </w:tc>
        <w:tc>
          <w:tcPr>
            <w:tcW w:w="849" w:type="dxa"/>
            <w:tcBorders>
              <w:top w:val="single" w:sz="4" w:space="0" w:color="auto"/>
              <w:left w:val="single" w:sz="4" w:space="0" w:color="auto"/>
              <w:bottom w:val="single" w:sz="4" w:space="0" w:color="auto"/>
              <w:right w:val="single" w:sz="4" w:space="0" w:color="auto"/>
            </w:tcBorders>
          </w:tcPr>
          <w:p w:rsidR="00C23141" w:rsidRPr="00654B39" w:rsidRDefault="00C23141" w:rsidP="00C23141">
            <w:pPr>
              <w:jc w:val="center"/>
              <w:rPr>
                <w:b/>
                <w:sz w:val="24"/>
                <w:szCs w:val="30"/>
              </w:rPr>
            </w:pPr>
            <w:r w:rsidRPr="00654B39">
              <w:rPr>
                <w:rFonts w:cstheme="minorHAnsi"/>
                <w:b/>
                <w:sz w:val="18"/>
                <w:szCs w:val="30"/>
              </w:rPr>
              <w:t>⃝</w:t>
            </w:r>
          </w:p>
        </w:tc>
        <w:tc>
          <w:tcPr>
            <w:tcW w:w="858" w:type="dxa"/>
            <w:tcBorders>
              <w:top w:val="single" w:sz="4" w:space="0" w:color="auto"/>
              <w:left w:val="single" w:sz="4" w:space="0" w:color="auto"/>
              <w:bottom w:val="single" w:sz="4" w:space="0" w:color="auto"/>
            </w:tcBorders>
            <w:shd w:val="clear" w:color="auto" w:fill="548DD4" w:themeFill="text2" w:themeFillTint="99"/>
          </w:tcPr>
          <w:p w:rsidR="00C23141" w:rsidRPr="005E4ED5" w:rsidRDefault="00C23141" w:rsidP="00C23141">
            <w:pPr>
              <w:jc w:val="center"/>
              <w:rPr>
                <w:b/>
                <w:sz w:val="24"/>
                <w:szCs w:val="30"/>
              </w:rPr>
            </w:pPr>
            <w:r w:rsidRPr="005E4ED5">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A0208F" w:rsidRPr="00586F3D" w:rsidTr="00426012">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E42CCA">
            <w:pPr>
              <w:jc w:val="both"/>
            </w:pPr>
            <w:r w:rsidRPr="00654B39">
              <w:t>c) Nach Abschluss der Schulzeit brach der Junge zur Reise auf.</w:t>
            </w:r>
          </w:p>
        </w:tc>
        <w:tc>
          <w:tcPr>
            <w:tcW w:w="84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C23141" w:rsidRPr="00654B39" w:rsidRDefault="00C23141" w:rsidP="00C23141">
            <w:pPr>
              <w:jc w:val="center"/>
              <w:rPr>
                <w:rFonts w:cstheme="minorHAnsi"/>
                <w:b/>
                <w:sz w:val="18"/>
                <w:szCs w:val="30"/>
              </w:rPr>
            </w:pPr>
            <w:r w:rsidRPr="00654B39">
              <w:rPr>
                <w:rFonts w:cstheme="minorHAnsi"/>
                <w:b/>
                <w:sz w:val="18"/>
                <w:szCs w:val="30"/>
              </w:rPr>
              <w:t>⃝</w:t>
            </w:r>
          </w:p>
        </w:tc>
        <w:tc>
          <w:tcPr>
            <w:tcW w:w="858" w:type="dxa"/>
            <w:tcBorders>
              <w:top w:val="single" w:sz="4" w:space="0" w:color="auto"/>
              <w:left w:val="single" w:sz="4" w:space="0" w:color="auto"/>
              <w:bottom w:val="single" w:sz="4" w:space="0" w:color="auto"/>
            </w:tcBorders>
          </w:tcPr>
          <w:p w:rsidR="00C23141" w:rsidRDefault="00C23141" w:rsidP="00C23141">
            <w:pPr>
              <w:jc w:val="center"/>
              <w:rPr>
                <w:sz w:val="24"/>
                <w:szCs w:val="30"/>
              </w:rPr>
            </w:pPr>
            <w:r w:rsidRPr="00954205">
              <w:rPr>
                <w:rFonts w:cstheme="minorHAnsi"/>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A0208F" w:rsidRPr="00586F3D" w:rsidTr="00426012">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DC5FBF">
            <w:pPr>
              <w:jc w:val="both"/>
            </w:pPr>
            <w:r w:rsidRPr="00654B39">
              <w:t xml:space="preserve">d) Im </w:t>
            </w:r>
            <w:r w:rsidR="00DC5FBF">
              <w:t>Pensionszimmer</w:t>
            </w:r>
            <w:r w:rsidRPr="00654B39">
              <w:t xml:space="preserve"> denkt der Junge über seine Erlebnisse nach.</w:t>
            </w:r>
          </w:p>
        </w:tc>
        <w:tc>
          <w:tcPr>
            <w:tcW w:w="84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C23141" w:rsidRPr="00654B39" w:rsidRDefault="00C23141" w:rsidP="00C23141">
            <w:pPr>
              <w:jc w:val="center"/>
              <w:rPr>
                <w:rFonts w:cstheme="minorHAnsi"/>
                <w:b/>
                <w:sz w:val="18"/>
                <w:szCs w:val="30"/>
              </w:rPr>
            </w:pPr>
            <w:r w:rsidRPr="00654B39">
              <w:rPr>
                <w:rFonts w:cstheme="minorHAnsi"/>
                <w:b/>
                <w:sz w:val="18"/>
                <w:szCs w:val="30"/>
              </w:rPr>
              <w:t>⃝</w:t>
            </w:r>
          </w:p>
        </w:tc>
        <w:tc>
          <w:tcPr>
            <w:tcW w:w="858" w:type="dxa"/>
            <w:tcBorders>
              <w:top w:val="single" w:sz="4" w:space="0" w:color="auto"/>
              <w:left w:val="single" w:sz="4" w:space="0" w:color="auto"/>
              <w:bottom w:val="single" w:sz="4" w:space="0" w:color="auto"/>
            </w:tcBorders>
          </w:tcPr>
          <w:p w:rsidR="00C23141" w:rsidRDefault="00C23141" w:rsidP="00C23141">
            <w:pPr>
              <w:jc w:val="center"/>
              <w:rPr>
                <w:sz w:val="24"/>
                <w:szCs w:val="30"/>
              </w:rPr>
            </w:pPr>
            <w:r w:rsidRPr="00954205">
              <w:rPr>
                <w:rFonts w:cstheme="minorHAnsi"/>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A0208F" w:rsidRPr="00586F3D" w:rsidTr="00426012">
        <w:trPr>
          <w:trHeight w:val="315"/>
        </w:trPr>
        <w:tc>
          <w:tcPr>
            <w:tcW w:w="383" w:type="dxa"/>
            <w:vMerge/>
          </w:tcPr>
          <w:p w:rsidR="00C23141" w:rsidRDefault="00C23141" w:rsidP="00C23141">
            <w:pPr>
              <w:jc w:val="both"/>
              <w:rPr>
                <w:sz w:val="24"/>
                <w:szCs w:val="30"/>
              </w:rPr>
            </w:pPr>
          </w:p>
        </w:tc>
        <w:tc>
          <w:tcPr>
            <w:tcW w:w="6166" w:type="dxa"/>
            <w:gridSpan w:val="2"/>
            <w:tcBorders>
              <w:top w:val="single" w:sz="4" w:space="0" w:color="auto"/>
              <w:bottom w:val="single" w:sz="4" w:space="0" w:color="auto"/>
              <w:right w:val="single" w:sz="4" w:space="0" w:color="auto"/>
            </w:tcBorders>
          </w:tcPr>
          <w:p w:rsidR="00C23141" w:rsidRPr="00654B39" w:rsidRDefault="00E42CCA" w:rsidP="0020121D">
            <w:pPr>
              <w:jc w:val="both"/>
            </w:pPr>
            <w:r w:rsidRPr="00654B39">
              <w:t xml:space="preserve">e) Seine Reise </w:t>
            </w:r>
            <w:r w:rsidR="0020121D" w:rsidRPr="00654B39">
              <w:t>trat</w:t>
            </w:r>
            <w:r w:rsidRPr="00654B39">
              <w:t xml:space="preserve"> er in Begleitung eines Mädchens an</w:t>
            </w:r>
            <w:r w:rsidR="0020121D" w:rsidRPr="00654B39">
              <w:t>.</w:t>
            </w:r>
          </w:p>
        </w:tc>
        <w:tc>
          <w:tcPr>
            <w:tcW w:w="849" w:type="dxa"/>
            <w:tcBorders>
              <w:top w:val="single" w:sz="4" w:space="0" w:color="auto"/>
              <w:left w:val="single" w:sz="4" w:space="0" w:color="auto"/>
              <w:bottom w:val="single" w:sz="4" w:space="0" w:color="auto"/>
              <w:right w:val="single" w:sz="4" w:space="0" w:color="auto"/>
            </w:tcBorders>
          </w:tcPr>
          <w:p w:rsidR="00C23141" w:rsidRDefault="00C23141" w:rsidP="00C23141">
            <w:pPr>
              <w:jc w:val="center"/>
              <w:rPr>
                <w:sz w:val="24"/>
                <w:szCs w:val="30"/>
              </w:rPr>
            </w:pPr>
            <w:r w:rsidRPr="00954205">
              <w:rPr>
                <w:rFonts w:cstheme="minorHAnsi"/>
                <w:sz w:val="18"/>
                <w:szCs w:val="30"/>
              </w:rPr>
              <w:t>⃝</w:t>
            </w:r>
          </w:p>
        </w:tc>
        <w:tc>
          <w:tcPr>
            <w:tcW w:w="858" w:type="dxa"/>
            <w:tcBorders>
              <w:top w:val="single" w:sz="4" w:space="0" w:color="auto"/>
              <w:left w:val="single" w:sz="4" w:space="0" w:color="auto"/>
              <w:bottom w:val="single" w:sz="4" w:space="0" w:color="auto"/>
            </w:tcBorders>
            <w:shd w:val="clear" w:color="auto" w:fill="548DD4" w:themeFill="text2" w:themeFillTint="99"/>
          </w:tcPr>
          <w:p w:rsidR="00C23141" w:rsidRPr="00654B39" w:rsidRDefault="00C23141" w:rsidP="00C23141">
            <w:pPr>
              <w:jc w:val="center"/>
              <w:rPr>
                <w:b/>
                <w:sz w:val="24"/>
                <w:szCs w:val="30"/>
              </w:rPr>
            </w:pPr>
            <w:r w:rsidRPr="00654B39">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A0208F" w:rsidRPr="00586F3D" w:rsidTr="00426012">
        <w:trPr>
          <w:trHeight w:val="387"/>
        </w:trPr>
        <w:tc>
          <w:tcPr>
            <w:tcW w:w="383" w:type="dxa"/>
            <w:vMerge/>
          </w:tcPr>
          <w:p w:rsidR="00C23141" w:rsidRDefault="00C23141" w:rsidP="00C23141">
            <w:pPr>
              <w:jc w:val="both"/>
              <w:rPr>
                <w:sz w:val="24"/>
                <w:szCs w:val="30"/>
              </w:rPr>
            </w:pPr>
          </w:p>
        </w:tc>
        <w:tc>
          <w:tcPr>
            <w:tcW w:w="6166" w:type="dxa"/>
            <w:gridSpan w:val="2"/>
            <w:tcBorders>
              <w:top w:val="single" w:sz="4" w:space="0" w:color="auto"/>
              <w:right w:val="single" w:sz="4" w:space="0" w:color="auto"/>
            </w:tcBorders>
          </w:tcPr>
          <w:p w:rsidR="00C23141" w:rsidRPr="00654B39" w:rsidRDefault="00E42CCA" w:rsidP="00DC5FBF">
            <w:pPr>
              <w:jc w:val="both"/>
            </w:pPr>
            <w:r w:rsidRPr="00654B39">
              <w:t xml:space="preserve">f) </w:t>
            </w:r>
            <w:r w:rsidR="00DC5FBF">
              <w:t>Der Junge leidet unter Sonnenbrand</w:t>
            </w:r>
            <w:r w:rsidRPr="00654B39">
              <w:t>.</w:t>
            </w:r>
          </w:p>
        </w:tc>
        <w:tc>
          <w:tcPr>
            <w:tcW w:w="849" w:type="dxa"/>
            <w:tcBorders>
              <w:top w:val="single" w:sz="4" w:space="0" w:color="auto"/>
              <w:left w:val="single" w:sz="4" w:space="0" w:color="auto"/>
              <w:right w:val="single" w:sz="4" w:space="0" w:color="auto"/>
            </w:tcBorders>
            <w:shd w:val="clear" w:color="auto" w:fill="548DD4" w:themeFill="text2" w:themeFillTint="99"/>
          </w:tcPr>
          <w:p w:rsidR="00C23141" w:rsidRDefault="00C23141" w:rsidP="00C23141">
            <w:pPr>
              <w:jc w:val="center"/>
              <w:rPr>
                <w:sz w:val="24"/>
                <w:szCs w:val="30"/>
              </w:rPr>
            </w:pPr>
            <w:r w:rsidRPr="00954205">
              <w:rPr>
                <w:rFonts w:cstheme="minorHAnsi"/>
                <w:sz w:val="18"/>
                <w:szCs w:val="30"/>
              </w:rPr>
              <w:t>⃝</w:t>
            </w:r>
          </w:p>
        </w:tc>
        <w:tc>
          <w:tcPr>
            <w:tcW w:w="858" w:type="dxa"/>
            <w:tcBorders>
              <w:top w:val="single" w:sz="4" w:space="0" w:color="auto"/>
              <w:left w:val="single" w:sz="4" w:space="0" w:color="auto"/>
            </w:tcBorders>
            <w:shd w:val="clear" w:color="auto" w:fill="FFFFFF" w:themeFill="background1"/>
          </w:tcPr>
          <w:p w:rsidR="00C23141" w:rsidRPr="00654B39" w:rsidRDefault="00C23141" w:rsidP="00C23141">
            <w:pPr>
              <w:jc w:val="center"/>
              <w:rPr>
                <w:b/>
                <w:sz w:val="24"/>
                <w:szCs w:val="30"/>
              </w:rPr>
            </w:pPr>
            <w:r w:rsidRPr="00654B39">
              <w:rPr>
                <w:rFonts w:cstheme="minorHAnsi"/>
                <w:b/>
                <w:sz w:val="18"/>
                <w:szCs w:val="30"/>
              </w:rPr>
              <w: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3064E7" w:rsidRPr="00586F3D" w:rsidTr="00426012">
        <w:tc>
          <w:tcPr>
            <w:tcW w:w="383" w:type="dxa"/>
          </w:tcPr>
          <w:p w:rsidR="003064E7" w:rsidRPr="00C23141" w:rsidRDefault="003064E7" w:rsidP="008362F8">
            <w:pPr>
              <w:jc w:val="both"/>
            </w:pPr>
            <w:r w:rsidRPr="00C23141">
              <w:t>2.</w:t>
            </w:r>
          </w:p>
        </w:tc>
        <w:tc>
          <w:tcPr>
            <w:tcW w:w="7873" w:type="dxa"/>
            <w:gridSpan w:val="4"/>
          </w:tcPr>
          <w:p w:rsidR="000F435D" w:rsidRDefault="00573325" w:rsidP="00573325">
            <w:pPr>
              <w:rPr>
                <w:i/>
                <w:color w:val="0000FF"/>
              </w:rPr>
            </w:pPr>
            <w:r w:rsidRPr="00573325">
              <w:t>Erklären Sie</w:t>
            </w:r>
            <w:r w:rsidR="00DC5FBF">
              <w:t xml:space="preserve"> in ganzen Sätzen</w:t>
            </w:r>
            <w:r w:rsidRPr="00573325">
              <w:t xml:space="preserve">, was mit der folgenden Aussage </w:t>
            </w:r>
            <w:r w:rsidR="004C1741">
              <w:t>Z. 07-09</w:t>
            </w:r>
            <w:r w:rsidR="003646CD">
              <w:t xml:space="preserve"> </w:t>
            </w:r>
            <w:r w:rsidRPr="00573325">
              <w:t xml:space="preserve">gemeint ist: </w:t>
            </w:r>
            <w:r w:rsidR="00DC5FBF">
              <w:br/>
            </w:r>
            <w:r w:rsidRPr="00573325">
              <w:t>"</w:t>
            </w:r>
            <w:r w:rsidR="001E49E4">
              <w:t>[</w:t>
            </w:r>
            <w:r w:rsidRPr="00573325">
              <w:t>...</w:t>
            </w:r>
            <w:r w:rsidR="001E49E4">
              <w:t>]</w:t>
            </w:r>
            <w:r w:rsidRPr="00573325">
              <w:rPr>
                <w:i/>
              </w:rPr>
              <w:t xml:space="preserve"> auf der schon einige Kriege ausgetragen wurden. Magen gegen Tom Yam, Darm gegen Curry. Immer verloren die Eingeweide."</w:t>
            </w:r>
            <w:r>
              <w:rPr>
                <w:i/>
                <w:color w:val="0000FF"/>
              </w:rPr>
              <w:t xml:space="preserve"> </w:t>
            </w:r>
            <w:r w:rsidR="000F435D">
              <w:rPr>
                <w:i/>
                <w:color w:val="0000FF"/>
              </w:rPr>
              <w:br/>
            </w:r>
          </w:p>
          <w:p w:rsidR="005B078B" w:rsidRPr="005B078B" w:rsidRDefault="00573325" w:rsidP="00573325">
            <w:pPr>
              <w:rPr>
                <w:color w:val="0070C0"/>
              </w:rPr>
            </w:pPr>
            <w:r w:rsidRPr="00D61258">
              <w:rPr>
                <w:color w:val="0070C0"/>
                <w:sz w:val="20"/>
                <w:szCs w:val="20"/>
                <w:shd w:val="clear" w:color="auto" w:fill="FFFFFF" w:themeFill="background1"/>
              </w:rPr>
              <w:t xml:space="preserve">Auf der </w:t>
            </w:r>
            <w:r w:rsidR="003646CD" w:rsidRPr="00D61258">
              <w:rPr>
                <w:color w:val="0070C0"/>
                <w:sz w:val="20"/>
                <w:szCs w:val="20"/>
                <w:shd w:val="clear" w:color="auto" w:fill="FFFFFF" w:themeFill="background1"/>
              </w:rPr>
              <w:t>Bettd</w:t>
            </w:r>
            <w:r w:rsidRPr="00D61258">
              <w:rPr>
                <w:color w:val="0070C0"/>
                <w:sz w:val="20"/>
                <w:szCs w:val="20"/>
                <w:shd w:val="clear" w:color="auto" w:fill="FFFFFF" w:themeFill="background1"/>
              </w:rPr>
              <w:t>ecke sind die Spuren von Erbrechen und</w:t>
            </w:r>
            <w:r w:rsidR="00DC5FBF" w:rsidRPr="00D61258">
              <w:rPr>
                <w:color w:val="0070C0"/>
                <w:sz w:val="20"/>
                <w:szCs w:val="20"/>
                <w:shd w:val="clear" w:color="auto" w:fill="FFFFFF" w:themeFill="background1"/>
              </w:rPr>
              <w:t>/ oder</w:t>
            </w:r>
            <w:r w:rsidRPr="00D61258">
              <w:rPr>
                <w:color w:val="0070C0"/>
                <w:sz w:val="20"/>
                <w:szCs w:val="20"/>
                <w:shd w:val="clear" w:color="auto" w:fill="FFFFFF" w:themeFill="background1"/>
              </w:rPr>
              <w:t xml:space="preserve"> Durchfall</w:t>
            </w:r>
            <w:r w:rsidR="00DC5FBF" w:rsidRPr="00D61258">
              <w:rPr>
                <w:color w:val="0070C0"/>
                <w:sz w:val="20"/>
                <w:szCs w:val="20"/>
                <w:shd w:val="clear" w:color="auto" w:fill="FFFFFF" w:themeFill="background1"/>
              </w:rPr>
              <w:t>/ von Verdauungsstörungen</w:t>
            </w:r>
            <w:r w:rsidR="00446E06" w:rsidRPr="00D61258">
              <w:rPr>
                <w:color w:val="0070C0"/>
                <w:sz w:val="20"/>
                <w:szCs w:val="20"/>
                <w:shd w:val="clear" w:color="auto" w:fill="FFFFFF" w:themeFill="background1"/>
              </w:rPr>
              <w:t>/ Verdauungsproblemen</w:t>
            </w:r>
            <w:r w:rsidR="001A63B6" w:rsidRPr="00D61258">
              <w:rPr>
                <w:color w:val="0070C0"/>
                <w:sz w:val="20"/>
                <w:szCs w:val="20"/>
                <w:shd w:val="clear" w:color="auto" w:fill="FFFFFF" w:themeFill="background1"/>
              </w:rPr>
              <w:t xml:space="preserve"> früherer Zimmergäste </w:t>
            </w:r>
            <w:r w:rsidRPr="00D61258">
              <w:rPr>
                <w:color w:val="0070C0"/>
                <w:sz w:val="20"/>
                <w:szCs w:val="20"/>
                <w:shd w:val="clear" w:color="auto" w:fill="FFFFFF" w:themeFill="background1"/>
              </w:rPr>
              <w:t>erkennbar</w:t>
            </w:r>
            <w:r w:rsidR="00D61258" w:rsidRPr="00D61258">
              <w:rPr>
                <w:color w:val="0070C0"/>
                <w:sz w:val="20"/>
                <w:szCs w:val="20"/>
                <w:shd w:val="clear" w:color="auto" w:fill="FFFFFF" w:themeFill="background1"/>
              </w:rPr>
              <w:t xml:space="preserve"> bzw. diese Spuren werden vom Jungen </w:t>
            </w:r>
            <w:r w:rsidR="00D61258">
              <w:rPr>
                <w:color w:val="0070C0"/>
                <w:sz w:val="20"/>
                <w:szCs w:val="20"/>
                <w:shd w:val="clear" w:color="auto" w:fill="FFFFFF" w:themeFill="background1"/>
              </w:rPr>
              <w:t xml:space="preserve">nur </w:t>
            </w:r>
            <w:r w:rsidR="00D61258" w:rsidRPr="00D61258">
              <w:rPr>
                <w:color w:val="0070C0"/>
                <w:sz w:val="20"/>
                <w:szCs w:val="20"/>
                <w:shd w:val="clear" w:color="auto" w:fill="FFFFFF" w:themeFill="background1"/>
              </w:rPr>
              <w:t>vermutet</w:t>
            </w:r>
            <w:r w:rsidRPr="00D61258">
              <w:rPr>
                <w:color w:val="0070C0"/>
                <w:sz w:val="20"/>
                <w:szCs w:val="20"/>
                <w:shd w:val="clear" w:color="auto" w:fill="FFFFFF" w:themeFill="background1"/>
              </w:rPr>
              <w:t>.</w:t>
            </w:r>
            <w:r w:rsidR="005B078B">
              <w:rPr>
                <w:color w:val="0070C0"/>
                <w:sz w:val="20"/>
                <w:szCs w:val="20"/>
                <w:shd w:val="clear" w:color="auto" w:fill="FFFFFF" w:themeFill="background1"/>
              </w:rPr>
              <w:t xml:space="preserve"> Die Nennung von ‚Verdauungsproblemen‘ gibt 2 Punkte, die explizite Erwähnung von ‚Erbrechen‘ und ‚Durchfall‘ je 1 Punkt.</w:t>
            </w:r>
          </w:p>
          <w:p w:rsidR="00DD34A1" w:rsidRDefault="00DD34A1" w:rsidP="008362F8">
            <w:pPr>
              <w:jc w:val="both"/>
              <w:rPr>
                <w:sz w:val="32"/>
                <w:szCs w:val="32"/>
              </w:rPr>
            </w:pPr>
          </w:p>
          <w:p w:rsidR="003064E7" w:rsidRPr="001D3E54" w:rsidRDefault="003064E7" w:rsidP="008362F8">
            <w:pPr>
              <w:jc w:val="both"/>
              <w:rPr>
                <w:sz w:val="10"/>
                <w:szCs w:val="32"/>
              </w:rPr>
            </w:pPr>
          </w:p>
        </w:tc>
        <w:tc>
          <w:tcPr>
            <w:tcW w:w="614" w:type="dxa"/>
          </w:tcPr>
          <w:p w:rsidR="003064E7" w:rsidRPr="00A819EA" w:rsidRDefault="003064E7" w:rsidP="008362F8">
            <w:pPr>
              <w:jc w:val="both"/>
            </w:pPr>
          </w:p>
        </w:tc>
        <w:tc>
          <w:tcPr>
            <w:tcW w:w="616" w:type="dxa"/>
            <w:vAlign w:val="bottom"/>
          </w:tcPr>
          <w:p w:rsidR="003064E7" w:rsidRPr="00D465B5" w:rsidRDefault="000F435D" w:rsidP="003064E7">
            <w:pPr>
              <w:jc w:val="right"/>
              <w:rPr>
                <w:b/>
              </w:rPr>
            </w:pPr>
            <w:r w:rsidRPr="00D465B5">
              <w:rPr>
                <w:b/>
              </w:rPr>
              <w:t>/</w:t>
            </w:r>
            <w:r w:rsidR="00F00B16">
              <w:rPr>
                <w:b/>
              </w:rPr>
              <w:t>2</w:t>
            </w:r>
          </w:p>
        </w:tc>
      </w:tr>
      <w:tr w:rsidR="00C23141" w:rsidRPr="00586F3D" w:rsidTr="00426012">
        <w:trPr>
          <w:trHeight w:val="480"/>
        </w:trPr>
        <w:tc>
          <w:tcPr>
            <w:tcW w:w="383" w:type="dxa"/>
            <w:vMerge w:val="restart"/>
          </w:tcPr>
          <w:p w:rsidR="00C23141" w:rsidRPr="00C23141" w:rsidRDefault="00C23141" w:rsidP="00C23141">
            <w:pPr>
              <w:jc w:val="both"/>
            </w:pPr>
            <w:r w:rsidRPr="00C23141">
              <w:t>3.</w:t>
            </w:r>
          </w:p>
        </w:tc>
        <w:tc>
          <w:tcPr>
            <w:tcW w:w="7873" w:type="dxa"/>
            <w:gridSpan w:val="4"/>
            <w:tcBorders>
              <w:bottom w:val="single" w:sz="4" w:space="0" w:color="auto"/>
            </w:tcBorders>
          </w:tcPr>
          <w:p w:rsidR="00C23141" w:rsidRPr="00C23141" w:rsidRDefault="00472403" w:rsidP="00C23141">
            <w:pPr>
              <w:jc w:val="both"/>
            </w:pPr>
            <w:r w:rsidRPr="00C23141">
              <w:t xml:space="preserve">Kreuzen Sie </w:t>
            </w:r>
            <w:r w:rsidRPr="00C422EF">
              <w:t xml:space="preserve">zwei </w:t>
            </w:r>
            <w:r w:rsidRPr="00C23141">
              <w:t xml:space="preserve">Charaktereigenschaften an, die </w:t>
            </w:r>
            <w:r w:rsidR="00701D39">
              <w:t xml:space="preserve">basierend </w:t>
            </w:r>
            <w:r>
              <w:t xml:space="preserve">auf dem Text </w:t>
            </w:r>
            <w:r w:rsidR="00AF0657">
              <w:t xml:space="preserve">von Z. 01 bis </w:t>
            </w:r>
            <w:r w:rsidR="00446E06">
              <w:t xml:space="preserve">Z. </w:t>
            </w:r>
            <w:r w:rsidR="00AF0657">
              <w:t xml:space="preserve">37 </w:t>
            </w:r>
            <w:r>
              <w:t xml:space="preserve">eindeutig </w:t>
            </w:r>
            <w:r w:rsidRPr="00C23141">
              <w:t xml:space="preserve">auf </w:t>
            </w:r>
            <w:r w:rsidR="00573325">
              <w:t>den Jungen</w:t>
            </w:r>
            <w:r w:rsidRPr="00C23141">
              <w:t xml:space="preserve"> zutreffen</w:t>
            </w:r>
            <w:r w:rsidR="00C23141" w:rsidRPr="00C23141">
              <w:t xml:space="preserve">. Pro Fehler gibt </w:t>
            </w:r>
            <w:r w:rsidR="005B078B">
              <w:t>0.5 Punkte</w:t>
            </w:r>
            <w:r w:rsidR="00C23141" w:rsidRPr="00C23141">
              <w:t xml:space="preserve"> Abzug.</w:t>
            </w:r>
            <w:r w:rsidR="00D465B5">
              <w:t xml:space="preserve"> </w:t>
            </w:r>
            <w:r w:rsidR="00AF0657">
              <w:br/>
            </w:r>
            <w:r w:rsidR="00D465B5" w:rsidRPr="00D465B5">
              <w:rPr>
                <w:color w:val="3366FF"/>
              </w:rPr>
              <w:t>(</w:t>
            </w:r>
            <w:r w:rsidR="00D465B5">
              <w:rPr>
                <w:color w:val="0070C0"/>
              </w:rPr>
              <w:t>2</w:t>
            </w:r>
            <w:r w:rsidR="00D465B5" w:rsidRPr="00D465B5">
              <w:rPr>
                <w:color w:val="0070C0"/>
              </w:rPr>
              <w:t xml:space="preserve"> x 0,5 Pkt.)</w:t>
            </w:r>
          </w:p>
          <w:p w:rsidR="00C23141" w:rsidRPr="00C23141" w:rsidRDefault="00C23141" w:rsidP="00C23141">
            <w:pPr>
              <w:jc w:val="both"/>
              <w:rPr>
                <w:sz w:val="8"/>
                <w:szCs w:val="8"/>
              </w:rPr>
            </w:pPr>
          </w:p>
        </w:tc>
        <w:tc>
          <w:tcPr>
            <w:tcW w:w="614" w:type="dxa"/>
            <w:vMerge w:val="restart"/>
          </w:tcPr>
          <w:p w:rsidR="00C23141" w:rsidRPr="00A819EA" w:rsidRDefault="00C23141" w:rsidP="00C23141">
            <w:pPr>
              <w:jc w:val="both"/>
            </w:pPr>
          </w:p>
        </w:tc>
        <w:tc>
          <w:tcPr>
            <w:tcW w:w="616" w:type="dxa"/>
            <w:vMerge w:val="restart"/>
            <w:vAlign w:val="bottom"/>
          </w:tcPr>
          <w:p w:rsidR="00C23141" w:rsidRPr="00D465B5" w:rsidRDefault="0080603E" w:rsidP="00C23141">
            <w:pPr>
              <w:jc w:val="right"/>
              <w:rPr>
                <w:b/>
              </w:rPr>
            </w:pPr>
            <w:r w:rsidRPr="00D465B5">
              <w:rPr>
                <w:b/>
              </w:rPr>
              <w:t>/1</w:t>
            </w:r>
          </w:p>
        </w:tc>
      </w:tr>
      <w:tr w:rsidR="00A0208F" w:rsidRPr="00586F3D" w:rsidTr="00426012">
        <w:trPr>
          <w:trHeight w:val="480"/>
        </w:trPr>
        <w:tc>
          <w:tcPr>
            <w:tcW w:w="383" w:type="dxa"/>
            <w:vMerge/>
          </w:tcPr>
          <w:p w:rsidR="00C23141" w:rsidRPr="00586F3D" w:rsidRDefault="00C23141" w:rsidP="00C23141">
            <w:pPr>
              <w:jc w:val="both"/>
              <w:rPr>
                <w:sz w:val="24"/>
                <w:szCs w:val="30"/>
              </w:rPr>
            </w:pPr>
          </w:p>
        </w:tc>
        <w:tc>
          <w:tcPr>
            <w:tcW w:w="4246" w:type="dxa"/>
            <w:tcBorders>
              <w:top w:val="single" w:sz="4" w:space="0" w:color="auto"/>
              <w:right w:val="single" w:sz="4" w:space="0" w:color="auto"/>
            </w:tcBorders>
            <w:shd w:val="clear" w:color="auto" w:fill="FFFFFF" w:themeFill="background1"/>
          </w:tcPr>
          <w:p w:rsidR="00C23141" w:rsidRPr="00DC5FBF" w:rsidRDefault="00C23141" w:rsidP="00370312">
            <w:pPr>
              <w:shd w:val="clear" w:color="auto" w:fill="FFFFFF" w:themeFill="background1"/>
              <w:spacing w:line="360" w:lineRule="auto"/>
              <w:jc w:val="both"/>
              <w:rPr>
                <w:b/>
              </w:rPr>
            </w:pPr>
            <w:r w:rsidRPr="00DC5FBF">
              <w:rPr>
                <w:b/>
                <w:color w:val="0070C0"/>
              </w:rPr>
              <w:t xml:space="preserve">⃝ </w:t>
            </w:r>
            <w:r w:rsidR="00573325" w:rsidRPr="00DC5FBF">
              <w:rPr>
                <w:b/>
                <w:color w:val="0070C0"/>
              </w:rPr>
              <w:t>einsam</w:t>
            </w:r>
          </w:p>
          <w:p w:rsidR="00C23141" w:rsidRPr="00370312" w:rsidRDefault="00C23141" w:rsidP="00370312">
            <w:pPr>
              <w:spacing w:line="360" w:lineRule="auto"/>
              <w:jc w:val="both"/>
            </w:pPr>
            <w:r w:rsidRPr="00370312">
              <w:rPr>
                <w:rFonts w:cstheme="minorHAnsi"/>
                <w:b/>
              </w:rPr>
              <w:t xml:space="preserve">⃝ </w:t>
            </w:r>
            <w:r w:rsidR="00573325" w:rsidRPr="00370312">
              <w:rPr>
                <w:rFonts w:cstheme="minorHAnsi"/>
              </w:rPr>
              <w:t>zuverlässig</w:t>
            </w:r>
          </w:p>
        </w:tc>
        <w:tc>
          <w:tcPr>
            <w:tcW w:w="3627" w:type="dxa"/>
            <w:gridSpan w:val="3"/>
            <w:tcBorders>
              <w:top w:val="single" w:sz="4" w:space="0" w:color="auto"/>
              <w:left w:val="single" w:sz="4" w:space="0" w:color="auto"/>
            </w:tcBorders>
          </w:tcPr>
          <w:p w:rsidR="00C23141" w:rsidRPr="00370312" w:rsidRDefault="00C23141" w:rsidP="00370312">
            <w:pPr>
              <w:spacing w:line="360" w:lineRule="auto"/>
              <w:jc w:val="both"/>
            </w:pPr>
            <w:r w:rsidRPr="00370312">
              <w:rPr>
                <w:rFonts w:cstheme="minorHAnsi"/>
                <w:b/>
              </w:rPr>
              <w:t xml:space="preserve">⃝ </w:t>
            </w:r>
            <w:r w:rsidR="00910318" w:rsidRPr="00370312">
              <w:rPr>
                <w:rFonts w:cstheme="minorHAnsi"/>
              </w:rPr>
              <w:t>extrovertiert</w:t>
            </w:r>
          </w:p>
          <w:p w:rsidR="00C23141" w:rsidRPr="00DC5FBF" w:rsidRDefault="00C23141" w:rsidP="00DC5FBF">
            <w:pPr>
              <w:shd w:val="clear" w:color="auto" w:fill="FFFFFF" w:themeFill="background1"/>
              <w:spacing w:line="360" w:lineRule="auto"/>
              <w:jc w:val="both"/>
              <w:rPr>
                <w:b/>
              </w:rPr>
            </w:pPr>
            <w:r w:rsidRPr="00DC5FBF">
              <w:rPr>
                <w:b/>
                <w:color w:val="0070C0"/>
              </w:rPr>
              <w:t xml:space="preserve">⃝ </w:t>
            </w:r>
            <w:r w:rsidR="00DC5FBF" w:rsidRPr="00DC5FBF">
              <w:rPr>
                <w:b/>
                <w:color w:val="0070C0"/>
              </w:rPr>
              <w:t>desillusioniert</w:t>
            </w:r>
          </w:p>
        </w:tc>
        <w:tc>
          <w:tcPr>
            <w:tcW w:w="614" w:type="dxa"/>
            <w:vMerge/>
          </w:tcPr>
          <w:p w:rsidR="00C23141" w:rsidRPr="00A819EA" w:rsidRDefault="00C23141" w:rsidP="00C23141">
            <w:pPr>
              <w:jc w:val="both"/>
            </w:pPr>
          </w:p>
        </w:tc>
        <w:tc>
          <w:tcPr>
            <w:tcW w:w="616" w:type="dxa"/>
            <w:vMerge/>
          </w:tcPr>
          <w:p w:rsidR="00C23141" w:rsidRPr="00A819EA" w:rsidRDefault="00C23141" w:rsidP="00C23141">
            <w:pPr>
              <w:jc w:val="both"/>
            </w:pPr>
          </w:p>
        </w:tc>
      </w:tr>
      <w:tr w:rsidR="00C23141" w:rsidRPr="00586F3D" w:rsidTr="00426012">
        <w:tc>
          <w:tcPr>
            <w:tcW w:w="383" w:type="dxa"/>
          </w:tcPr>
          <w:p w:rsidR="00C23141" w:rsidRPr="00C23141" w:rsidRDefault="00C23141" w:rsidP="00C23141">
            <w:pPr>
              <w:jc w:val="both"/>
            </w:pPr>
            <w:r w:rsidRPr="00C23141">
              <w:t>4.</w:t>
            </w:r>
          </w:p>
        </w:tc>
        <w:tc>
          <w:tcPr>
            <w:tcW w:w="7873" w:type="dxa"/>
            <w:gridSpan w:val="4"/>
          </w:tcPr>
          <w:p w:rsidR="00573325" w:rsidRDefault="00C422EF" w:rsidP="000F435D">
            <w:r w:rsidRPr="00C422EF">
              <w:t xml:space="preserve">Nennen Sie </w:t>
            </w:r>
            <w:r w:rsidR="00DC5FBF">
              <w:t xml:space="preserve">aus dem Text </w:t>
            </w:r>
            <w:r w:rsidRPr="005B078B">
              <w:rPr>
                <w:u w:val="single"/>
              </w:rPr>
              <w:t>in eigenen Worten</w:t>
            </w:r>
            <w:r w:rsidR="005B078B" w:rsidRPr="005B078B">
              <w:rPr>
                <w:u w:val="single"/>
              </w:rPr>
              <w:t xml:space="preserve"> und ganzen Sätzen</w:t>
            </w:r>
            <w:r>
              <w:t xml:space="preserve"> </w:t>
            </w:r>
            <w:r w:rsidR="00EE3C26" w:rsidRPr="00225A60">
              <w:t>vier</w:t>
            </w:r>
            <w:r>
              <w:t xml:space="preserve"> </w:t>
            </w:r>
            <w:r w:rsidR="000F435D">
              <w:t>unterschiedliche</w:t>
            </w:r>
            <w:r w:rsidR="00510BB5">
              <w:t xml:space="preserve"> </w:t>
            </w:r>
            <w:r w:rsidR="00253283">
              <w:t>Ursachen</w:t>
            </w:r>
            <w:r w:rsidRPr="00C422EF">
              <w:t xml:space="preserve"> für die Stimmung, in der sich die </w:t>
            </w:r>
            <w:r>
              <w:t>H</w:t>
            </w:r>
            <w:r w:rsidRPr="00C422EF">
              <w:t>auptfigur befindet.</w:t>
            </w:r>
            <w:r w:rsidR="00D465B5">
              <w:t xml:space="preserve"> </w:t>
            </w:r>
            <w:r w:rsidR="00D465B5" w:rsidRPr="00D465B5">
              <w:rPr>
                <w:color w:val="3366FF"/>
              </w:rPr>
              <w:t>(</w:t>
            </w:r>
            <w:r w:rsidR="00D465B5" w:rsidRPr="00D465B5">
              <w:rPr>
                <w:color w:val="0070C0"/>
              </w:rPr>
              <w:t>4 x 0,5 Pkt.)</w:t>
            </w:r>
            <w:r w:rsidR="000F435D">
              <w:br/>
            </w:r>
          </w:p>
          <w:p w:rsidR="00C422EF" w:rsidRDefault="00C422EF" w:rsidP="000F435D">
            <w:pPr>
              <w:pStyle w:val="Listenabsatz"/>
              <w:numPr>
                <w:ilvl w:val="0"/>
                <w:numId w:val="11"/>
              </w:numPr>
              <w:ind w:left="320" w:hanging="284"/>
              <w:rPr>
                <w:color w:val="0070C0"/>
              </w:rPr>
            </w:pPr>
            <w:r w:rsidRPr="00C422EF">
              <w:rPr>
                <w:color w:val="0070C0"/>
              </w:rPr>
              <w:t xml:space="preserve">Die </w:t>
            </w:r>
            <w:r w:rsidRPr="000F435D">
              <w:rPr>
                <w:color w:val="0070C0"/>
                <w:u w:val="single"/>
              </w:rPr>
              <w:t>Unterkunft</w:t>
            </w:r>
            <w:r w:rsidR="000F435D">
              <w:rPr>
                <w:color w:val="0070C0"/>
                <w:u w:val="single"/>
              </w:rPr>
              <w:t>/ Pension</w:t>
            </w:r>
            <w:r w:rsidRPr="00C422EF">
              <w:rPr>
                <w:color w:val="0070C0"/>
              </w:rPr>
              <w:t xml:space="preserve"> ist </w:t>
            </w:r>
            <w:r w:rsidR="000F435D">
              <w:rPr>
                <w:color w:val="0070C0"/>
              </w:rPr>
              <w:t xml:space="preserve">ungemütlich, </w:t>
            </w:r>
            <w:r w:rsidRPr="00C422EF">
              <w:rPr>
                <w:color w:val="0070C0"/>
              </w:rPr>
              <w:t>schmuddelig</w:t>
            </w:r>
            <w:r w:rsidR="00887743">
              <w:rPr>
                <w:color w:val="0070C0"/>
              </w:rPr>
              <w:t>, heruntergekommen</w:t>
            </w:r>
            <w:r w:rsidR="00887743">
              <w:rPr>
                <w:color w:val="0070C0"/>
              </w:rPr>
              <w:br/>
            </w:r>
            <w:r>
              <w:rPr>
                <w:color w:val="0070C0"/>
              </w:rPr>
              <w:t xml:space="preserve"> (Z. </w:t>
            </w:r>
            <w:r w:rsidR="000F435D">
              <w:rPr>
                <w:color w:val="0070C0"/>
              </w:rPr>
              <w:t>06-08</w:t>
            </w:r>
            <w:r w:rsidR="00887743">
              <w:rPr>
                <w:color w:val="0070C0"/>
              </w:rPr>
              <w:t>, Z. 19</w:t>
            </w:r>
            <w:r w:rsidR="000F435D">
              <w:rPr>
                <w:color w:val="0070C0"/>
              </w:rPr>
              <w:t>)</w:t>
            </w:r>
            <w:r w:rsidR="00225A60">
              <w:rPr>
                <w:color w:val="0070C0"/>
              </w:rPr>
              <w:t>.</w:t>
            </w:r>
          </w:p>
          <w:p w:rsidR="00C422EF" w:rsidRDefault="00225A60" w:rsidP="000F435D">
            <w:pPr>
              <w:pStyle w:val="Listenabsatz"/>
              <w:numPr>
                <w:ilvl w:val="0"/>
                <w:numId w:val="11"/>
              </w:numPr>
              <w:ind w:left="320" w:hanging="284"/>
              <w:rPr>
                <w:color w:val="0070C0"/>
              </w:rPr>
            </w:pPr>
            <w:r>
              <w:rPr>
                <w:color w:val="0070C0"/>
              </w:rPr>
              <w:t xml:space="preserve">Als seltsam </w:t>
            </w:r>
            <w:r w:rsidR="00B82F45">
              <w:rPr>
                <w:color w:val="0070C0"/>
              </w:rPr>
              <w:t>erlebte</w:t>
            </w:r>
            <w:r w:rsidR="00DC5FBF">
              <w:rPr>
                <w:color w:val="0070C0"/>
              </w:rPr>
              <w:t>/ merkwürdige</w:t>
            </w:r>
            <w:r w:rsidR="00C422EF">
              <w:rPr>
                <w:color w:val="0070C0"/>
              </w:rPr>
              <w:t xml:space="preserve"> </w:t>
            </w:r>
            <w:r w:rsidR="00C422EF" w:rsidRPr="00D465B5">
              <w:rPr>
                <w:color w:val="0070C0"/>
                <w:u w:val="single"/>
              </w:rPr>
              <w:t>weibliche Reisebekanntschaften</w:t>
            </w:r>
            <w:r w:rsidR="004C1741">
              <w:rPr>
                <w:color w:val="0070C0"/>
              </w:rPr>
              <w:t xml:space="preserve"> (Z. 14-17</w:t>
            </w:r>
            <w:r w:rsidR="000F435D">
              <w:rPr>
                <w:color w:val="0070C0"/>
              </w:rPr>
              <w:t>)</w:t>
            </w:r>
          </w:p>
          <w:p w:rsidR="000F435D" w:rsidRDefault="000F435D" w:rsidP="000F435D">
            <w:pPr>
              <w:pStyle w:val="Listenabsatz"/>
              <w:numPr>
                <w:ilvl w:val="0"/>
                <w:numId w:val="11"/>
              </w:numPr>
              <w:ind w:left="320" w:hanging="284"/>
              <w:rPr>
                <w:color w:val="0070C0"/>
              </w:rPr>
            </w:pPr>
            <w:r>
              <w:rPr>
                <w:color w:val="0070C0"/>
              </w:rPr>
              <w:t xml:space="preserve">Das </w:t>
            </w:r>
            <w:r w:rsidRPr="00225A60">
              <w:rPr>
                <w:color w:val="0070C0"/>
                <w:u w:val="single"/>
              </w:rPr>
              <w:t>Gefühl der Fremdheit</w:t>
            </w:r>
            <w:r w:rsidR="00EE3C26">
              <w:rPr>
                <w:color w:val="0070C0"/>
                <w:u w:val="single"/>
              </w:rPr>
              <w:t>/ der Mangel an Bekanntem</w:t>
            </w:r>
            <w:r>
              <w:rPr>
                <w:color w:val="0070C0"/>
              </w:rPr>
              <w:t xml:space="preserve"> w</w:t>
            </w:r>
            <w:r w:rsidR="00B82F45">
              <w:rPr>
                <w:color w:val="0070C0"/>
              </w:rPr>
              <w:t xml:space="preserve">ird als </w:t>
            </w:r>
            <w:r w:rsidR="00B82F45" w:rsidRPr="00225A60">
              <w:rPr>
                <w:color w:val="0070C0"/>
                <w:u w:val="single"/>
              </w:rPr>
              <w:t>unangenehm</w:t>
            </w:r>
            <w:r w:rsidR="00B82F45">
              <w:rPr>
                <w:color w:val="0070C0"/>
              </w:rPr>
              <w:t xml:space="preserve"> </w:t>
            </w:r>
            <w:r w:rsidR="00D465B5">
              <w:rPr>
                <w:color w:val="0070C0"/>
              </w:rPr>
              <w:t>empfunden</w:t>
            </w:r>
            <w:r w:rsidR="004C1741">
              <w:rPr>
                <w:color w:val="0070C0"/>
              </w:rPr>
              <w:t xml:space="preserve"> (Z. 19-22</w:t>
            </w:r>
            <w:r w:rsidR="00B82F45">
              <w:rPr>
                <w:color w:val="0070C0"/>
              </w:rPr>
              <w:t>.</w:t>
            </w:r>
            <w:r>
              <w:rPr>
                <w:color w:val="0070C0"/>
              </w:rPr>
              <w:t xml:space="preserve"> </w:t>
            </w:r>
            <w:r w:rsidR="00B82F45">
              <w:rPr>
                <w:color w:val="0070C0"/>
              </w:rPr>
              <w:t>Fernsehprogramm</w:t>
            </w:r>
            <w:r>
              <w:rPr>
                <w:color w:val="0070C0"/>
              </w:rPr>
              <w:t xml:space="preserve">, </w:t>
            </w:r>
            <w:r w:rsidR="004C1741">
              <w:rPr>
                <w:color w:val="0070C0"/>
              </w:rPr>
              <w:t>Z. 22-23</w:t>
            </w:r>
            <w:r w:rsidR="00EE3C26">
              <w:rPr>
                <w:color w:val="0070C0"/>
              </w:rPr>
              <w:t xml:space="preserve"> Gefühl des Nichtexistierens, </w:t>
            </w:r>
            <w:r w:rsidR="004C1741">
              <w:rPr>
                <w:color w:val="0070C0"/>
              </w:rPr>
              <w:br/>
              <w:t>Z. 23-24 Zeitungen, Z. 24-25</w:t>
            </w:r>
            <w:r w:rsidR="00D41503">
              <w:rPr>
                <w:color w:val="0070C0"/>
              </w:rPr>
              <w:t xml:space="preserve"> Telefon, </w:t>
            </w:r>
            <w:r w:rsidR="00AE54B6">
              <w:rPr>
                <w:color w:val="0070C0"/>
              </w:rPr>
              <w:t>Z. 27</w:t>
            </w:r>
            <w:r>
              <w:rPr>
                <w:color w:val="0070C0"/>
              </w:rPr>
              <w:t xml:space="preserve"> Essen, Serviererin)</w:t>
            </w:r>
          </w:p>
          <w:p w:rsidR="000F435D" w:rsidRDefault="000F435D" w:rsidP="000F435D">
            <w:pPr>
              <w:pStyle w:val="Listenabsatz"/>
              <w:numPr>
                <w:ilvl w:val="0"/>
                <w:numId w:val="11"/>
              </w:numPr>
              <w:ind w:left="320" w:hanging="284"/>
              <w:rPr>
                <w:color w:val="0070C0"/>
              </w:rPr>
            </w:pPr>
            <w:r>
              <w:rPr>
                <w:color w:val="0070C0"/>
              </w:rPr>
              <w:t xml:space="preserve">Enttäuschte </w:t>
            </w:r>
            <w:r w:rsidR="00B82F45">
              <w:rPr>
                <w:color w:val="0070C0"/>
                <w:u w:val="single"/>
              </w:rPr>
              <w:t>Erwartungen</w:t>
            </w:r>
            <w:r w:rsidRPr="000F435D">
              <w:rPr>
                <w:color w:val="0070C0"/>
                <w:u w:val="single"/>
              </w:rPr>
              <w:t>/ Vorstellungen</w:t>
            </w:r>
            <w:r>
              <w:rPr>
                <w:color w:val="0070C0"/>
              </w:rPr>
              <w:t xml:space="preserve"> v</w:t>
            </w:r>
            <w:r w:rsidR="00AE54B6">
              <w:rPr>
                <w:color w:val="0070C0"/>
              </w:rPr>
              <w:t>on den bereisten Ländern (Z. 32-33</w:t>
            </w:r>
            <w:r>
              <w:rPr>
                <w:color w:val="0070C0"/>
              </w:rPr>
              <w:t>.)</w:t>
            </w:r>
          </w:p>
          <w:p w:rsidR="00EE3C26" w:rsidRPr="00C422EF" w:rsidRDefault="00225A60" w:rsidP="000F435D">
            <w:pPr>
              <w:pStyle w:val="Listenabsatz"/>
              <w:numPr>
                <w:ilvl w:val="0"/>
                <w:numId w:val="11"/>
              </w:numPr>
              <w:ind w:left="320" w:hanging="284"/>
              <w:rPr>
                <w:color w:val="0070C0"/>
              </w:rPr>
            </w:pPr>
            <w:r w:rsidRPr="0092354D">
              <w:rPr>
                <w:color w:val="0070C0"/>
                <w:u w:val="single"/>
              </w:rPr>
              <w:t>K</w:t>
            </w:r>
            <w:r w:rsidR="00EE3C26" w:rsidRPr="0092354D">
              <w:rPr>
                <w:color w:val="0070C0"/>
                <w:u w:val="single"/>
              </w:rPr>
              <w:t>leine Katastrophen</w:t>
            </w:r>
            <w:r w:rsidRPr="00225A60">
              <w:rPr>
                <w:color w:val="0070C0"/>
              </w:rPr>
              <w:t xml:space="preserve">, die nicht näher </w:t>
            </w:r>
            <w:r w:rsidR="0092354D">
              <w:rPr>
                <w:color w:val="0070C0"/>
              </w:rPr>
              <w:t>beschrieben</w:t>
            </w:r>
            <w:r w:rsidRPr="00225A60">
              <w:rPr>
                <w:color w:val="0070C0"/>
              </w:rPr>
              <w:t xml:space="preserve"> werden</w:t>
            </w:r>
            <w:r w:rsidR="00AE54B6">
              <w:rPr>
                <w:color w:val="0070C0"/>
              </w:rPr>
              <w:t xml:space="preserve"> (Z. 44</w:t>
            </w:r>
            <w:r w:rsidR="00EE3C26">
              <w:rPr>
                <w:color w:val="0070C0"/>
              </w:rPr>
              <w:t>)</w:t>
            </w:r>
          </w:p>
          <w:p w:rsidR="00C23141" w:rsidRPr="00A819EA" w:rsidRDefault="00C23141" w:rsidP="00C23141">
            <w:pPr>
              <w:jc w:val="both"/>
              <w:rPr>
                <w:sz w:val="28"/>
                <w:szCs w:val="28"/>
              </w:rPr>
            </w:pPr>
          </w:p>
          <w:p w:rsidR="00C23141" w:rsidRPr="001D3E54" w:rsidRDefault="00C23141" w:rsidP="00887743">
            <w:pPr>
              <w:jc w:val="both"/>
              <w:rPr>
                <w:sz w:val="10"/>
                <w:szCs w:val="32"/>
              </w:rPr>
            </w:pPr>
          </w:p>
        </w:tc>
        <w:tc>
          <w:tcPr>
            <w:tcW w:w="614" w:type="dxa"/>
          </w:tcPr>
          <w:p w:rsidR="00C23141" w:rsidRPr="00A819EA" w:rsidRDefault="00C23141" w:rsidP="00C23141">
            <w:pPr>
              <w:jc w:val="both"/>
            </w:pPr>
          </w:p>
        </w:tc>
        <w:tc>
          <w:tcPr>
            <w:tcW w:w="616" w:type="dxa"/>
            <w:vAlign w:val="bottom"/>
          </w:tcPr>
          <w:p w:rsidR="00C23141" w:rsidRPr="00D465B5" w:rsidRDefault="00C23141" w:rsidP="00B023AA">
            <w:pPr>
              <w:jc w:val="right"/>
              <w:rPr>
                <w:b/>
              </w:rPr>
            </w:pPr>
            <w:r w:rsidRPr="00D465B5">
              <w:rPr>
                <w:b/>
              </w:rPr>
              <w:t>/</w:t>
            </w:r>
            <w:r w:rsidR="00EE3C26" w:rsidRPr="00D465B5">
              <w:rPr>
                <w:b/>
              </w:rPr>
              <w:t>2</w:t>
            </w:r>
          </w:p>
        </w:tc>
      </w:tr>
      <w:tr w:rsidR="003064E7" w:rsidRPr="00586F3D" w:rsidTr="00426012">
        <w:tc>
          <w:tcPr>
            <w:tcW w:w="383" w:type="dxa"/>
          </w:tcPr>
          <w:p w:rsidR="003064E7" w:rsidRPr="00C23141" w:rsidRDefault="00C23141" w:rsidP="008362F8">
            <w:pPr>
              <w:jc w:val="both"/>
            </w:pPr>
            <w:r w:rsidRPr="00C23141">
              <w:t>5</w:t>
            </w:r>
            <w:r w:rsidR="003064E7" w:rsidRPr="00C23141">
              <w:t>.</w:t>
            </w:r>
          </w:p>
        </w:tc>
        <w:tc>
          <w:tcPr>
            <w:tcW w:w="7873" w:type="dxa"/>
            <w:gridSpan w:val="4"/>
          </w:tcPr>
          <w:p w:rsidR="00573325" w:rsidRPr="0020121D" w:rsidRDefault="0020121D" w:rsidP="00654B39">
            <w:r w:rsidRPr="0020121D">
              <w:t>Was motivierte den Jungen zu seiner Asienreise?</w:t>
            </w:r>
            <w:r>
              <w:t xml:space="preserve"> </w:t>
            </w:r>
            <w:r w:rsidR="00510BB5">
              <w:t>Führen</w:t>
            </w:r>
            <w:r>
              <w:t xml:space="preserve"> Sie </w:t>
            </w:r>
            <w:r w:rsidR="00F00B16">
              <w:t>zwei unterschiedliche Gründe</w:t>
            </w:r>
            <w:r>
              <w:t xml:space="preserve"> </w:t>
            </w:r>
            <w:r w:rsidRPr="00654B39">
              <w:rPr>
                <w:u w:val="single"/>
              </w:rPr>
              <w:t>in eigenen Worten</w:t>
            </w:r>
            <w:r w:rsidR="005B078B">
              <w:rPr>
                <w:u w:val="single"/>
              </w:rPr>
              <w:t xml:space="preserve"> und ganzen Sätzen</w:t>
            </w:r>
            <w:r w:rsidR="00510BB5">
              <w:t xml:space="preserve"> an</w:t>
            </w:r>
            <w:r>
              <w:t>.</w:t>
            </w:r>
            <w:r w:rsidR="00D465B5">
              <w:t xml:space="preserve"> </w:t>
            </w:r>
            <w:r w:rsidR="00D465B5" w:rsidRPr="00446E06">
              <w:rPr>
                <w:color w:val="3366FF"/>
              </w:rPr>
              <w:t>(</w:t>
            </w:r>
            <w:r w:rsidR="00446E06">
              <w:rPr>
                <w:color w:val="3366FF"/>
              </w:rPr>
              <w:t>2</w:t>
            </w:r>
            <w:r w:rsidR="00D465B5" w:rsidRPr="00446E06">
              <w:rPr>
                <w:color w:val="0070C0"/>
              </w:rPr>
              <w:t xml:space="preserve"> x 1 Pkt.</w:t>
            </w:r>
            <w:r w:rsidR="00B94257">
              <w:rPr>
                <w:color w:val="0070C0"/>
              </w:rPr>
              <w:t>, 1 Pkt. Abzug</w:t>
            </w:r>
            <w:r w:rsidR="00654B39" w:rsidRPr="00446E06">
              <w:rPr>
                <w:color w:val="0070C0"/>
              </w:rPr>
              <w:t>, wenn Formulierungen aus dem Text übernommen wurden)</w:t>
            </w:r>
          </w:p>
          <w:p w:rsidR="000F435D" w:rsidRDefault="000F435D" w:rsidP="008362F8">
            <w:pPr>
              <w:jc w:val="both"/>
              <w:rPr>
                <w:sz w:val="28"/>
                <w:szCs w:val="28"/>
              </w:rPr>
            </w:pPr>
          </w:p>
          <w:p w:rsidR="0020121D" w:rsidRDefault="005838E5" w:rsidP="0020121D">
            <w:pPr>
              <w:pStyle w:val="Listenabsatz"/>
              <w:numPr>
                <w:ilvl w:val="0"/>
                <w:numId w:val="12"/>
              </w:numPr>
              <w:ind w:left="320" w:hanging="320"/>
              <w:jc w:val="both"/>
              <w:rPr>
                <w:color w:val="0070C0"/>
              </w:rPr>
            </w:pPr>
            <w:r>
              <w:rPr>
                <w:color w:val="0070C0"/>
              </w:rPr>
              <w:t xml:space="preserve">Er erlebt die </w:t>
            </w:r>
            <w:r w:rsidR="00654B39">
              <w:rPr>
                <w:color w:val="0070C0"/>
              </w:rPr>
              <w:t>Situation im Heimatland</w:t>
            </w:r>
            <w:r w:rsidR="0020121D">
              <w:rPr>
                <w:color w:val="0070C0"/>
              </w:rPr>
              <w:t xml:space="preserve"> </w:t>
            </w:r>
            <w:r>
              <w:rPr>
                <w:color w:val="0070C0"/>
              </w:rPr>
              <w:t>als unbefriedigend</w:t>
            </w:r>
            <w:r w:rsidR="00AF0657">
              <w:rPr>
                <w:color w:val="0070C0"/>
              </w:rPr>
              <w:t>.</w:t>
            </w:r>
            <w:r>
              <w:rPr>
                <w:color w:val="0070C0"/>
              </w:rPr>
              <w:t xml:space="preserve"> </w:t>
            </w:r>
            <w:r w:rsidR="00F00B16">
              <w:rPr>
                <w:color w:val="0070C0"/>
              </w:rPr>
              <w:t>(Z. 11</w:t>
            </w:r>
            <w:r w:rsidR="0020121D">
              <w:rPr>
                <w:color w:val="0070C0"/>
              </w:rPr>
              <w:t>)</w:t>
            </w:r>
          </w:p>
          <w:p w:rsidR="00253283" w:rsidRDefault="005838E5" w:rsidP="00253283">
            <w:pPr>
              <w:pStyle w:val="Listenabsatz"/>
              <w:numPr>
                <w:ilvl w:val="0"/>
                <w:numId w:val="12"/>
              </w:numPr>
              <w:ind w:left="320" w:hanging="320"/>
              <w:jc w:val="both"/>
              <w:rPr>
                <w:color w:val="0070C0"/>
              </w:rPr>
            </w:pPr>
            <w:r>
              <w:rPr>
                <w:color w:val="0070C0"/>
              </w:rPr>
              <w:t xml:space="preserve">Er hat einen </w:t>
            </w:r>
            <w:r w:rsidR="00253283">
              <w:rPr>
                <w:color w:val="0070C0"/>
              </w:rPr>
              <w:t xml:space="preserve">Mangel an Erlebnissen/ </w:t>
            </w:r>
            <w:r w:rsidR="00B82F45">
              <w:rPr>
                <w:color w:val="0070C0"/>
              </w:rPr>
              <w:t xml:space="preserve">an </w:t>
            </w:r>
            <w:r w:rsidR="00253283">
              <w:rPr>
                <w:color w:val="0070C0"/>
              </w:rPr>
              <w:t>Perspektiven daheim</w:t>
            </w:r>
            <w:r w:rsidR="00AF0657">
              <w:rPr>
                <w:color w:val="0070C0"/>
              </w:rPr>
              <w:t>.</w:t>
            </w:r>
            <w:r w:rsidR="00253283">
              <w:rPr>
                <w:color w:val="0070C0"/>
              </w:rPr>
              <w:t xml:space="preserve"> (Z. 11f.)</w:t>
            </w:r>
            <w:r>
              <w:rPr>
                <w:color w:val="0070C0"/>
              </w:rPr>
              <w:t>.</w:t>
            </w:r>
          </w:p>
          <w:p w:rsidR="0020121D" w:rsidRDefault="005838E5" w:rsidP="0020121D">
            <w:pPr>
              <w:pStyle w:val="Listenabsatz"/>
              <w:numPr>
                <w:ilvl w:val="0"/>
                <w:numId w:val="12"/>
              </w:numPr>
              <w:ind w:left="320" w:hanging="320"/>
              <w:jc w:val="both"/>
              <w:rPr>
                <w:color w:val="0070C0"/>
              </w:rPr>
            </w:pPr>
            <w:r>
              <w:rPr>
                <w:color w:val="0070C0"/>
              </w:rPr>
              <w:t>Er hofft</w:t>
            </w:r>
            <w:r w:rsidR="00253283">
              <w:rPr>
                <w:color w:val="0070C0"/>
              </w:rPr>
              <w:t>, n</w:t>
            </w:r>
            <w:r w:rsidR="0020121D">
              <w:rPr>
                <w:color w:val="0070C0"/>
              </w:rPr>
              <w:t xml:space="preserve">eue Bekanntschaften </w:t>
            </w:r>
            <w:r w:rsidR="00253283">
              <w:rPr>
                <w:color w:val="0070C0"/>
              </w:rPr>
              <w:t xml:space="preserve">zu machen </w:t>
            </w:r>
            <w:r w:rsidR="00F00B16">
              <w:rPr>
                <w:color w:val="0070C0"/>
              </w:rPr>
              <w:t>(Z. 13-14</w:t>
            </w:r>
            <w:r w:rsidR="0020121D">
              <w:rPr>
                <w:color w:val="0070C0"/>
              </w:rPr>
              <w:t>)</w:t>
            </w:r>
          </w:p>
          <w:p w:rsidR="00B82F45" w:rsidRDefault="005838E5" w:rsidP="00B82F45">
            <w:pPr>
              <w:pStyle w:val="Listenabsatz"/>
              <w:numPr>
                <w:ilvl w:val="0"/>
                <w:numId w:val="12"/>
              </w:numPr>
              <w:ind w:left="320" w:hanging="320"/>
              <w:jc w:val="both"/>
              <w:rPr>
                <w:color w:val="0070C0"/>
              </w:rPr>
            </w:pPr>
            <w:r>
              <w:rPr>
                <w:color w:val="0070C0"/>
              </w:rPr>
              <w:t xml:space="preserve">Er träumt </w:t>
            </w:r>
            <w:r w:rsidR="0020121D">
              <w:rPr>
                <w:color w:val="0070C0"/>
              </w:rPr>
              <w:t xml:space="preserve">von </w:t>
            </w:r>
            <w:r w:rsidR="00F00B16">
              <w:rPr>
                <w:color w:val="0070C0"/>
              </w:rPr>
              <w:t xml:space="preserve">Freiheit/ Abenteuer/ </w:t>
            </w:r>
            <w:r w:rsidR="0020121D">
              <w:rPr>
                <w:color w:val="0070C0"/>
              </w:rPr>
              <w:t>Exotik</w:t>
            </w:r>
            <w:r w:rsidR="00AF0657">
              <w:rPr>
                <w:color w:val="0070C0"/>
              </w:rPr>
              <w:t>.</w:t>
            </w:r>
            <w:r w:rsidR="00F00B16">
              <w:rPr>
                <w:color w:val="0070C0"/>
              </w:rPr>
              <w:t xml:space="preserve"> (Z. 33-34</w:t>
            </w:r>
            <w:r w:rsidR="0020121D">
              <w:rPr>
                <w:color w:val="0070C0"/>
              </w:rPr>
              <w:t>)</w:t>
            </w:r>
          </w:p>
          <w:p w:rsidR="003064E7" w:rsidRDefault="003064E7" w:rsidP="008362F8">
            <w:pPr>
              <w:jc w:val="both"/>
              <w:rPr>
                <w:sz w:val="28"/>
                <w:szCs w:val="28"/>
              </w:rPr>
            </w:pPr>
          </w:p>
          <w:p w:rsidR="00A0208F" w:rsidRPr="00A819EA" w:rsidRDefault="00A0208F" w:rsidP="008362F8">
            <w:pPr>
              <w:jc w:val="both"/>
              <w:rPr>
                <w:sz w:val="28"/>
                <w:szCs w:val="28"/>
              </w:rPr>
            </w:pPr>
          </w:p>
          <w:p w:rsidR="003064E7" w:rsidRPr="001D3E54" w:rsidRDefault="003064E7" w:rsidP="00370312">
            <w:pPr>
              <w:jc w:val="both"/>
              <w:rPr>
                <w:sz w:val="10"/>
                <w:szCs w:val="32"/>
              </w:rPr>
            </w:pPr>
          </w:p>
        </w:tc>
        <w:tc>
          <w:tcPr>
            <w:tcW w:w="614" w:type="dxa"/>
          </w:tcPr>
          <w:p w:rsidR="003064E7" w:rsidRPr="00A819EA" w:rsidRDefault="003064E7" w:rsidP="008362F8">
            <w:pPr>
              <w:jc w:val="both"/>
            </w:pPr>
          </w:p>
        </w:tc>
        <w:tc>
          <w:tcPr>
            <w:tcW w:w="616" w:type="dxa"/>
            <w:vAlign w:val="bottom"/>
          </w:tcPr>
          <w:p w:rsidR="003064E7" w:rsidRPr="00D465B5" w:rsidRDefault="003064E7" w:rsidP="00B023AA">
            <w:pPr>
              <w:jc w:val="right"/>
              <w:rPr>
                <w:b/>
              </w:rPr>
            </w:pPr>
            <w:r w:rsidRPr="00D465B5">
              <w:rPr>
                <w:b/>
              </w:rPr>
              <w:t>/</w:t>
            </w:r>
            <w:r w:rsidR="00F00B16">
              <w:rPr>
                <w:b/>
              </w:rPr>
              <w:t>2</w:t>
            </w:r>
          </w:p>
        </w:tc>
      </w:tr>
      <w:tr w:rsidR="00DD34A1" w:rsidRPr="00586F3D" w:rsidTr="00426012">
        <w:tc>
          <w:tcPr>
            <w:tcW w:w="383" w:type="dxa"/>
          </w:tcPr>
          <w:p w:rsidR="00DD34A1" w:rsidRPr="00C23141" w:rsidRDefault="00C23141" w:rsidP="008362F8">
            <w:pPr>
              <w:jc w:val="both"/>
            </w:pPr>
            <w:r w:rsidRPr="00C23141">
              <w:t>6</w:t>
            </w:r>
            <w:r w:rsidR="00DD34A1" w:rsidRPr="00C23141">
              <w:t>.</w:t>
            </w:r>
          </w:p>
        </w:tc>
        <w:tc>
          <w:tcPr>
            <w:tcW w:w="7873" w:type="dxa"/>
            <w:gridSpan w:val="4"/>
          </w:tcPr>
          <w:p w:rsidR="00D450F8" w:rsidRPr="00D450F8" w:rsidRDefault="00D450F8" w:rsidP="00D450F8">
            <w:pPr>
              <w:jc w:val="both"/>
            </w:pPr>
            <w:r w:rsidRPr="00D450F8">
              <w:t>Z. 04</w:t>
            </w:r>
            <w:r>
              <w:rPr>
                <w:i/>
              </w:rPr>
              <w:t xml:space="preserve">: </w:t>
            </w:r>
            <w:r w:rsidRPr="00D450F8">
              <w:rPr>
                <w:i/>
              </w:rPr>
              <w:t>"</w:t>
            </w:r>
            <w:r w:rsidR="001E49E4" w:rsidRPr="001E49E4">
              <w:t>[</w:t>
            </w:r>
            <w:r w:rsidRPr="001E49E4">
              <w:t>...</w:t>
            </w:r>
            <w:r w:rsidR="001E49E4" w:rsidRPr="001E49E4">
              <w:t>]</w:t>
            </w:r>
            <w:r w:rsidR="001E49E4">
              <w:rPr>
                <w:i/>
              </w:rPr>
              <w:t xml:space="preserve"> </w:t>
            </w:r>
            <w:r w:rsidRPr="00D450F8">
              <w:rPr>
                <w:i/>
              </w:rPr>
              <w:t>irgendwann werde ich</w:t>
            </w:r>
            <w:r w:rsidR="001E49E4">
              <w:rPr>
                <w:i/>
              </w:rPr>
              <w:t xml:space="preserve"> </w:t>
            </w:r>
            <w:r w:rsidR="001E49E4" w:rsidRPr="001E49E4">
              <w:t>[</w:t>
            </w:r>
            <w:r w:rsidRPr="001E49E4">
              <w:t>...</w:t>
            </w:r>
            <w:r w:rsidR="001E49E4" w:rsidRPr="001E49E4">
              <w:t>]</w:t>
            </w:r>
            <w:r w:rsidRPr="00D450F8">
              <w:rPr>
                <w:i/>
              </w:rPr>
              <w:t xml:space="preserve"> was Kreatives machen." </w:t>
            </w:r>
            <w:r>
              <w:t>Geben Sie zwei Beispiele für sogenannte "kreative Berufe"</w:t>
            </w:r>
            <w:r w:rsidR="00910318">
              <w:t xml:space="preserve"> (Stichworte)</w:t>
            </w:r>
            <w:r>
              <w:t xml:space="preserve">: </w:t>
            </w:r>
            <w:r w:rsidRPr="00D465B5">
              <w:rPr>
                <w:color w:val="3366FF"/>
              </w:rPr>
              <w:t>(</w:t>
            </w:r>
            <w:r>
              <w:rPr>
                <w:color w:val="0070C0"/>
              </w:rPr>
              <w:t>2</w:t>
            </w:r>
            <w:r w:rsidRPr="00D465B5">
              <w:rPr>
                <w:color w:val="0070C0"/>
              </w:rPr>
              <w:t xml:space="preserve"> x </w:t>
            </w:r>
            <w:r>
              <w:rPr>
                <w:color w:val="0070C0"/>
              </w:rPr>
              <w:t>0,5</w:t>
            </w:r>
            <w:r w:rsidRPr="00D465B5">
              <w:rPr>
                <w:color w:val="0070C0"/>
              </w:rPr>
              <w:t xml:space="preserve"> Pkt.)</w:t>
            </w:r>
          </w:p>
          <w:p w:rsidR="00573325" w:rsidRDefault="00573325" w:rsidP="00A819EA">
            <w:pPr>
              <w:jc w:val="both"/>
              <w:rPr>
                <w:sz w:val="28"/>
                <w:szCs w:val="28"/>
              </w:rPr>
            </w:pPr>
          </w:p>
          <w:p w:rsidR="00573325" w:rsidRPr="0020121D" w:rsidRDefault="00910318" w:rsidP="00370312">
            <w:pPr>
              <w:pStyle w:val="Listenabsatz"/>
              <w:ind w:left="36"/>
              <w:jc w:val="both"/>
              <w:rPr>
                <w:color w:val="0070C0"/>
              </w:rPr>
            </w:pPr>
            <w:r>
              <w:rPr>
                <w:color w:val="0070C0"/>
              </w:rPr>
              <w:t xml:space="preserve">Maler, Bildhauer, Architekt, Musiker, </w:t>
            </w:r>
            <w:r w:rsidR="001A63B6">
              <w:rPr>
                <w:color w:val="0070C0"/>
              </w:rPr>
              <w:t xml:space="preserve">Komponist, </w:t>
            </w:r>
            <w:r>
              <w:rPr>
                <w:color w:val="0070C0"/>
              </w:rPr>
              <w:t>Sänger, Schriftsteller, Tänzer</w:t>
            </w:r>
            <w:r w:rsidR="00370312">
              <w:rPr>
                <w:color w:val="0070C0"/>
              </w:rPr>
              <w:t>, ...</w:t>
            </w:r>
          </w:p>
          <w:p w:rsidR="00A819EA" w:rsidRPr="00A819EA" w:rsidRDefault="00A819EA" w:rsidP="00A819EA">
            <w:pPr>
              <w:jc w:val="both"/>
              <w:rPr>
                <w:sz w:val="28"/>
                <w:szCs w:val="28"/>
              </w:rPr>
            </w:pPr>
          </w:p>
          <w:p w:rsidR="00DD34A1" w:rsidRPr="001D3E54" w:rsidRDefault="00DD34A1" w:rsidP="00910318">
            <w:pPr>
              <w:jc w:val="both"/>
              <w:rPr>
                <w:sz w:val="10"/>
                <w:szCs w:val="32"/>
              </w:rPr>
            </w:pPr>
          </w:p>
        </w:tc>
        <w:tc>
          <w:tcPr>
            <w:tcW w:w="614" w:type="dxa"/>
          </w:tcPr>
          <w:p w:rsidR="00DD34A1" w:rsidRPr="00A819EA" w:rsidRDefault="00DD34A1" w:rsidP="008362F8">
            <w:pPr>
              <w:jc w:val="both"/>
            </w:pPr>
          </w:p>
        </w:tc>
        <w:tc>
          <w:tcPr>
            <w:tcW w:w="616" w:type="dxa"/>
            <w:vAlign w:val="bottom"/>
          </w:tcPr>
          <w:p w:rsidR="00DD34A1" w:rsidRPr="00D465B5" w:rsidRDefault="00DD34A1" w:rsidP="00DD34A1">
            <w:pPr>
              <w:jc w:val="right"/>
              <w:rPr>
                <w:b/>
              </w:rPr>
            </w:pPr>
            <w:r w:rsidRPr="00D465B5">
              <w:rPr>
                <w:b/>
              </w:rPr>
              <w:t>/</w:t>
            </w:r>
            <w:r w:rsidR="00D450F8">
              <w:rPr>
                <w:b/>
              </w:rPr>
              <w:t>1</w:t>
            </w:r>
          </w:p>
        </w:tc>
      </w:tr>
      <w:tr w:rsidR="00F11A16" w:rsidRPr="00586F3D" w:rsidTr="00426012">
        <w:tc>
          <w:tcPr>
            <w:tcW w:w="383" w:type="dxa"/>
          </w:tcPr>
          <w:p w:rsidR="00F11A16" w:rsidRPr="00C23141" w:rsidRDefault="00C23141" w:rsidP="008362F8">
            <w:pPr>
              <w:jc w:val="both"/>
            </w:pPr>
            <w:r w:rsidRPr="00C23141">
              <w:t>7</w:t>
            </w:r>
            <w:r w:rsidR="00F11A16" w:rsidRPr="00C23141">
              <w:t xml:space="preserve">. </w:t>
            </w:r>
          </w:p>
        </w:tc>
        <w:tc>
          <w:tcPr>
            <w:tcW w:w="7873" w:type="dxa"/>
            <w:gridSpan w:val="4"/>
          </w:tcPr>
          <w:p w:rsidR="00573325" w:rsidRPr="009779A7" w:rsidRDefault="009779A7" w:rsidP="009779A7">
            <w:r w:rsidRPr="009779A7">
              <w:t xml:space="preserve">Welche Bedeutung </w:t>
            </w:r>
            <w:r w:rsidR="00F00B16">
              <w:t>haben</w:t>
            </w:r>
            <w:r w:rsidR="00EE3C26">
              <w:t xml:space="preserve"> Fernsehen und Internet für</w:t>
            </w:r>
            <w:r w:rsidR="00D41503">
              <w:t xml:space="preserve"> </w:t>
            </w:r>
            <w:r w:rsidR="00F00B16">
              <w:t>den Jungen?</w:t>
            </w:r>
            <w:r w:rsidR="00EE3C26">
              <w:t xml:space="preserve"> Nennen Sie zwei unterschiedliche Gesichtspunkte</w:t>
            </w:r>
            <w:r w:rsidR="005B078B">
              <w:t xml:space="preserve"> in ganzen Sätzen</w:t>
            </w:r>
            <w:r w:rsidR="00EE3C26">
              <w:t>.</w:t>
            </w:r>
            <w:r w:rsidR="00D465B5">
              <w:t xml:space="preserve"> </w:t>
            </w:r>
            <w:r w:rsidR="00D465B5" w:rsidRPr="00D465B5">
              <w:rPr>
                <w:color w:val="3366FF"/>
              </w:rPr>
              <w:t>(</w:t>
            </w:r>
            <w:r w:rsidR="00D465B5">
              <w:rPr>
                <w:color w:val="0070C0"/>
              </w:rPr>
              <w:t>2</w:t>
            </w:r>
            <w:r w:rsidR="00D465B5" w:rsidRPr="00D465B5">
              <w:rPr>
                <w:color w:val="0070C0"/>
              </w:rPr>
              <w:t xml:space="preserve"> x </w:t>
            </w:r>
            <w:r w:rsidR="00D465B5">
              <w:rPr>
                <w:color w:val="0070C0"/>
              </w:rPr>
              <w:t>1</w:t>
            </w:r>
            <w:r w:rsidR="00D465B5" w:rsidRPr="00D465B5">
              <w:rPr>
                <w:color w:val="0070C0"/>
              </w:rPr>
              <w:t xml:space="preserve"> Pkt.)</w:t>
            </w:r>
          </w:p>
          <w:p w:rsidR="00573325" w:rsidRDefault="00573325" w:rsidP="00D465B5">
            <w:pPr>
              <w:rPr>
                <w:sz w:val="28"/>
                <w:szCs w:val="28"/>
              </w:rPr>
            </w:pPr>
          </w:p>
          <w:p w:rsidR="00EE3C26" w:rsidRPr="00D41503" w:rsidRDefault="0080603E" w:rsidP="00D465B5">
            <w:pPr>
              <w:pStyle w:val="Listenabsatz"/>
              <w:numPr>
                <w:ilvl w:val="0"/>
                <w:numId w:val="13"/>
              </w:numPr>
              <w:ind w:left="178" w:hanging="178"/>
              <w:rPr>
                <w:color w:val="0070C0"/>
              </w:rPr>
            </w:pPr>
            <w:r>
              <w:rPr>
                <w:color w:val="0070C0"/>
              </w:rPr>
              <w:t xml:space="preserve">Sie ermöglichen </w:t>
            </w:r>
            <w:r w:rsidR="00AF0657">
              <w:rPr>
                <w:color w:val="0070C0"/>
              </w:rPr>
              <w:t xml:space="preserve">wichtige </w:t>
            </w:r>
            <w:r w:rsidRPr="00370312">
              <w:rPr>
                <w:color w:val="0070C0"/>
                <w:u w:val="single"/>
              </w:rPr>
              <w:t>soziale Kontakte</w:t>
            </w:r>
            <w:r>
              <w:rPr>
                <w:color w:val="0070C0"/>
              </w:rPr>
              <w:t xml:space="preserve"> </w:t>
            </w:r>
            <w:r w:rsidR="00EE3C26" w:rsidRPr="00D41503">
              <w:rPr>
                <w:color w:val="0070C0"/>
              </w:rPr>
              <w:t>zu</w:t>
            </w:r>
            <w:r>
              <w:rPr>
                <w:color w:val="0070C0"/>
              </w:rPr>
              <w:t>r Heimat und</w:t>
            </w:r>
            <w:r w:rsidR="00EE3C26" w:rsidRPr="00D41503">
              <w:rPr>
                <w:color w:val="0070C0"/>
              </w:rPr>
              <w:t xml:space="preserve"> den Menschen daheim</w:t>
            </w:r>
            <w:r>
              <w:rPr>
                <w:color w:val="0070C0"/>
              </w:rPr>
              <w:t xml:space="preserve">, </w:t>
            </w:r>
            <w:r w:rsidR="00D41503" w:rsidRPr="00D41503">
              <w:rPr>
                <w:color w:val="0070C0"/>
              </w:rPr>
              <w:t>sie</w:t>
            </w:r>
            <w:r w:rsidR="00D41503">
              <w:rPr>
                <w:color w:val="0070C0"/>
              </w:rPr>
              <w:t xml:space="preserve"> </w:t>
            </w:r>
            <w:r w:rsidR="00EE3C26" w:rsidRPr="00D41503">
              <w:rPr>
                <w:color w:val="0070C0"/>
              </w:rPr>
              <w:t xml:space="preserve">schaffen </w:t>
            </w:r>
            <w:r w:rsidR="00D465B5">
              <w:rPr>
                <w:color w:val="0070C0"/>
              </w:rPr>
              <w:t xml:space="preserve">dadurch </w:t>
            </w:r>
            <w:r w:rsidR="00EE3C26" w:rsidRPr="00D465B5">
              <w:rPr>
                <w:color w:val="0070C0"/>
                <w:u w:val="single"/>
              </w:rPr>
              <w:t>Nähe und Vertrautheit</w:t>
            </w:r>
            <w:r w:rsidR="00EE3C26" w:rsidRPr="00D41503">
              <w:rPr>
                <w:color w:val="0070C0"/>
              </w:rPr>
              <w:t>.</w:t>
            </w:r>
          </w:p>
          <w:p w:rsidR="00EE3C26" w:rsidRPr="00887743" w:rsidRDefault="00D41503" w:rsidP="00D465B5">
            <w:pPr>
              <w:pStyle w:val="Listenabsatz"/>
              <w:numPr>
                <w:ilvl w:val="0"/>
                <w:numId w:val="13"/>
              </w:numPr>
              <w:ind w:left="178" w:hanging="178"/>
              <w:rPr>
                <w:color w:val="0070C0"/>
              </w:rPr>
            </w:pPr>
            <w:r w:rsidRPr="00887743">
              <w:rPr>
                <w:color w:val="0070C0"/>
              </w:rPr>
              <w:t xml:space="preserve">Sie sind </w:t>
            </w:r>
            <w:r w:rsidR="00935B58">
              <w:rPr>
                <w:color w:val="0070C0"/>
              </w:rPr>
              <w:t xml:space="preserve">aber </w:t>
            </w:r>
            <w:r w:rsidR="00D465B5" w:rsidRPr="00887743">
              <w:rPr>
                <w:color w:val="0070C0"/>
              </w:rPr>
              <w:t xml:space="preserve">noch mehr, nämlich </w:t>
            </w:r>
            <w:r w:rsidRPr="00887743">
              <w:rPr>
                <w:color w:val="0070C0"/>
                <w:u w:val="single"/>
              </w:rPr>
              <w:t>unverzichtbar</w:t>
            </w:r>
            <w:r w:rsidRPr="00887743">
              <w:rPr>
                <w:color w:val="0070C0"/>
              </w:rPr>
              <w:t xml:space="preserve"> für das Gefühl, zu </w:t>
            </w:r>
            <w:r w:rsidRPr="00F00B16">
              <w:rPr>
                <w:color w:val="0070C0"/>
                <w:u w:val="single"/>
              </w:rPr>
              <w:t>existieren</w:t>
            </w:r>
            <w:r w:rsidR="00654B39" w:rsidRPr="00887743">
              <w:rPr>
                <w:color w:val="0070C0"/>
              </w:rPr>
              <w:t xml:space="preserve">, ja sogar </w:t>
            </w:r>
            <w:r w:rsidR="0080603E" w:rsidRPr="00887743">
              <w:rPr>
                <w:color w:val="0070C0"/>
                <w:u w:val="single"/>
              </w:rPr>
              <w:t>über</w:t>
            </w:r>
            <w:r w:rsidRPr="00887743">
              <w:rPr>
                <w:color w:val="0070C0"/>
                <w:u w:val="single"/>
              </w:rPr>
              <w:t>lebenswichtig</w:t>
            </w:r>
            <w:r w:rsidR="00AF0657">
              <w:rPr>
                <w:color w:val="0070C0"/>
                <w:u w:val="single"/>
              </w:rPr>
              <w:t>.</w:t>
            </w:r>
            <w:r w:rsidR="00F00B16">
              <w:rPr>
                <w:color w:val="0070C0"/>
              </w:rPr>
              <w:t xml:space="preserve"> (Z. 23</w:t>
            </w:r>
            <w:r w:rsidR="00AF0657">
              <w:rPr>
                <w:color w:val="0070C0"/>
              </w:rPr>
              <w:t>.</w:t>
            </w:r>
            <w:r w:rsidR="00F00B16">
              <w:rPr>
                <w:color w:val="0070C0"/>
              </w:rPr>
              <w:t>, Z. 29</w:t>
            </w:r>
            <w:r w:rsidRPr="00887743">
              <w:rPr>
                <w:color w:val="0070C0"/>
              </w:rPr>
              <w:t>)</w:t>
            </w:r>
          </w:p>
          <w:p w:rsidR="00F11A16" w:rsidRPr="00F11A16" w:rsidRDefault="00F11A16" w:rsidP="00A0208F">
            <w:pPr>
              <w:jc w:val="both"/>
              <w:rPr>
                <w:sz w:val="10"/>
                <w:szCs w:val="10"/>
              </w:rPr>
            </w:pPr>
          </w:p>
        </w:tc>
        <w:tc>
          <w:tcPr>
            <w:tcW w:w="614" w:type="dxa"/>
          </w:tcPr>
          <w:p w:rsidR="00F11A16" w:rsidRPr="00A819EA" w:rsidRDefault="00F11A16" w:rsidP="008362F8">
            <w:pPr>
              <w:jc w:val="both"/>
            </w:pPr>
          </w:p>
        </w:tc>
        <w:tc>
          <w:tcPr>
            <w:tcW w:w="616" w:type="dxa"/>
            <w:vAlign w:val="bottom"/>
          </w:tcPr>
          <w:p w:rsidR="00F11A16" w:rsidRPr="00D465B5" w:rsidRDefault="0080603E" w:rsidP="00DD34A1">
            <w:pPr>
              <w:jc w:val="right"/>
              <w:rPr>
                <w:b/>
              </w:rPr>
            </w:pPr>
            <w:r w:rsidRPr="00D465B5">
              <w:rPr>
                <w:b/>
              </w:rPr>
              <w:t>/2</w:t>
            </w:r>
          </w:p>
        </w:tc>
      </w:tr>
      <w:tr w:rsidR="00DD34A1" w:rsidRPr="00586F3D" w:rsidTr="00426012">
        <w:trPr>
          <w:trHeight w:val="283"/>
        </w:trPr>
        <w:tc>
          <w:tcPr>
            <w:tcW w:w="383" w:type="dxa"/>
          </w:tcPr>
          <w:p w:rsidR="00DD34A1" w:rsidRDefault="00DD34A1" w:rsidP="008362F8">
            <w:pPr>
              <w:jc w:val="both"/>
              <w:rPr>
                <w:sz w:val="24"/>
                <w:szCs w:val="30"/>
              </w:rPr>
            </w:pPr>
          </w:p>
        </w:tc>
        <w:tc>
          <w:tcPr>
            <w:tcW w:w="7873" w:type="dxa"/>
            <w:gridSpan w:val="4"/>
          </w:tcPr>
          <w:p w:rsidR="00F11A16" w:rsidRDefault="00F11A16" w:rsidP="008362F8">
            <w:pPr>
              <w:jc w:val="both"/>
              <w:rPr>
                <w:sz w:val="18"/>
                <w:szCs w:val="18"/>
              </w:rPr>
            </w:pPr>
          </w:p>
          <w:p w:rsidR="00116C91" w:rsidRDefault="00116C91" w:rsidP="008362F8">
            <w:pPr>
              <w:jc w:val="both"/>
              <w:rPr>
                <w:sz w:val="18"/>
                <w:szCs w:val="18"/>
              </w:rPr>
            </w:pPr>
          </w:p>
          <w:p w:rsidR="00DD34A1" w:rsidRPr="00F11A16" w:rsidRDefault="00DD34A1" w:rsidP="00D61258">
            <w:pPr>
              <w:jc w:val="both"/>
              <w:rPr>
                <w:sz w:val="18"/>
                <w:szCs w:val="18"/>
              </w:rPr>
            </w:pPr>
            <w:r w:rsidRPr="00927D03">
              <w:rPr>
                <w:sz w:val="18"/>
                <w:szCs w:val="18"/>
              </w:rPr>
              <w:t>Erreichte Punktzahl</w:t>
            </w:r>
            <w:r w:rsidR="00D61258">
              <w:rPr>
                <w:sz w:val="18"/>
                <w:szCs w:val="18"/>
              </w:rPr>
              <w:t>:</w:t>
            </w:r>
          </w:p>
        </w:tc>
        <w:tc>
          <w:tcPr>
            <w:tcW w:w="614" w:type="dxa"/>
          </w:tcPr>
          <w:p w:rsidR="00DD34A1" w:rsidRPr="00A819EA" w:rsidRDefault="00DD34A1" w:rsidP="008362F8">
            <w:pPr>
              <w:jc w:val="both"/>
            </w:pPr>
          </w:p>
          <w:p w:rsidR="00F11A16" w:rsidRPr="00A819EA" w:rsidRDefault="00F11A16" w:rsidP="008362F8">
            <w:pPr>
              <w:jc w:val="both"/>
            </w:pPr>
          </w:p>
        </w:tc>
        <w:tc>
          <w:tcPr>
            <w:tcW w:w="616" w:type="dxa"/>
            <w:vAlign w:val="bottom"/>
          </w:tcPr>
          <w:p w:rsidR="00DD34A1" w:rsidRPr="00D465B5" w:rsidRDefault="00DD34A1" w:rsidP="00F11A16">
            <w:pPr>
              <w:jc w:val="right"/>
              <w:rPr>
                <w:b/>
                <w:sz w:val="18"/>
                <w:szCs w:val="18"/>
              </w:rPr>
            </w:pPr>
            <w:r w:rsidRPr="00D465B5">
              <w:rPr>
                <w:b/>
                <w:sz w:val="18"/>
                <w:szCs w:val="18"/>
              </w:rPr>
              <w:t>/1</w:t>
            </w:r>
            <w:r w:rsidR="00910318">
              <w:rPr>
                <w:b/>
                <w:sz w:val="18"/>
                <w:szCs w:val="18"/>
              </w:rPr>
              <w:t>3</w:t>
            </w:r>
          </w:p>
        </w:tc>
      </w:tr>
    </w:tbl>
    <w:p w:rsidR="00DD34A1" w:rsidRPr="00116C91" w:rsidRDefault="00DD34A1">
      <w:pPr>
        <w:rPr>
          <w:sz w:val="4"/>
          <w:szCs w:val="4"/>
        </w:rPr>
      </w:pPr>
      <w:r w:rsidRPr="00116C91">
        <w:rPr>
          <w:sz w:val="4"/>
          <w:szCs w:val="4"/>
        </w:rPr>
        <w:br w:type="page"/>
      </w:r>
    </w:p>
    <w:tbl>
      <w:tblPr>
        <w:tblStyle w:val="Tabellenraster"/>
        <w:tblW w:w="0" w:type="auto"/>
        <w:tblLook w:val="04A0" w:firstRow="1" w:lastRow="0" w:firstColumn="1" w:lastColumn="0" w:noHBand="0" w:noVBand="1"/>
      </w:tblPr>
      <w:tblGrid>
        <w:gridCol w:w="529"/>
        <w:gridCol w:w="7725"/>
        <w:gridCol w:w="615"/>
        <w:gridCol w:w="617"/>
      </w:tblGrid>
      <w:tr w:rsidR="003064E7" w:rsidRPr="00586F3D" w:rsidTr="005838E5">
        <w:tc>
          <w:tcPr>
            <w:tcW w:w="531" w:type="dxa"/>
            <w:shd w:val="clear" w:color="auto" w:fill="D9D9D9" w:themeFill="background1" w:themeFillShade="D9"/>
          </w:tcPr>
          <w:p w:rsidR="003064E7" w:rsidRPr="00BE1A30" w:rsidRDefault="003064E7" w:rsidP="008362F8">
            <w:pPr>
              <w:jc w:val="both"/>
            </w:pPr>
          </w:p>
        </w:tc>
        <w:tc>
          <w:tcPr>
            <w:tcW w:w="7949" w:type="dxa"/>
            <w:shd w:val="clear" w:color="auto" w:fill="D9D9D9" w:themeFill="background1" w:themeFillShade="D9"/>
          </w:tcPr>
          <w:p w:rsidR="003064E7" w:rsidRPr="00586F3D" w:rsidRDefault="003064E7" w:rsidP="008362F8">
            <w:pPr>
              <w:jc w:val="both"/>
              <w:rPr>
                <w:sz w:val="24"/>
                <w:szCs w:val="30"/>
              </w:rPr>
            </w:pPr>
            <w:r w:rsidRPr="007C1261">
              <w:rPr>
                <w:sz w:val="32"/>
                <w:szCs w:val="30"/>
              </w:rPr>
              <w:t>Wortschatz</w:t>
            </w:r>
          </w:p>
        </w:tc>
        <w:tc>
          <w:tcPr>
            <w:tcW w:w="615" w:type="dxa"/>
            <w:shd w:val="clear" w:color="auto" w:fill="D9D9D9" w:themeFill="background1" w:themeFillShade="D9"/>
          </w:tcPr>
          <w:p w:rsidR="003064E7" w:rsidRPr="00586F3D" w:rsidRDefault="003064E7" w:rsidP="008362F8">
            <w:pPr>
              <w:jc w:val="both"/>
              <w:rPr>
                <w:sz w:val="10"/>
                <w:szCs w:val="10"/>
              </w:rPr>
            </w:pPr>
            <w:r>
              <w:rPr>
                <w:sz w:val="10"/>
                <w:szCs w:val="10"/>
              </w:rPr>
              <w:t>Erreichte Punktzahl</w:t>
            </w:r>
          </w:p>
        </w:tc>
        <w:tc>
          <w:tcPr>
            <w:tcW w:w="617" w:type="dxa"/>
            <w:shd w:val="clear" w:color="auto" w:fill="D9D9D9" w:themeFill="background1" w:themeFillShade="D9"/>
          </w:tcPr>
          <w:p w:rsidR="003064E7" w:rsidRPr="00586F3D" w:rsidRDefault="003064E7" w:rsidP="008362F8">
            <w:pPr>
              <w:jc w:val="both"/>
              <w:rPr>
                <w:sz w:val="10"/>
                <w:szCs w:val="10"/>
              </w:rPr>
            </w:pPr>
            <w:r>
              <w:rPr>
                <w:sz w:val="10"/>
                <w:szCs w:val="10"/>
              </w:rPr>
              <w:t>Maximale Punktzahl</w:t>
            </w:r>
          </w:p>
        </w:tc>
      </w:tr>
      <w:tr w:rsidR="00A25BDF" w:rsidRPr="00586F3D" w:rsidTr="005838E5">
        <w:tc>
          <w:tcPr>
            <w:tcW w:w="531" w:type="dxa"/>
          </w:tcPr>
          <w:p w:rsidR="00A25BDF" w:rsidRPr="00BE1A30" w:rsidRDefault="00BE1A30" w:rsidP="008362F8">
            <w:pPr>
              <w:jc w:val="both"/>
            </w:pPr>
            <w:r w:rsidRPr="00BE1A30">
              <w:t>8</w:t>
            </w:r>
            <w:r w:rsidR="00A25BDF" w:rsidRPr="00BE1A30">
              <w:t>.</w:t>
            </w:r>
          </w:p>
        </w:tc>
        <w:tc>
          <w:tcPr>
            <w:tcW w:w="7949" w:type="dxa"/>
          </w:tcPr>
          <w:p w:rsidR="00A25BDF" w:rsidRDefault="001A63B6" w:rsidP="001A63B6">
            <w:r>
              <w:t>Nenn</w:t>
            </w:r>
            <w:r w:rsidRPr="00BE1A30">
              <w:t>en</w:t>
            </w:r>
            <w:r>
              <w:t xml:space="preserve"> Sie </w:t>
            </w:r>
            <w:r w:rsidR="00887743">
              <w:t xml:space="preserve">zu jedem Wort </w:t>
            </w:r>
            <w:r>
              <w:t xml:space="preserve">ein Synonym, das in den inhaltlichen Zusammenhang </w:t>
            </w:r>
            <w:r w:rsidR="00887743">
              <w:t xml:space="preserve">des Textes </w:t>
            </w:r>
            <w:r>
              <w:t>passt:</w:t>
            </w:r>
            <w:r w:rsidR="00403652">
              <w:t xml:space="preserve"> </w:t>
            </w:r>
            <w:r w:rsidR="00AF0657">
              <w:rPr>
                <w:color w:val="0070C0"/>
              </w:rPr>
              <w:t>(3 x 1</w:t>
            </w:r>
            <w:r w:rsidR="00403652" w:rsidRPr="00403652">
              <w:rPr>
                <w:color w:val="0070C0"/>
              </w:rPr>
              <w:t xml:space="preserve"> Pkt.)</w:t>
            </w:r>
          </w:p>
          <w:p w:rsidR="001A63B6" w:rsidRDefault="001A63B6" w:rsidP="001A63B6"/>
          <w:p w:rsidR="001A63B6" w:rsidRDefault="00F00B16" w:rsidP="001A63B6">
            <w:r>
              <w:t>Z. 17</w:t>
            </w:r>
            <w:r w:rsidR="001A63B6">
              <w:t xml:space="preserve"> komisch _________________________</w:t>
            </w:r>
            <w:r w:rsidR="00935B58">
              <w:t xml:space="preserve">____ </w:t>
            </w:r>
            <w:r w:rsidR="001A63B6" w:rsidRPr="001A63B6">
              <w:rPr>
                <w:color w:val="0070C0"/>
              </w:rPr>
              <w:t>seltsam, merkwürdig, eigenartig</w:t>
            </w:r>
            <w:r w:rsidR="001A63B6">
              <w:br/>
            </w:r>
          </w:p>
          <w:p w:rsidR="001A63B6" w:rsidRPr="00F00B16" w:rsidRDefault="00F00B16" w:rsidP="001A63B6">
            <w:pPr>
              <w:rPr>
                <w:sz w:val="18"/>
                <w:szCs w:val="18"/>
              </w:rPr>
            </w:pPr>
            <w:r>
              <w:t>Z. 27</w:t>
            </w:r>
            <w:r w:rsidR="001A63B6">
              <w:t xml:space="preserve"> unterdessen ____________________</w:t>
            </w:r>
            <w:r w:rsidR="00935B58">
              <w:t>___</w:t>
            </w:r>
            <w:r w:rsidR="001A63B6">
              <w:t xml:space="preserve">__  </w:t>
            </w:r>
            <w:r w:rsidR="001A63B6" w:rsidRPr="00163A28">
              <w:rPr>
                <w:color w:val="0070C0"/>
                <w:sz w:val="16"/>
                <w:szCs w:val="16"/>
              </w:rPr>
              <w:t>mittlerweile, inzwischen</w:t>
            </w:r>
            <w:r w:rsidRPr="00163A28">
              <w:rPr>
                <w:color w:val="0070C0"/>
                <w:sz w:val="16"/>
                <w:szCs w:val="16"/>
              </w:rPr>
              <w:t>, zwischenzeitlich</w:t>
            </w:r>
          </w:p>
          <w:p w:rsidR="001A63B6" w:rsidRDefault="001A63B6" w:rsidP="001A63B6"/>
          <w:p w:rsidR="001A63B6" w:rsidRPr="001A63B6" w:rsidRDefault="00F00B16" w:rsidP="001A63B6">
            <w:r>
              <w:t>Z. 32</w:t>
            </w:r>
            <w:r w:rsidR="001A63B6">
              <w:t xml:space="preserve"> </w:t>
            </w:r>
            <w:r w:rsidR="00935B58">
              <w:t xml:space="preserve">rumbekommen _______________________ </w:t>
            </w:r>
            <w:r w:rsidR="0092354D">
              <w:rPr>
                <w:color w:val="0070C0"/>
              </w:rPr>
              <w:t>verbringen,  totschlagen</w:t>
            </w:r>
          </w:p>
          <w:p w:rsidR="00A25BDF" w:rsidRPr="001A63B6" w:rsidRDefault="00A25BDF" w:rsidP="001A63B6"/>
        </w:tc>
        <w:tc>
          <w:tcPr>
            <w:tcW w:w="615" w:type="dxa"/>
          </w:tcPr>
          <w:p w:rsidR="00A25BDF" w:rsidRPr="00586F3D" w:rsidRDefault="00A25BDF" w:rsidP="008362F8">
            <w:pPr>
              <w:jc w:val="both"/>
              <w:rPr>
                <w:sz w:val="24"/>
                <w:szCs w:val="30"/>
              </w:rPr>
            </w:pPr>
          </w:p>
        </w:tc>
        <w:tc>
          <w:tcPr>
            <w:tcW w:w="617" w:type="dxa"/>
            <w:vAlign w:val="bottom"/>
          </w:tcPr>
          <w:p w:rsidR="00A25BDF" w:rsidRPr="00D465B5" w:rsidRDefault="00A25BDF" w:rsidP="00A25BDF">
            <w:pPr>
              <w:jc w:val="right"/>
              <w:rPr>
                <w:b/>
              </w:rPr>
            </w:pPr>
            <w:r w:rsidRPr="00D465B5">
              <w:rPr>
                <w:b/>
              </w:rPr>
              <w:t>/</w:t>
            </w:r>
            <w:r w:rsidR="00887743">
              <w:rPr>
                <w:b/>
              </w:rPr>
              <w:t>3</w:t>
            </w:r>
          </w:p>
        </w:tc>
      </w:tr>
      <w:tr w:rsidR="00F11A16" w:rsidRPr="00586F3D" w:rsidTr="005838E5">
        <w:tc>
          <w:tcPr>
            <w:tcW w:w="531" w:type="dxa"/>
          </w:tcPr>
          <w:p w:rsidR="00F11A16" w:rsidRPr="00BE1A30" w:rsidRDefault="005838E5" w:rsidP="008362F8">
            <w:pPr>
              <w:jc w:val="both"/>
            </w:pPr>
            <w:r>
              <w:t>9</w:t>
            </w:r>
            <w:r w:rsidR="00F11A16" w:rsidRPr="00BE1A30">
              <w:t>.</w:t>
            </w:r>
          </w:p>
        </w:tc>
        <w:tc>
          <w:tcPr>
            <w:tcW w:w="7949" w:type="dxa"/>
          </w:tcPr>
          <w:p w:rsidR="00F11A16" w:rsidRPr="00BE1A30" w:rsidRDefault="00F11A16" w:rsidP="008362F8">
            <w:pPr>
              <w:jc w:val="both"/>
            </w:pPr>
            <w:r w:rsidRPr="00BE1A30">
              <w:t>Vervollständigen Sie die Tabelle.</w:t>
            </w:r>
            <w:r w:rsidR="005A40BD" w:rsidRPr="00BE1A30">
              <w:t xml:space="preserve"> Pro Fehler gibt es einen Punkt Abzug.</w:t>
            </w:r>
            <w:r w:rsidR="00910318">
              <w:t xml:space="preserve"> </w:t>
            </w:r>
            <w:r w:rsidR="00910318" w:rsidRPr="00D465B5">
              <w:rPr>
                <w:color w:val="3366FF"/>
              </w:rPr>
              <w:t>(</w:t>
            </w:r>
            <w:r w:rsidR="00910318">
              <w:rPr>
                <w:color w:val="0070C0"/>
              </w:rPr>
              <w:t>6</w:t>
            </w:r>
            <w:r w:rsidR="00910318" w:rsidRPr="00D465B5">
              <w:rPr>
                <w:color w:val="0070C0"/>
              </w:rPr>
              <w:t xml:space="preserve"> x </w:t>
            </w:r>
            <w:r w:rsidR="00910318">
              <w:rPr>
                <w:color w:val="0070C0"/>
              </w:rPr>
              <w:t>0,25</w:t>
            </w:r>
            <w:r w:rsidR="00910318" w:rsidRPr="00D465B5">
              <w:rPr>
                <w:color w:val="0070C0"/>
              </w:rPr>
              <w:t xml:space="preserve"> Pkt.)</w:t>
            </w:r>
          </w:p>
          <w:p w:rsidR="00F11A16" w:rsidRDefault="00F11A16" w:rsidP="008362F8">
            <w:pPr>
              <w:jc w:val="both"/>
              <w:rPr>
                <w:sz w:val="24"/>
                <w:szCs w:val="30"/>
              </w:rPr>
            </w:pPr>
          </w:p>
          <w:tbl>
            <w:tblPr>
              <w:tblStyle w:val="Tabellenraster"/>
              <w:tblW w:w="0" w:type="auto"/>
              <w:tblLook w:val="04A0" w:firstRow="1" w:lastRow="0" w:firstColumn="1" w:lastColumn="0" w:noHBand="0" w:noVBand="1"/>
            </w:tblPr>
            <w:tblGrid>
              <w:gridCol w:w="2509"/>
              <w:gridCol w:w="2496"/>
              <w:gridCol w:w="2494"/>
            </w:tblGrid>
            <w:tr w:rsidR="00F11A16" w:rsidTr="008C53B2">
              <w:tc>
                <w:tcPr>
                  <w:tcW w:w="2583" w:type="dxa"/>
                  <w:shd w:val="clear" w:color="auto" w:fill="D9D9D9" w:themeFill="background1" w:themeFillShade="D9"/>
                </w:tcPr>
                <w:p w:rsidR="00F11A16" w:rsidRPr="0080603E" w:rsidRDefault="00F11A16" w:rsidP="008362F8">
                  <w:pPr>
                    <w:jc w:val="both"/>
                    <w:rPr>
                      <w:b/>
                    </w:rPr>
                  </w:pPr>
                  <w:r w:rsidRPr="0080603E">
                    <w:rPr>
                      <w:b/>
                    </w:rPr>
                    <w:t>Verb</w:t>
                  </w:r>
                </w:p>
              </w:tc>
              <w:tc>
                <w:tcPr>
                  <w:tcW w:w="2551" w:type="dxa"/>
                  <w:shd w:val="clear" w:color="auto" w:fill="D9D9D9" w:themeFill="background1" w:themeFillShade="D9"/>
                </w:tcPr>
                <w:p w:rsidR="00F11A16" w:rsidRDefault="00F11A16" w:rsidP="00910318">
                  <w:pPr>
                    <w:jc w:val="both"/>
                    <w:rPr>
                      <w:sz w:val="16"/>
                      <w:szCs w:val="16"/>
                    </w:rPr>
                  </w:pPr>
                  <w:r w:rsidRPr="0080603E">
                    <w:rPr>
                      <w:b/>
                    </w:rPr>
                    <w:t xml:space="preserve">Adjektiv </w:t>
                  </w:r>
                  <w:r w:rsidRPr="00910318">
                    <w:rPr>
                      <w:sz w:val="18"/>
                      <w:szCs w:val="18"/>
                    </w:rPr>
                    <w:t>(keine Partizipien)</w:t>
                  </w:r>
                </w:p>
                <w:p w:rsidR="00910318" w:rsidRPr="00910318" w:rsidRDefault="00910318" w:rsidP="00910318">
                  <w:pPr>
                    <w:jc w:val="both"/>
                    <w:rPr>
                      <w:sz w:val="16"/>
                      <w:szCs w:val="16"/>
                    </w:rPr>
                  </w:pPr>
                </w:p>
              </w:tc>
              <w:tc>
                <w:tcPr>
                  <w:tcW w:w="2552" w:type="dxa"/>
                  <w:shd w:val="clear" w:color="auto" w:fill="D9D9D9" w:themeFill="background1" w:themeFillShade="D9"/>
                </w:tcPr>
                <w:p w:rsidR="00F11A16" w:rsidRPr="0080603E" w:rsidRDefault="00F11A16" w:rsidP="008362F8">
                  <w:pPr>
                    <w:jc w:val="both"/>
                    <w:rPr>
                      <w:b/>
                    </w:rPr>
                  </w:pPr>
                  <w:r w:rsidRPr="0080603E">
                    <w:rPr>
                      <w:b/>
                    </w:rPr>
                    <w:t>Nomen</w:t>
                  </w:r>
                </w:p>
              </w:tc>
            </w:tr>
            <w:tr w:rsidR="00F11A16" w:rsidTr="00910318">
              <w:tc>
                <w:tcPr>
                  <w:tcW w:w="2583" w:type="dxa"/>
                </w:tcPr>
                <w:p w:rsidR="00F11A16" w:rsidRPr="0080603E" w:rsidRDefault="0080603E" w:rsidP="0080603E">
                  <w:pPr>
                    <w:spacing w:line="360" w:lineRule="auto"/>
                    <w:jc w:val="both"/>
                    <w:rPr>
                      <w:color w:val="0070C0"/>
                    </w:rPr>
                  </w:pPr>
                  <w:r w:rsidRPr="0080603E">
                    <w:rPr>
                      <w:color w:val="0070C0"/>
                    </w:rPr>
                    <w:t>spassen</w:t>
                  </w:r>
                </w:p>
              </w:tc>
              <w:tc>
                <w:tcPr>
                  <w:tcW w:w="2551" w:type="dxa"/>
                </w:tcPr>
                <w:p w:rsidR="00F11A16" w:rsidRPr="0080603E" w:rsidRDefault="0080603E" w:rsidP="0080603E">
                  <w:pPr>
                    <w:spacing w:line="360" w:lineRule="auto"/>
                    <w:jc w:val="both"/>
                    <w:rPr>
                      <w:color w:val="0070C0"/>
                    </w:rPr>
                  </w:pPr>
                  <w:r w:rsidRPr="0080603E">
                    <w:rPr>
                      <w:color w:val="0070C0"/>
                    </w:rPr>
                    <w:t>spassig</w:t>
                  </w:r>
                </w:p>
              </w:tc>
              <w:tc>
                <w:tcPr>
                  <w:tcW w:w="2552" w:type="dxa"/>
                </w:tcPr>
                <w:p w:rsidR="00F11A16" w:rsidRPr="0080603E" w:rsidRDefault="0080603E" w:rsidP="0080603E">
                  <w:pPr>
                    <w:spacing w:line="360" w:lineRule="auto"/>
                    <w:jc w:val="both"/>
                    <w:rPr>
                      <w:sz w:val="24"/>
                      <w:szCs w:val="24"/>
                    </w:rPr>
                  </w:pPr>
                  <w:r w:rsidRPr="0080603E">
                    <w:rPr>
                      <w:b/>
                      <w:sz w:val="24"/>
                      <w:szCs w:val="24"/>
                    </w:rPr>
                    <w:t>Spass</w:t>
                  </w:r>
                  <w:r>
                    <w:rPr>
                      <w:sz w:val="24"/>
                      <w:szCs w:val="24"/>
                    </w:rPr>
                    <w:t xml:space="preserve"> (Z. 05)</w:t>
                  </w:r>
                </w:p>
              </w:tc>
            </w:tr>
            <w:tr w:rsidR="00F11A16" w:rsidTr="00910318">
              <w:tc>
                <w:tcPr>
                  <w:tcW w:w="2583" w:type="dxa"/>
                </w:tcPr>
                <w:p w:rsidR="00F11A16" w:rsidRPr="0080603E" w:rsidRDefault="0080603E" w:rsidP="0080603E">
                  <w:pPr>
                    <w:spacing w:line="360" w:lineRule="auto"/>
                    <w:jc w:val="both"/>
                    <w:rPr>
                      <w:sz w:val="24"/>
                      <w:szCs w:val="24"/>
                    </w:rPr>
                  </w:pPr>
                  <w:r w:rsidRPr="0080603E">
                    <w:rPr>
                      <w:b/>
                      <w:sz w:val="24"/>
                      <w:szCs w:val="24"/>
                    </w:rPr>
                    <w:t>sehnen</w:t>
                  </w:r>
                  <w:r w:rsidR="004A65F3">
                    <w:rPr>
                      <w:sz w:val="24"/>
                      <w:szCs w:val="24"/>
                    </w:rPr>
                    <w:t xml:space="preserve"> (Z. 22</w:t>
                  </w:r>
                  <w:r>
                    <w:rPr>
                      <w:sz w:val="24"/>
                      <w:szCs w:val="24"/>
                    </w:rPr>
                    <w:t>)</w:t>
                  </w:r>
                </w:p>
              </w:tc>
              <w:tc>
                <w:tcPr>
                  <w:tcW w:w="2551" w:type="dxa"/>
                </w:tcPr>
                <w:p w:rsidR="00F11A16" w:rsidRPr="0080603E" w:rsidRDefault="0080603E" w:rsidP="0080603E">
                  <w:pPr>
                    <w:spacing w:line="360" w:lineRule="auto"/>
                    <w:jc w:val="both"/>
                    <w:rPr>
                      <w:color w:val="0070C0"/>
                    </w:rPr>
                  </w:pPr>
                  <w:r w:rsidRPr="0080603E">
                    <w:rPr>
                      <w:color w:val="0070C0"/>
                    </w:rPr>
                    <w:t>sehnsüchtig</w:t>
                  </w:r>
                  <w:r w:rsidR="00910318">
                    <w:rPr>
                      <w:color w:val="0070C0"/>
                    </w:rPr>
                    <w:t>, sehnlich</w:t>
                  </w:r>
                </w:p>
              </w:tc>
              <w:tc>
                <w:tcPr>
                  <w:tcW w:w="2552" w:type="dxa"/>
                </w:tcPr>
                <w:p w:rsidR="00F11A16" w:rsidRPr="0080603E" w:rsidRDefault="0080603E" w:rsidP="0080603E">
                  <w:pPr>
                    <w:spacing w:line="360" w:lineRule="auto"/>
                    <w:jc w:val="both"/>
                    <w:rPr>
                      <w:color w:val="0070C0"/>
                    </w:rPr>
                  </w:pPr>
                  <w:r w:rsidRPr="0080603E">
                    <w:rPr>
                      <w:color w:val="0070C0"/>
                    </w:rPr>
                    <w:t>Sehnen, Sehnsucht</w:t>
                  </w:r>
                </w:p>
              </w:tc>
            </w:tr>
            <w:tr w:rsidR="00F11A16" w:rsidTr="00910318">
              <w:tc>
                <w:tcPr>
                  <w:tcW w:w="2583" w:type="dxa"/>
                </w:tcPr>
                <w:p w:rsidR="00F11A16" w:rsidRPr="0080603E" w:rsidRDefault="00F00B16" w:rsidP="0080603E">
                  <w:pPr>
                    <w:spacing w:line="360" w:lineRule="auto"/>
                    <w:jc w:val="both"/>
                    <w:rPr>
                      <w:color w:val="3366FF"/>
                      <w:sz w:val="24"/>
                      <w:szCs w:val="24"/>
                    </w:rPr>
                  </w:pPr>
                  <w:r>
                    <w:rPr>
                      <w:color w:val="0070C0"/>
                    </w:rPr>
                    <w:t>hassen</w:t>
                  </w:r>
                </w:p>
              </w:tc>
              <w:tc>
                <w:tcPr>
                  <w:tcW w:w="2551" w:type="dxa"/>
                </w:tcPr>
                <w:p w:rsidR="00F11A16" w:rsidRPr="0080603E" w:rsidRDefault="00F00B16" w:rsidP="0080603E">
                  <w:pPr>
                    <w:spacing w:line="360" w:lineRule="auto"/>
                    <w:jc w:val="both"/>
                    <w:rPr>
                      <w:b/>
                      <w:sz w:val="24"/>
                      <w:szCs w:val="24"/>
                    </w:rPr>
                  </w:pPr>
                  <w:r>
                    <w:rPr>
                      <w:b/>
                      <w:sz w:val="24"/>
                      <w:szCs w:val="24"/>
                    </w:rPr>
                    <w:t>hässlich</w:t>
                  </w:r>
                  <w:r w:rsidR="0080603E">
                    <w:rPr>
                      <w:b/>
                      <w:sz w:val="24"/>
                      <w:szCs w:val="24"/>
                    </w:rPr>
                    <w:t xml:space="preserve"> </w:t>
                  </w:r>
                  <w:r>
                    <w:rPr>
                      <w:sz w:val="24"/>
                      <w:szCs w:val="24"/>
                    </w:rPr>
                    <w:t>(Z. 18</w:t>
                  </w:r>
                  <w:r w:rsidR="0080603E" w:rsidRPr="0080603E">
                    <w:rPr>
                      <w:sz w:val="24"/>
                      <w:szCs w:val="24"/>
                    </w:rPr>
                    <w:t>)</w:t>
                  </w:r>
                </w:p>
              </w:tc>
              <w:tc>
                <w:tcPr>
                  <w:tcW w:w="2552" w:type="dxa"/>
                </w:tcPr>
                <w:p w:rsidR="00F11A16" w:rsidRPr="0080603E" w:rsidRDefault="00F00B16" w:rsidP="0080603E">
                  <w:pPr>
                    <w:spacing w:line="360" w:lineRule="auto"/>
                    <w:jc w:val="both"/>
                    <w:rPr>
                      <w:color w:val="3366FF"/>
                      <w:sz w:val="24"/>
                      <w:szCs w:val="24"/>
                    </w:rPr>
                  </w:pPr>
                  <w:r>
                    <w:rPr>
                      <w:color w:val="0070C0"/>
                    </w:rPr>
                    <w:t>Hass</w:t>
                  </w:r>
                  <w:r w:rsidR="0071540E">
                    <w:rPr>
                      <w:color w:val="0070C0"/>
                    </w:rPr>
                    <w:t>, Hässlichkeit</w:t>
                  </w:r>
                </w:p>
              </w:tc>
            </w:tr>
          </w:tbl>
          <w:p w:rsidR="00F11A16" w:rsidRDefault="00F11A16" w:rsidP="008362F8">
            <w:pPr>
              <w:jc w:val="both"/>
              <w:rPr>
                <w:sz w:val="24"/>
                <w:szCs w:val="30"/>
              </w:rPr>
            </w:pPr>
          </w:p>
          <w:p w:rsidR="00F11A16" w:rsidRPr="003A4154" w:rsidRDefault="00F11A16" w:rsidP="008362F8">
            <w:pPr>
              <w:jc w:val="both"/>
              <w:rPr>
                <w:sz w:val="2"/>
                <w:szCs w:val="30"/>
              </w:rPr>
            </w:pPr>
          </w:p>
        </w:tc>
        <w:tc>
          <w:tcPr>
            <w:tcW w:w="615" w:type="dxa"/>
          </w:tcPr>
          <w:p w:rsidR="00F11A16" w:rsidRPr="00586F3D" w:rsidRDefault="00F11A16" w:rsidP="008362F8">
            <w:pPr>
              <w:jc w:val="both"/>
              <w:rPr>
                <w:sz w:val="24"/>
                <w:szCs w:val="30"/>
              </w:rPr>
            </w:pPr>
          </w:p>
        </w:tc>
        <w:tc>
          <w:tcPr>
            <w:tcW w:w="617" w:type="dxa"/>
            <w:vAlign w:val="bottom"/>
          </w:tcPr>
          <w:p w:rsidR="00F11A16" w:rsidRPr="00D465B5" w:rsidRDefault="00F11A16" w:rsidP="00F11A16">
            <w:pPr>
              <w:jc w:val="right"/>
              <w:rPr>
                <w:b/>
              </w:rPr>
            </w:pPr>
            <w:r w:rsidRPr="00D465B5">
              <w:rPr>
                <w:b/>
              </w:rPr>
              <w:t>/</w:t>
            </w:r>
            <w:r w:rsidR="00A25BDF" w:rsidRPr="00D465B5">
              <w:rPr>
                <w:b/>
              </w:rPr>
              <w:t>3</w:t>
            </w:r>
          </w:p>
        </w:tc>
      </w:tr>
      <w:tr w:rsidR="00A25BDF" w:rsidRPr="00586F3D" w:rsidTr="005838E5">
        <w:tc>
          <w:tcPr>
            <w:tcW w:w="531" w:type="dxa"/>
          </w:tcPr>
          <w:p w:rsidR="00A25BDF" w:rsidRPr="00BE1A30" w:rsidRDefault="005838E5" w:rsidP="008362F8">
            <w:pPr>
              <w:jc w:val="both"/>
            </w:pPr>
            <w:r>
              <w:t>10</w:t>
            </w:r>
            <w:r w:rsidR="00A25BDF" w:rsidRPr="00BE1A30">
              <w:t>.</w:t>
            </w:r>
          </w:p>
        </w:tc>
        <w:tc>
          <w:tcPr>
            <w:tcW w:w="7949" w:type="dxa"/>
          </w:tcPr>
          <w:p w:rsidR="00A25BDF" w:rsidRDefault="00EB3D8D" w:rsidP="00D547C3">
            <w:r>
              <w:t>Nenn</w:t>
            </w:r>
            <w:r w:rsidRPr="00BE1A30">
              <w:t>en</w:t>
            </w:r>
            <w:r>
              <w:t xml:space="preserve"> Sie zu jedem Wort ein Antonym (Gegensa</w:t>
            </w:r>
            <w:r w:rsidR="004A65F3">
              <w:t>tz)</w:t>
            </w:r>
            <w:r>
              <w:t>:</w:t>
            </w:r>
            <w:r w:rsidR="00A25BDF" w:rsidRPr="00BE1A30">
              <w:t xml:space="preserve"> </w:t>
            </w:r>
            <w:r w:rsidR="00D547C3" w:rsidRPr="00D547C3">
              <w:rPr>
                <w:color w:val="0070C0"/>
              </w:rPr>
              <w:t>(4 x 0,5 Pkt.)</w:t>
            </w:r>
          </w:p>
          <w:p w:rsidR="00BE1A30" w:rsidRPr="00BE1A30" w:rsidRDefault="00BE1A30" w:rsidP="00D547C3"/>
          <w:p w:rsidR="00A25BDF" w:rsidRDefault="00163A28" w:rsidP="00D547C3">
            <w:r>
              <w:t>Z. 02</w:t>
            </w:r>
            <w:r w:rsidR="00EB3D8D" w:rsidRPr="00EB3D8D">
              <w:t xml:space="preserve"> Enttäuschung</w:t>
            </w:r>
            <w:r w:rsidR="00EB3D8D">
              <w:t xml:space="preserve"> </w:t>
            </w:r>
            <w:r w:rsidR="004A65F3">
              <w:t xml:space="preserve"> </w:t>
            </w:r>
            <w:r w:rsidR="00EB3D8D">
              <w:t>___________________</w:t>
            </w:r>
            <w:r w:rsidR="005838E5">
              <w:t xml:space="preserve">__ </w:t>
            </w:r>
            <w:r w:rsidR="00D547C3" w:rsidRPr="00D547C3">
              <w:rPr>
                <w:color w:val="0070C0"/>
              </w:rPr>
              <w:t>Freude</w:t>
            </w:r>
            <w:r w:rsidR="006324F4">
              <w:rPr>
                <w:color w:val="0070C0"/>
              </w:rPr>
              <w:t xml:space="preserve">/ </w:t>
            </w:r>
            <w:r w:rsidR="004A65F3">
              <w:rPr>
                <w:color w:val="0070C0"/>
              </w:rPr>
              <w:t>Erfüllung</w:t>
            </w:r>
            <w:r w:rsidR="00D547C3">
              <w:br/>
            </w:r>
          </w:p>
          <w:p w:rsidR="00D547C3" w:rsidRDefault="00163A28" w:rsidP="00D547C3">
            <w:r>
              <w:t>Z. 28</w:t>
            </w:r>
            <w:r w:rsidR="00D547C3">
              <w:t xml:space="preserve"> fremdsprachig</w:t>
            </w:r>
            <w:r w:rsidR="004A65F3">
              <w:t xml:space="preserve"> </w:t>
            </w:r>
            <w:r w:rsidR="00D547C3">
              <w:t xml:space="preserve">_____________________ </w:t>
            </w:r>
            <w:r w:rsidR="00D547C3" w:rsidRPr="00D547C3">
              <w:rPr>
                <w:color w:val="0070C0"/>
              </w:rPr>
              <w:t>muttersprachlich</w:t>
            </w:r>
            <w:r w:rsidR="004A65F3">
              <w:rPr>
                <w:color w:val="0070C0"/>
              </w:rPr>
              <w:t>/ deutschsprachig</w:t>
            </w:r>
          </w:p>
          <w:p w:rsidR="00EB3D8D" w:rsidRPr="00EB3D8D" w:rsidRDefault="00EB3D8D" w:rsidP="00D547C3"/>
          <w:p w:rsidR="00A25BDF" w:rsidRDefault="00163A28" w:rsidP="00D547C3">
            <w:r>
              <w:t>Z. 33</w:t>
            </w:r>
            <w:r w:rsidR="00D547C3">
              <w:t xml:space="preserve"> entspannt</w:t>
            </w:r>
            <w:r w:rsidR="004A65F3">
              <w:t xml:space="preserve"> </w:t>
            </w:r>
            <w:r w:rsidR="00D547C3">
              <w:t xml:space="preserve"> ________________________ </w:t>
            </w:r>
            <w:r w:rsidR="004A65F3">
              <w:rPr>
                <w:color w:val="0070C0"/>
              </w:rPr>
              <w:t xml:space="preserve">angespannt/ </w:t>
            </w:r>
            <w:r w:rsidR="00D547C3" w:rsidRPr="00D547C3">
              <w:rPr>
                <w:color w:val="0070C0"/>
              </w:rPr>
              <w:t>gestresst</w:t>
            </w:r>
            <w:r w:rsidR="004A65F3">
              <w:rPr>
                <w:color w:val="0070C0"/>
              </w:rPr>
              <w:t>/ genervt</w:t>
            </w:r>
          </w:p>
          <w:p w:rsidR="00D547C3" w:rsidRDefault="00D547C3" w:rsidP="00D547C3"/>
          <w:p w:rsidR="00D547C3" w:rsidRPr="00EB3D8D" w:rsidRDefault="00163A28" w:rsidP="00D547C3">
            <w:r>
              <w:t>Z. 36</w:t>
            </w:r>
            <w:r w:rsidR="00D547C3">
              <w:t xml:space="preserve"> Heimweh </w:t>
            </w:r>
            <w:r w:rsidR="004A65F3">
              <w:t xml:space="preserve"> </w:t>
            </w:r>
            <w:r w:rsidR="00D547C3">
              <w:t>____________________</w:t>
            </w:r>
            <w:r w:rsidR="005838E5">
              <w:t>___</w:t>
            </w:r>
            <w:r w:rsidR="00D547C3">
              <w:t xml:space="preserve">__ </w:t>
            </w:r>
            <w:r w:rsidR="00D547C3" w:rsidRPr="00D547C3">
              <w:rPr>
                <w:color w:val="0070C0"/>
              </w:rPr>
              <w:t>Fernweh</w:t>
            </w:r>
          </w:p>
          <w:p w:rsidR="00A25BDF" w:rsidRPr="00EB3D8D" w:rsidRDefault="00A25BDF" w:rsidP="00D547C3"/>
        </w:tc>
        <w:tc>
          <w:tcPr>
            <w:tcW w:w="615" w:type="dxa"/>
          </w:tcPr>
          <w:p w:rsidR="00A25BDF" w:rsidRPr="00586F3D" w:rsidRDefault="00A25BDF" w:rsidP="008362F8">
            <w:pPr>
              <w:jc w:val="both"/>
              <w:rPr>
                <w:sz w:val="24"/>
                <w:szCs w:val="30"/>
              </w:rPr>
            </w:pPr>
          </w:p>
        </w:tc>
        <w:tc>
          <w:tcPr>
            <w:tcW w:w="617" w:type="dxa"/>
            <w:vAlign w:val="bottom"/>
          </w:tcPr>
          <w:p w:rsidR="00A25BDF" w:rsidRPr="00D465B5" w:rsidRDefault="00A25BDF" w:rsidP="00A25BDF">
            <w:pPr>
              <w:jc w:val="right"/>
              <w:rPr>
                <w:b/>
              </w:rPr>
            </w:pPr>
            <w:r w:rsidRPr="00D465B5">
              <w:rPr>
                <w:b/>
              </w:rPr>
              <w:t>/2</w:t>
            </w:r>
          </w:p>
        </w:tc>
      </w:tr>
      <w:tr w:rsidR="00A25BDF" w:rsidRPr="00586F3D" w:rsidTr="005838E5">
        <w:tc>
          <w:tcPr>
            <w:tcW w:w="531" w:type="dxa"/>
          </w:tcPr>
          <w:p w:rsidR="00A25BDF" w:rsidRPr="00BE1A30" w:rsidRDefault="005838E5" w:rsidP="008362F8">
            <w:pPr>
              <w:jc w:val="both"/>
            </w:pPr>
            <w:r>
              <w:t>11</w:t>
            </w:r>
            <w:r w:rsidR="00A25BDF" w:rsidRPr="00BE1A30">
              <w:t>.</w:t>
            </w:r>
          </w:p>
        </w:tc>
        <w:tc>
          <w:tcPr>
            <w:tcW w:w="7949" w:type="dxa"/>
          </w:tcPr>
          <w:p w:rsidR="00EB3D8D" w:rsidRDefault="00163A28" w:rsidP="00EB3D8D">
            <w:pPr>
              <w:rPr>
                <w:color w:val="0070C0"/>
              </w:rPr>
            </w:pPr>
            <w:r>
              <w:t>In Zeile 38</w:t>
            </w:r>
            <w:r w:rsidR="00C028F8">
              <w:t xml:space="preserve"> heisst es: "Sein Herz schlägt schneller." Nennen Sie zwei Redewendungen oder Sprichwörter (oder je eine Redewendung und ein Sprichwort), in denen das Wort "Herz" vorkommt.</w:t>
            </w:r>
            <w:r w:rsidR="00EA07EE">
              <w:t xml:space="preserve"> </w:t>
            </w:r>
            <w:r w:rsidR="00C028F8">
              <w:rPr>
                <w:color w:val="0070C0"/>
              </w:rPr>
              <w:t>(2 x 1</w:t>
            </w:r>
            <w:r w:rsidR="00EA07EE" w:rsidRPr="00EA07EE">
              <w:rPr>
                <w:color w:val="0070C0"/>
              </w:rPr>
              <w:t xml:space="preserve"> Pkt.)</w:t>
            </w:r>
          </w:p>
          <w:p w:rsidR="00C028F8" w:rsidRDefault="00C028F8" w:rsidP="00EB3D8D">
            <w:pPr>
              <w:rPr>
                <w:color w:val="0070C0"/>
              </w:rPr>
            </w:pPr>
          </w:p>
          <w:p w:rsidR="00C028F8" w:rsidRDefault="00C028F8" w:rsidP="00EB3D8D">
            <w:r>
              <w:rPr>
                <w:color w:val="0070C0"/>
              </w:rPr>
              <w:t>mehrere richtige Lösungen</w:t>
            </w:r>
            <w:r w:rsidR="00446E06">
              <w:rPr>
                <w:color w:val="0070C0"/>
              </w:rPr>
              <w:t xml:space="preserve"> möglich</w:t>
            </w:r>
            <w:r>
              <w:rPr>
                <w:color w:val="0070C0"/>
              </w:rPr>
              <w:t>, z. B.: Mein Herz rutscht in die Hose/ sich ein Herz fassen/ auf Herz und Nieren prüfen</w:t>
            </w:r>
            <w:r w:rsidR="00446E06">
              <w:rPr>
                <w:color w:val="0070C0"/>
              </w:rPr>
              <w:t xml:space="preserve"> / das Herz am richtigen Fleck haben ...</w:t>
            </w:r>
          </w:p>
          <w:p w:rsidR="00A25BDF" w:rsidRPr="003A4154" w:rsidRDefault="00A25BDF" w:rsidP="00C028F8">
            <w:pPr>
              <w:rPr>
                <w:sz w:val="10"/>
                <w:szCs w:val="32"/>
              </w:rPr>
            </w:pPr>
          </w:p>
        </w:tc>
        <w:tc>
          <w:tcPr>
            <w:tcW w:w="615" w:type="dxa"/>
          </w:tcPr>
          <w:p w:rsidR="00A25BDF" w:rsidRPr="00586F3D" w:rsidRDefault="00A25BDF" w:rsidP="008362F8">
            <w:pPr>
              <w:jc w:val="both"/>
              <w:rPr>
                <w:sz w:val="24"/>
                <w:szCs w:val="30"/>
              </w:rPr>
            </w:pPr>
          </w:p>
        </w:tc>
        <w:tc>
          <w:tcPr>
            <w:tcW w:w="617" w:type="dxa"/>
            <w:vAlign w:val="bottom"/>
          </w:tcPr>
          <w:p w:rsidR="00A25BDF" w:rsidRPr="00D465B5" w:rsidRDefault="00EA07EE" w:rsidP="00A25BDF">
            <w:pPr>
              <w:jc w:val="right"/>
              <w:rPr>
                <w:b/>
              </w:rPr>
            </w:pPr>
            <w:r>
              <w:rPr>
                <w:b/>
              </w:rPr>
              <w:t>/2</w:t>
            </w:r>
          </w:p>
        </w:tc>
      </w:tr>
      <w:tr w:rsidR="00A25BDF" w:rsidRPr="00586F3D" w:rsidTr="005838E5">
        <w:tc>
          <w:tcPr>
            <w:tcW w:w="531" w:type="dxa"/>
          </w:tcPr>
          <w:p w:rsidR="00A25BDF" w:rsidRPr="00BE1A30" w:rsidRDefault="00A25BDF" w:rsidP="008362F8">
            <w:pPr>
              <w:jc w:val="both"/>
            </w:pPr>
          </w:p>
        </w:tc>
        <w:tc>
          <w:tcPr>
            <w:tcW w:w="7949" w:type="dxa"/>
          </w:tcPr>
          <w:p w:rsidR="00C447B0" w:rsidRDefault="00C447B0" w:rsidP="008362F8">
            <w:pPr>
              <w:jc w:val="both"/>
              <w:rPr>
                <w:sz w:val="18"/>
                <w:szCs w:val="18"/>
              </w:rPr>
            </w:pPr>
          </w:p>
          <w:p w:rsidR="00C447B0" w:rsidRDefault="00C447B0" w:rsidP="008362F8">
            <w:pPr>
              <w:jc w:val="both"/>
              <w:rPr>
                <w:sz w:val="18"/>
                <w:szCs w:val="18"/>
              </w:rPr>
            </w:pPr>
          </w:p>
          <w:p w:rsidR="00A25BDF" w:rsidRPr="00C447B0" w:rsidRDefault="00A25BDF" w:rsidP="008E70F1">
            <w:pPr>
              <w:jc w:val="both"/>
              <w:rPr>
                <w:sz w:val="18"/>
                <w:szCs w:val="18"/>
              </w:rPr>
            </w:pPr>
            <w:r w:rsidRPr="00AA48FE">
              <w:rPr>
                <w:sz w:val="18"/>
                <w:szCs w:val="18"/>
              </w:rPr>
              <w:t>Erreichte Punktzah</w:t>
            </w:r>
            <w:r w:rsidR="00D61258">
              <w:rPr>
                <w:sz w:val="18"/>
                <w:szCs w:val="18"/>
              </w:rPr>
              <w:t>l:</w:t>
            </w:r>
          </w:p>
        </w:tc>
        <w:tc>
          <w:tcPr>
            <w:tcW w:w="615" w:type="dxa"/>
          </w:tcPr>
          <w:p w:rsidR="00A25BDF" w:rsidRPr="00AE791E" w:rsidRDefault="00A25BDF" w:rsidP="008362F8">
            <w:pPr>
              <w:jc w:val="both"/>
              <w:rPr>
                <w:sz w:val="10"/>
                <w:szCs w:val="30"/>
              </w:rPr>
            </w:pPr>
          </w:p>
        </w:tc>
        <w:tc>
          <w:tcPr>
            <w:tcW w:w="617" w:type="dxa"/>
            <w:vAlign w:val="bottom"/>
          </w:tcPr>
          <w:p w:rsidR="00A25BDF" w:rsidRPr="00D465B5" w:rsidRDefault="00A25BDF" w:rsidP="00A232CA">
            <w:pPr>
              <w:jc w:val="right"/>
              <w:rPr>
                <w:b/>
                <w:sz w:val="18"/>
                <w:szCs w:val="18"/>
              </w:rPr>
            </w:pPr>
            <w:r w:rsidRPr="00D465B5">
              <w:rPr>
                <w:b/>
                <w:sz w:val="18"/>
                <w:szCs w:val="18"/>
              </w:rPr>
              <w:t>/1</w:t>
            </w:r>
            <w:r w:rsidR="0047076D" w:rsidRPr="00D465B5">
              <w:rPr>
                <w:b/>
                <w:sz w:val="18"/>
                <w:szCs w:val="18"/>
              </w:rPr>
              <w:t>0</w:t>
            </w:r>
          </w:p>
        </w:tc>
      </w:tr>
    </w:tbl>
    <w:p w:rsidR="0047076D" w:rsidRDefault="0047076D">
      <w:r>
        <w:br w:type="page"/>
      </w:r>
    </w:p>
    <w:tbl>
      <w:tblPr>
        <w:tblStyle w:val="Tabellenraster"/>
        <w:tblW w:w="0" w:type="auto"/>
        <w:tblLook w:val="04A0" w:firstRow="1" w:lastRow="0" w:firstColumn="1" w:lastColumn="0" w:noHBand="0" w:noVBand="1"/>
      </w:tblPr>
      <w:tblGrid>
        <w:gridCol w:w="534"/>
        <w:gridCol w:w="7512"/>
        <w:gridCol w:w="615"/>
        <w:gridCol w:w="617"/>
      </w:tblGrid>
      <w:tr w:rsidR="00DB2688" w:rsidRPr="00586F3D" w:rsidTr="00887743">
        <w:tc>
          <w:tcPr>
            <w:tcW w:w="534" w:type="dxa"/>
            <w:shd w:val="clear" w:color="auto" w:fill="D9D9D9" w:themeFill="background1" w:themeFillShade="D9"/>
          </w:tcPr>
          <w:p w:rsidR="00DB2688" w:rsidRPr="00BE1A30" w:rsidRDefault="00DB2688" w:rsidP="008362F8">
            <w:pPr>
              <w:jc w:val="both"/>
            </w:pPr>
          </w:p>
        </w:tc>
        <w:tc>
          <w:tcPr>
            <w:tcW w:w="7512" w:type="dxa"/>
            <w:shd w:val="clear" w:color="auto" w:fill="D9D9D9" w:themeFill="background1" w:themeFillShade="D9"/>
          </w:tcPr>
          <w:p w:rsidR="00DB2688" w:rsidRPr="00586F3D" w:rsidRDefault="00DB2688" w:rsidP="00701D39">
            <w:pPr>
              <w:jc w:val="both"/>
              <w:rPr>
                <w:sz w:val="24"/>
                <w:szCs w:val="30"/>
              </w:rPr>
            </w:pPr>
            <w:r w:rsidRPr="007C1261">
              <w:rPr>
                <w:sz w:val="32"/>
                <w:szCs w:val="30"/>
              </w:rPr>
              <w:t>Grammatik, Interpunktion</w:t>
            </w:r>
          </w:p>
        </w:tc>
        <w:tc>
          <w:tcPr>
            <w:tcW w:w="615" w:type="dxa"/>
            <w:shd w:val="clear" w:color="auto" w:fill="D9D9D9" w:themeFill="background1" w:themeFillShade="D9"/>
          </w:tcPr>
          <w:p w:rsidR="00DB2688" w:rsidRPr="00586F3D" w:rsidRDefault="00DB2688" w:rsidP="008362F8">
            <w:pPr>
              <w:jc w:val="both"/>
              <w:rPr>
                <w:sz w:val="10"/>
                <w:szCs w:val="10"/>
              </w:rPr>
            </w:pPr>
            <w:r>
              <w:rPr>
                <w:sz w:val="10"/>
                <w:szCs w:val="10"/>
              </w:rPr>
              <w:t>Erreichte Punktzahl</w:t>
            </w:r>
          </w:p>
        </w:tc>
        <w:tc>
          <w:tcPr>
            <w:tcW w:w="617" w:type="dxa"/>
            <w:shd w:val="clear" w:color="auto" w:fill="D9D9D9" w:themeFill="background1" w:themeFillShade="D9"/>
          </w:tcPr>
          <w:p w:rsidR="00DB2688" w:rsidRPr="00586F3D" w:rsidRDefault="00DB2688" w:rsidP="008362F8">
            <w:pPr>
              <w:jc w:val="both"/>
              <w:rPr>
                <w:sz w:val="10"/>
                <w:szCs w:val="10"/>
              </w:rPr>
            </w:pPr>
            <w:r>
              <w:rPr>
                <w:sz w:val="10"/>
                <w:szCs w:val="10"/>
              </w:rPr>
              <w:t>Maximale Punktzahl</w:t>
            </w:r>
          </w:p>
        </w:tc>
      </w:tr>
      <w:tr w:rsidR="001724B1" w:rsidRPr="00586F3D" w:rsidTr="00A232CA">
        <w:tc>
          <w:tcPr>
            <w:tcW w:w="534" w:type="dxa"/>
          </w:tcPr>
          <w:p w:rsidR="001724B1" w:rsidRDefault="00122240" w:rsidP="008362F8">
            <w:pPr>
              <w:jc w:val="both"/>
            </w:pPr>
            <w:r>
              <w:t>12</w:t>
            </w:r>
            <w:r w:rsidR="00426012">
              <w:t>.</w:t>
            </w:r>
          </w:p>
        </w:tc>
        <w:tc>
          <w:tcPr>
            <w:tcW w:w="7512" w:type="dxa"/>
          </w:tcPr>
          <w:p w:rsidR="001724B1" w:rsidRPr="00C72ADF" w:rsidRDefault="001724B1" w:rsidP="008362F8">
            <w:pPr>
              <w:jc w:val="both"/>
            </w:pPr>
            <w:r w:rsidRPr="00C72ADF">
              <w:t>Se</w:t>
            </w:r>
            <w:r w:rsidR="002F05C2">
              <w:t>t</w:t>
            </w:r>
            <w:r w:rsidR="0071540E">
              <w:t xml:space="preserve">zen </w:t>
            </w:r>
            <w:r w:rsidRPr="00C72ADF">
              <w:t>Sie die Kommas im folgenden Satz</w:t>
            </w:r>
            <w:r w:rsidR="00C72ADF">
              <w:t>. Abzüge: 0,5</w:t>
            </w:r>
            <w:r w:rsidR="00280661" w:rsidRPr="00C72ADF">
              <w:t xml:space="preserve"> Punkt</w:t>
            </w:r>
            <w:r w:rsidR="00C72ADF">
              <w:t>e</w:t>
            </w:r>
            <w:r w:rsidR="00280661" w:rsidRPr="00C72ADF">
              <w:t xml:space="preserve"> für jedes fehlende oder falsch gesetzte Komma.</w:t>
            </w:r>
            <w:r w:rsidR="00C72ADF">
              <w:t xml:space="preserve"> </w:t>
            </w:r>
          </w:p>
          <w:p w:rsidR="001724B1" w:rsidRPr="00C72ADF" w:rsidRDefault="001724B1" w:rsidP="008362F8">
            <w:pPr>
              <w:jc w:val="both"/>
            </w:pPr>
          </w:p>
          <w:p w:rsidR="00A0208F" w:rsidRDefault="00724D0A" w:rsidP="00163A28">
            <w:pPr>
              <w:spacing w:line="276" w:lineRule="auto"/>
              <w:jc w:val="both"/>
              <w:rPr>
                <w:sz w:val="16"/>
                <w:szCs w:val="16"/>
              </w:rPr>
            </w:pPr>
            <w:r w:rsidRPr="00A0208F">
              <w:rPr>
                <w:sz w:val="16"/>
                <w:szCs w:val="16"/>
              </w:rPr>
              <w:t>"</w:t>
            </w:r>
            <w:r w:rsidR="001724B1" w:rsidRPr="00A0208F">
              <w:rPr>
                <w:sz w:val="16"/>
                <w:szCs w:val="16"/>
              </w:rPr>
              <w:t>Bis jetzt hatte er hauptsächlich Mädchen ke</w:t>
            </w:r>
            <w:r w:rsidR="00280661" w:rsidRPr="00A0208F">
              <w:rPr>
                <w:sz w:val="16"/>
                <w:szCs w:val="16"/>
              </w:rPr>
              <w:t>nnengelernt nett waren die schon wenn man Leute mag</w:t>
            </w:r>
            <w:r w:rsidR="001724B1" w:rsidRPr="00A0208F">
              <w:rPr>
                <w:sz w:val="16"/>
                <w:szCs w:val="16"/>
              </w:rPr>
              <w:t xml:space="preserve"> di</w:t>
            </w:r>
            <w:r w:rsidR="00280661" w:rsidRPr="00A0208F">
              <w:rPr>
                <w:sz w:val="16"/>
                <w:szCs w:val="16"/>
              </w:rPr>
              <w:t>e einen bei jedem Satz anfassen Mädchen</w:t>
            </w:r>
            <w:r w:rsidR="001724B1" w:rsidRPr="00A0208F">
              <w:rPr>
                <w:sz w:val="16"/>
                <w:szCs w:val="16"/>
              </w:rPr>
              <w:t xml:space="preserve"> die aussahen wie dreiss</w:t>
            </w:r>
            <w:r w:rsidR="00280661" w:rsidRPr="00A0208F">
              <w:rPr>
                <w:sz w:val="16"/>
                <w:szCs w:val="16"/>
              </w:rPr>
              <w:t>ig und doch so alt waren wie er</w:t>
            </w:r>
            <w:r w:rsidR="00264B21" w:rsidRPr="00A0208F">
              <w:rPr>
                <w:sz w:val="16"/>
                <w:szCs w:val="16"/>
              </w:rPr>
              <w:t xml:space="preserve"> seit Monaten schon unterwegs</w:t>
            </w:r>
            <w:r w:rsidR="00D313F6" w:rsidRPr="00A0208F">
              <w:rPr>
                <w:sz w:val="16"/>
                <w:szCs w:val="16"/>
              </w:rPr>
              <w:t>."</w:t>
            </w:r>
          </w:p>
          <w:p w:rsidR="00A0208F" w:rsidRPr="00A0208F" w:rsidRDefault="00A0208F" w:rsidP="00163A28">
            <w:pPr>
              <w:spacing w:line="276" w:lineRule="auto"/>
              <w:jc w:val="both"/>
              <w:rPr>
                <w:sz w:val="16"/>
                <w:szCs w:val="16"/>
              </w:rPr>
            </w:pPr>
          </w:p>
          <w:p w:rsidR="00163A28" w:rsidRPr="00C028F8" w:rsidRDefault="00280661" w:rsidP="00A0208F">
            <w:pPr>
              <w:spacing w:line="276" w:lineRule="auto"/>
              <w:jc w:val="both"/>
            </w:pPr>
            <w:r w:rsidRPr="00C72ADF">
              <w:t xml:space="preserve"> </w:t>
            </w:r>
            <w:r w:rsidR="00122240" w:rsidRPr="00C028F8">
              <w:rPr>
                <w:color w:val="0070C0"/>
              </w:rPr>
              <w:t>"</w:t>
            </w:r>
            <w:r w:rsidR="001724B1" w:rsidRPr="00C028F8">
              <w:rPr>
                <w:color w:val="0070C0"/>
              </w:rPr>
              <w:t>Bis jetzt hatte er hauptsächlich Mädchen kennengelernt</w:t>
            </w:r>
            <w:r w:rsidR="001724B1" w:rsidRPr="00163A28">
              <w:rPr>
                <w:b/>
                <w:sz w:val="28"/>
                <w:szCs w:val="28"/>
              </w:rPr>
              <w:t>,</w:t>
            </w:r>
            <w:r w:rsidR="001724B1" w:rsidRPr="00C028F8">
              <w:rPr>
                <w:color w:val="0070C0"/>
              </w:rPr>
              <w:t xml:space="preserve"> nett waren die schon</w:t>
            </w:r>
            <w:r w:rsidR="001724B1" w:rsidRPr="00163A28">
              <w:rPr>
                <w:b/>
                <w:sz w:val="28"/>
                <w:szCs w:val="28"/>
              </w:rPr>
              <w:t>,</w:t>
            </w:r>
            <w:r w:rsidR="001724B1" w:rsidRPr="00C028F8">
              <w:rPr>
                <w:color w:val="0070C0"/>
              </w:rPr>
              <w:t xml:space="preserve"> wenn man Leute mag</w:t>
            </w:r>
            <w:r w:rsidR="001724B1" w:rsidRPr="00163A28">
              <w:rPr>
                <w:b/>
                <w:sz w:val="28"/>
                <w:szCs w:val="28"/>
              </w:rPr>
              <w:t>,</w:t>
            </w:r>
            <w:r w:rsidR="001724B1" w:rsidRPr="00C028F8">
              <w:rPr>
                <w:color w:val="0070C0"/>
              </w:rPr>
              <w:t xml:space="preserve"> die einen bei jedem Satz anfassen</w:t>
            </w:r>
            <w:r w:rsidR="001724B1" w:rsidRPr="00163A28">
              <w:rPr>
                <w:b/>
                <w:sz w:val="28"/>
                <w:szCs w:val="28"/>
              </w:rPr>
              <w:t>,</w:t>
            </w:r>
            <w:r w:rsidR="001724B1" w:rsidRPr="00C028F8">
              <w:rPr>
                <w:color w:val="0070C0"/>
              </w:rPr>
              <w:t xml:space="preserve"> Mädchen</w:t>
            </w:r>
            <w:r w:rsidR="001724B1" w:rsidRPr="00163A28">
              <w:rPr>
                <w:b/>
                <w:sz w:val="28"/>
                <w:szCs w:val="28"/>
              </w:rPr>
              <w:t>,</w:t>
            </w:r>
            <w:r w:rsidR="001724B1" w:rsidRPr="00C028F8">
              <w:rPr>
                <w:color w:val="0070C0"/>
              </w:rPr>
              <w:t xml:space="preserve"> die aussahen wie dreissig und doch so alt waren wie er</w:t>
            </w:r>
            <w:r w:rsidR="00264B21" w:rsidRPr="00163A28">
              <w:rPr>
                <w:b/>
                <w:sz w:val="28"/>
                <w:szCs w:val="28"/>
              </w:rPr>
              <w:t>,</w:t>
            </w:r>
            <w:r w:rsidR="00264B21" w:rsidRPr="00C028F8">
              <w:rPr>
                <w:b/>
              </w:rPr>
              <w:t xml:space="preserve"> </w:t>
            </w:r>
            <w:r w:rsidR="00264B21" w:rsidRPr="00C028F8">
              <w:rPr>
                <w:color w:val="0070C0"/>
              </w:rPr>
              <w:t>seit Monaten schon unterwegs</w:t>
            </w:r>
            <w:r w:rsidR="00D313F6" w:rsidRPr="00C028F8">
              <w:rPr>
                <w:color w:val="0070C0"/>
              </w:rPr>
              <w:t>."</w:t>
            </w:r>
            <w:r w:rsidR="001724B1" w:rsidRPr="00C028F8">
              <w:rPr>
                <w:color w:val="0070C0"/>
              </w:rPr>
              <w:t xml:space="preserve"> </w:t>
            </w:r>
          </w:p>
        </w:tc>
        <w:tc>
          <w:tcPr>
            <w:tcW w:w="615" w:type="dxa"/>
          </w:tcPr>
          <w:p w:rsidR="001724B1" w:rsidRPr="00586F3D" w:rsidRDefault="001724B1" w:rsidP="008362F8">
            <w:pPr>
              <w:jc w:val="both"/>
              <w:rPr>
                <w:sz w:val="24"/>
                <w:szCs w:val="30"/>
              </w:rPr>
            </w:pPr>
          </w:p>
        </w:tc>
        <w:tc>
          <w:tcPr>
            <w:tcW w:w="617" w:type="dxa"/>
            <w:vAlign w:val="bottom"/>
          </w:tcPr>
          <w:p w:rsidR="001724B1" w:rsidRPr="00341819" w:rsidRDefault="00341819" w:rsidP="00A232CA">
            <w:pPr>
              <w:jc w:val="right"/>
              <w:rPr>
                <w:b/>
              </w:rPr>
            </w:pPr>
            <w:r w:rsidRPr="00341819">
              <w:rPr>
                <w:b/>
              </w:rPr>
              <w:t>/</w:t>
            </w:r>
            <w:r w:rsidR="00D313F6" w:rsidRPr="00341819">
              <w:rPr>
                <w:b/>
              </w:rPr>
              <w:t>3</w:t>
            </w:r>
          </w:p>
        </w:tc>
      </w:tr>
      <w:tr w:rsidR="00DB2688" w:rsidRPr="00586F3D" w:rsidTr="00A232CA">
        <w:tc>
          <w:tcPr>
            <w:tcW w:w="534" w:type="dxa"/>
          </w:tcPr>
          <w:p w:rsidR="00DB2688" w:rsidRPr="00BE1A30" w:rsidRDefault="00122240" w:rsidP="008362F8">
            <w:pPr>
              <w:jc w:val="both"/>
            </w:pPr>
            <w:r>
              <w:t>13</w:t>
            </w:r>
            <w:r w:rsidR="00DB2688" w:rsidRPr="00BE1A30">
              <w:t>.</w:t>
            </w:r>
          </w:p>
        </w:tc>
        <w:tc>
          <w:tcPr>
            <w:tcW w:w="7512" w:type="dxa"/>
          </w:tcPr>
          <w:p w:rsidR="002F05C2" w:rsidRPr="00122240" w:rsidRDefault="002F05C2" w:rsidP="008362F8">
            <w:pPr>
              <w:jc w:val="both"/>
            </w:pPr>
            <w:r w:rsidRPr="00122240">
              <w:t>Se</w:t>
            </w:r>
            <w:r w:rsidR="00C028F8">
              <w:t>tzen Sie den folgenden Satz in die Konjunktiv II-Form</w:t>
            </w:r>
            <w:r w:rsidR="008E70F1">
              <w:t xml:space="preserve">. </w:t>
            </w:r>
            <w:r w:rsidR="00890016">
              <w:t>Form</w:t>
            </w:r>
            <w:r w:rsidR="00446E06">
              <w:t>en</w:t>
            </w:r>
            <w:r w:rsidR="00890016">
              <w:t xml:space="preserve"> mit "würde" </w:t>
            </w:r>
            <w:r w:rsidR="00446E06">
              <w:t>sind</w:t>
            </w:r>
            <w:r w:rsidR="00890016">
              <w:t xml:space="preserve"> nicht zulässig. </w:t>
            </w:r>
          </w:p>
          <w:p w:rsidR="006324F4" w:rsidRPr="00122240" w:rsidRDefault="006324F4" w:rsidP="00122240">
            <w:pPr>
              <w:spacing w:line="276" w:lineRule="auto"/>
              <w:jc w:val="both"/>
            </w:pPr>
          </w:p>
          <w:p w:rsidR="008E70F1" w:rsidRDefault="00C028F8" w:rsidP="00122240">
            <w:pPr>
              <w:spacing w:line="276" w:lineRule="auto"/>
            </w:pPr>
            <w:r>
              <w:t>Z. 27 Dann gibt es ihn nicht.</w:t>
            </w:r>
          </w:p>
          <w:p w:rsidR="00DB2688" w:rsidRPr="003A4154" w:rsidRDefault="00C028F8" w:rsidP="00A0208F">
            <w:pPr>
              <w:spacing w:line="276" w:lineRule="auto"/>
              <w:rPr>
                <w:sz w:val="10"/>
                <w:szCs w:val="32"/>
              </w:rPr>
            </w:pPr>
            <w:r>
              <w:rPr>
                <w:color w:val="0070C0"/>
              </w:rPr>
              <w:t>Dann gäbe es ihn nicht.</w:t>
            </w:r>
          </w:p>
        </w:tc>
        <w:tc>
          <w:tcPr>
            <w:tcW w:w="615" w:type="dxa"/>
          </w:tcPr>
          <w:p w:rsidR="00DB2688" w:rsidRPr="00586F3D" w:rsidRDefault="00DB2688" w:rsidP="008362F8">
            <w:pPr>
              <w:jc w:val="both"/>
              <w:rPr>
                <w:sz w:val="24"/>
                <w:szCs w:val="30"/>
              </w:rPr>
            </w:pPr>
          </w:p>
        </w:tc>
        <w:tc>
          <w:tcPr>
            <w:tcW w:w="617" w:type="dxa"/>
            <w:vAlign w:val="bottom"/>
          </w:tcPr>
          <w:p w:rsidR="00DB2688" w:rsidRPr="00341819" w:rsidRDefault="00341819" w:rsidP="00A232CA">
            <w:pPr>
              <w:jc w:val="right"/>
              <w:rPr>
                <w:b/>
              </w:rPr>
            </w:pPr>
            <w:r w:rsidRPr="00341819">
              <w:rPr>
                <w:b/>
              </w:rPr>
              <w:t>/1</w:t>
            </w:r>
          </w:p>
        </w:tc>
      </w:tr>
      <w:tr w:rsidR="00A232CA" w:rsidRPr="00586F3D" w:rsidTr="00A232CA">
        <w:tc>
          <w:tcPr>
            <w:tcW w:w="534" w:type="dxa"/>
          </w:tcPr>
          <w:p w:rsidR="00A232CA" w:rsidRPr="00BE1A30" w:rsidRDefault="00122240" w:rsidP="008362F8">
            <w:pPr>
              <w:jc w:val="both"/>
            </w:pPr>
            <w:r>
              <w:t>14</w:t>
            </w:r>
            <w:r w:rsidR="00A232CA" w:rsidRPr="00BE1A30">
              <w:t>.</w:t>
            </w:r>
          </w:p>
        </w:tc>
        <w:tc>
          <w:tcPr>
            <w:tcW w:w="7512" w:type="dxa"/>
          </w:tcPr>
          <w:p w:rsidR="00A232CA" w:rsidRDefault="006236C3" w:rsidP="00C72ADF">
            <w:r>
              <w:t>Setzen Sie diesen Satz in d</w:t>
            </w:r>
            <w:r w:rsidR="00C72ADF">
              <w:t>ie indirekte Rede:</w:t>
            </w:r>
            <w:r w:rsidR="00122240">
              <w:t xml:space="preserve"> </w:t>
            </w:r>
            <w:r w:rsidR="00122240" w:rsidRPr="00122240">
              <w:rPr>
                <w:color w:val="0070C0"/>
              </w:rPr>
              <w:t>(0,5 Pkt. Abzu</w:t>
            </w:r>
            <w:r w:rsidR="00122240">
              <w:rPr>
                <w:color w:val="0070C0"/>
              </w:rPr>
              <w:t>g</w:t>
            </w:r>
            <w:r w:rsidR="00122240" w:rsidRPr="00122240">
              <w:rPr>
                <w:color w:val="0070C0"/>
              </w:rPr>
              <w:t xml:space="preserve"> pro Fehler)</w:t>
            </w:r>
          </w:p>
          <w:p w:rsidR="00C72ADF" w:rsidRDefault="00C72ADF" w:rsidP="00C72ADF"/>
          <w:p w:rsidR="00C72ADF" w:rsidRDefault="00A80F5F" w:rsidP="00C72ADF">
            <w:r>
              <w:t>«</w:t>
            </w:r>
            <w:r w:rsidR="00890016">
              <w:t>Hast du keine Angst</w:t>
            </w:r>
            <w:r>
              <w:t>»</w:t>
            </w:r>
            <w:r w:rsidR="00C72ADF">
              <w:t>, hatte</w:t>
            </w:r>
            <w:r w:rsidR="00890016">
              <w:t xml:space="preserve">n die blassen Freunde gefragt, </w:t>
            </w:r>
            <w:r>
              <w:t>«</w:t>
            </w:r>
            <w:r w:rsidR="00890016">
              <w:t>so ganz alleine?</w:t>
            </w:r>
            <w:r>
              <w:t>»</w:t>
            </w:r>
          </w:p>
          <w:p w:rsidR="00C72ADF" w:rsidRDefault="00C72ADF" w:rsidP="00C72ADF"/>
          <w:p w:rsidR="00C72ADF" w:rsidRPr="00C72ADF" w:rsidRDefault="00C72ADF" w:rsidP="00C72ADF">
            <w:pPr>
              <w:rPr>
                <w:color w:val="0070C0"/>
              </w:rPr>
            </w:pPr>
            <w:r w:rsidRPr="00C72ADF">
              <w:rPr>
                <w:color w:val="0070C0"/>
              </w:rPr>
              <w:t xml:space="preserve">- Die blassen Freunde hatten gefragt, ob er keine Angst habe, so </w:t>
            </w:r>
            <w:r w:rsidR="00890016">
              <w:rPr>
                <w:color w:val="0070C0"/>
              </w:rPr>
              <w:t xml:space="preserve">ganz </w:t>
            </w:r>
            <w:r w:rsidRPr="00C72ADF">
              <w:rPr>
                <w:color w:val="0070C0"/>
              </w:rPr>
              <w:t>alleine.</w:t>
            </w:r>
            <w:r w:rsidRPr="00C72ADF">
              <w:rPr>
                <w:color w:val="0070C0"/>
              </w:rPr>
              <w:br/>
              <w:t xml:space="preserve">- Ob er </w:t>
            </w:r>
            <w:r w:rsidR="0092354D" w:rsidRPr="00C72ADF">
              <w:rPr>
                <w:color w:val="0070C0"/>
              </w:rPr>
              <w:t xml:space="preserve">so </w:t>
            </w:r>
            <w:r w:rsidR="00890016">
              <w:rPr>
                <w:color w:val="0070C0"/>
              </w:rPr>
              <w:t xml:space="preserve">ganz </w:t>
            </w:r>
            <w:r w:rsidR="0092354D" w:rsidRPr="00C72ADF">
              <w:rPr>
                <w:color w:val="0070C0"/>
              </w:rPr>
              <w:t xml:space="preserve">alleine </w:t>
            </w:r>
            <w:r w:rsidR="0092354D">
              <w:rPr>
                <w:color w:val="0070C0"/>
              </w:rPr>
              <w:t>keine Angst habe,</w:t>
            </w:r>
            <w:r w:rsidRPr="00C72ADF">
              <w:rPr>
                <w:color w:val="0070C0"/>
              </w:rPr>
              <w:t xml:space="preserve"> hatten die blassen Freunde gefragt.</w:t>
            </w:r>
          </w:p>
          <w:p w:rsidR="00A232CA" w:rsidRPr="003A4154" w:rsidRDefault="00A232CA" w:rsidP="008362F8">
            <w:pPr>
              <w:jc w:val="both"/>
              <w:rPr>
                <w:sz w:val="10"/>
                <w:szCs w:val="32"/>
              </w:rPr>
            </w:pPr>
          </w:p>
        </w:tc>
        <w:tc>
          <w:tcPr>
            <w:tcW w:w="615" w:type="dxa"/>
          </w:tcPr>
          <w:p w:rsidR="00A232CA" w:rsidRPr="00586F3D" w:rsidRDefault="00A232CA" w:rsidP="008362F8">
            <w:pPr>
              <w:jc w:val="both"/>
              <w:rPr>
                <w:sz w:val="24"/>
                <w:szCs w:val="30"/>
              </w:rPr>
            </w:pPr>
          </w:p>
        </w:tc>
        <w:tc>
          <w:tcPr>
            <w:tcW w:w="617" w:type="dxa"/>
            <w:vAlign w:val="bottom"/>
          </w:tcPr>
          <w:p w:rsidR="00A232CA" w:rsidRPr="00341819" w:rsidRDefault="00A232CA" w:rsidP="00A232CA">
            <w:pPr>
              <w:jc w:val="right"/>
              <w:rPr>
                <w:b/>
              </w:rPr>
            </w:pPr>
            <w:r w:rsidRPr="00341819">
              <w:rPr>
                <w:b/>
              </w:rPr>
              <w:t>/</w:t>
            </w:r>
            <w:r w:rsidR="00341819" w:rsidRPr="00341819">
              <w:rPr>
                <w:b/>
              </w:rPr>
              <w:t>1</w:t>
            </w:r>
          </w:p>
        </w:tc>
      </w:tr>
      <w:tr w:rsidR="00A232CA" w:rsidRPr="00586F3D" w:rsidTr="00A232CA">
        <w:tc>
          <w:tcPr>
            <w:tcW w:w="534" w:type="dxa"/>
          </w:tcPr>
          <w:p w:rsidR="00A232CA" w:rsidRPr="00BE1A30" w:rsidRDefault="00122240" w:rsidP="008362F8">
            <w:pPr>
              <w:jc w:val="both"/>
            </w:pPr>
            <w:r>
              <w:t>15</w:t>
            </w:r>
            <w:r w:rsidR="00A232CA" w:rsidRPr="00BE1A30">
              <w:t>.</w:t>
            </w:r>
          </w:p>
        </w:tc>
        <w:tc>
          <w:tcPr>
            <w:tcW w:w="7512" w:type="dxa"/>
          </w:tcPr>
          <w:p w:rsidR="00C11C90" w:rsidRPr="00060075" w:rsidRDefault="00C11C90" w:rsidP="00060075">
            <w:r w:rsidRPr="00060075">
              <w:t xml:space="preserve">Formulieren Sie den folgenden Satz </w:t>
            </w:r>
            <w:r w:rsidR="00060075" w:rsidRPr="00060075">
              <w:t xml:space="preserve">vom Aktiv ins </w:t>
            </w:r>
            <w:r w:rsidRPr="00060075">
              <w:t>Passiv</w:t>
            </w:r>
            <w:r w:rsidR="00446E06">
              <w:t xml:space="preserve"> um</w:t>
            </w:r>
            <w:r w:rsidRPr="00060075">
              <w:t xml:space="preserve">: </w:t>
            </w:r>
            <w:r w:rsidR="001F2256">
              <w:br/>
            </w:r>
            <w:r w:rsidR="00D313F6" w:rsidRPr="00D313F6">
              <w:rPr>
                <w:color w:val="0070C0"/>
              </w:rPr>
              <w:t>(0, 5 Pkt. Abzug pro Fehler)</w:t>
            </w:r>
          </w:p>
          <w:p w:rsidR="00122240" w:rsidRPr="00060075" w:rsidRDefault="00122240" w:rsidP="00060075"/>
          <w:p w:rsidR="00122240" w:rsidRPr="00060075" w:rsidRDefault="00122240" w:rsidP="00060075">
            <w:r w:rsidRPr="00060075">
              <w:t xml:space="preserve">Er </w:t>
            </w:r>
            <w:r w:rsidR="00D8717E">
              <w:t>hat den Computer eingeschaltet und seine 345 Mails gelesen.</w:t>
            </w:r>
          </w:p>
          <w:p w:rsidR="00122240" w:rsidRPr="00060075" w:rsidRDefault="00122240" w:rsidP="00060075"/>
          <w:p w:rsidR="00C11C90" w:rsidRPr="00EF4845" w:rsidRDefault="00D8717E" w:rsidP="00A0208F">
            <w:pPr>
              <w:rPr>
                <w:sz w:val="10"/>
                <w:szCs w:val="10"/>
              </w:rPr>
            </w:pPr>
            <w:r>
              <w:rPr>
                <w:color w:val="0070C0"/>
              </w:rPr>
              <w:t xml:space="preserve">Der Computer ist (von ihm) eingeschaltet </w:t>
            </w:r>
            <w:r w:rsidR="008C53B2">
              <w:rPr>
                <w:color w:val="0070C0"/>
              </w:rPr>
              <w:t>(</w:t>
            </w:r>
            <w:r>
              <w:rPr>
                <w:color w:val="0070C0"/>
              </w:rPr>
              <w:t>worden</w:t>
            </w:r>
            <w:r w:rsidR="008C53B2">
              <w:rPr>
                <w:color w:val="0070C0"/>
              </w:rPr>
              <w:t>)</w:t>
            </w:r>
            <w:r>
              <w:rPr>
                <w:color w:val="0070C0"/>
              </w:rPr>
              <w:t xml:space="preserve"> und seine 345 Mails sind </w:t>
            </w:r>
            <w:r w:rsidR="008C53B2">
              <w:rPr>
                <w:color w:val="0070C0"/>
              </w:rPr>
              <w:br/>
            </w:r>
            <w:r>
              <w:rPr>
                <w:color w:val="0070C0"/>
              </w:rPr>
              <w:t>(von ihm) gelesen worden</w:t>
            </w:r>
            <w:r w:rsidR="00060075" w:rsidRPr="00060075">
              <w:rPr>
                <w:color w:val="0070C0"/>
              </w:rPr>
              <w:t>.</w:t>
            </w:r>
          </w:p>
          <w:p w:rsidR="00122240" w:rsidRPr="007C1261" w:rsidRDefault="00122240" w:rsidP="008362F8">
            <w:pPr>
              <w:jc w:val="both"/>
              <w:rPr>
                <w:sz w:val="10"/>
                <w:szCs w:val="32"/>
              </w:rPr>
            </w:pPr>
          </w:p>
        </w:tc>
        <w:tc>
          <w:tcPr>
            <w:tcW w:w="615" w:type="dxa"/>
          </w:tcPr>
          <w:p w:rsidR="00A232CA" w:rsidRPr="00586F3D" w:rsidRDefault="00A232CA" w:rsidP="008362F8">
            <w:pPr>
              <w:jc w:val="both"/>
              <w:rPr>
                <w:sz w:val="24"/>
                <w:szCs w:val="30"/>
              </w:rPr>
            </w:pPr>
          </w:p>
        </w:tc>
        <w:tc>
          <w:tcPr>
            <w:tcW w:w="617" w:type="dxa"/>
            <w:vAlign w:val="bottom"/>
          </w:tcPr>
          <w:p w:rsidR="00A232CA" w:rsidRPr="00341819" w:rsidRDefault="00A232CA" w:rsidP="00A232CA">
            <w:pPr>
              <w:jc w:val="right"/>
              <w:rPr>
                <w:b/>
              </w:rPr>
            </w:pPr>
            <w:r w:rsidRPr="00341819">
              <w:rPr>
                <w:b/>
              </w:rPr>
              <w:t>/</w:t>
            </w:r>
            <w:r w:rsidR="00D313F6" w:rsidRPr="00341819">
              <w:rPr>
                <w:b/>
              </w:rPr>
              <w:t>2</w:t>
            </w:r>
          </w:p>
        </w:tc>
      </w:tr>
      <w:tr w:rsidR="00A232CA" w:rsidRPr="00586F3D" w:rsidTr="00A232CA">
        <w:tc>
          <w:tcPr>
            <w:tcW w:w="534" w:type="dxa"/>
          </w:tcPr>
          <w:p w:rsidR="00A232CA" w:rsidRPr="00BE1A30" w:rsidRDefault="00060075" w:rsidP="008362F8">
            <w:pPr>
              <w:jc w:val="both"/>
            </w:pPr>
            <w:r>
              <w:t>16</w:t>
            </w:r>
            <w:r w:rsidR="00A232CA" w:rsidRPr="00BE1A30">
              <w:t>.</w:t>
            </w:r>
          </w:p>
        </w:tc>
        <w:tc>
          <w:tcPr>
            <w:tcW w:w="7512" w:type="dxa"/>
          </w:tcPr>
          <w:p w:rsidR="00A232CA" w:rsidRPr="00C72ADF" w:rsidRDefault="00724D0A" w:rsidP="008362F8">
            <w:pPr>
              <w:jc w:val="both"/>
            </w:pPr>
            <w:r w:rsidRPr="00C72ADF">
              <w:t xml:space="preserve">Bestimmen Sie den Kasus </w:t>
            </w:r>
            <w:r w:rsidR="00D61258">
              <w:t>(F</w:t>
            </w:r>
            <w:r w:rsidR="008C53B2">
              <w:t xml:space="preserve">all) </w:t>
            </w:r>
            <w:r w:rsidRPr="00C72ADF">
              <w:t>der unterstrichenen Wörter:</w:t>
            </w:r>
            <w:r w:rsidR="00264B21">
              <w:t xml:space="preserve"> </w:t>
            </w:r>
            <w:r w:rsidR="00264B21" w:rsidRPr="00264B21">
              <w:rPr>
                <w:color w:val="0070C0"/>
              </w:rPr>
              <w:t>(4 x 0,5 Pkt.)</w:t>
            </w:r>
          </w:p>
          <w:p w:rsidR="00724D0A" w:rsidRPr="00C72ADF" w:rsidRDefault="00724D0A" w:rsidP="008362F8">
            <w:pPr>
              <w:jc w:val="both"/>
            </w:pPr>
          </w:p>
          <w:p w:rsidR="00724D0A" w:rsidRPr="00C72ADF" w:rsidRDefault="00D92F6E" w:rsidP="008362F8">
            <w:pPr>
              <w:jc w:val="both"/>
            </w:pPr>
            <w:r w:rsidRPr="00C72ADF">
              <w:t>"</w:t>
            </w:r>
            <w:r w:rsidR="00724D0A" w:rsidRPr="00C72ADF">
              <w:t xml:space="preserve">In dem kleinen </w:t>
            </w:r>
            <w:r w:rsidR="00724D0A" w:rsidRPr="00C72ADF">
              <w:rPr>
                <w:u w:val="single"/>
              </w:rPr>
              <w:t>Fernseher</w:t>
            </w:r>
            <w:r w:rsidR="00724D0A" w:rsidRPr="00C72ADF">
              <w:t xml:space="preserve"> kommen nur </w:t>
            </w:r>
            <w:r w:rsidR="00724D0A" w:rsidRPr="00C72ADF">
              <w:rPr>
                <w:u w:val="single"/>
              </w:rPr>
              <w:t>Leute</w:t>
            </w:r>
            <w:r w:rsidR="001E49E4">
              <w:rPr>
                <w:u w:val="single"/>
              </w:rPr>
              <w:t xml:space="preserve"> </w:t>
            </w:r>
            <w:r w:rsidR="001E49E4">
              <w:t>vor</w:t>
            </w:r>
            <w:r w:rsidR="00724D0A" w:rsidRPr="00C72ADF">
              <w:t xml:space="preserve">, die </w:t>
            </w:r>
            <w:r w:rsidR="001E49E4">
              <w:t>ihm völlig fremd sind</w:t>
            </w:r>
            <w:r w:rsidRPr="00C72ADF">
              <w:t xml:space="preserve">, </w:t>
            </w:r>
            <w:r w:rsidR="001E49E4">
              <w:t>[</w:t>
            </w:r>
            <w:r w:rsidRPr="00C72ADF">
              <w:t>...</w:t>
            </w:r>
            <w:r w:rsidR="001E49E4">
              <w:t>]</w:t>
            </w:r>
            <w:r w:rsidR="00122240">
              <w:t xml:space="preserve"> </w:t>
            </w:r>
            <w:r w:rsidRPr="00C72ADF">
              <w:t xml:space="preserve">das ist das </w:t>
            </w:r>
            <w:r w:rsidRPr="00264B21">
              <w:t>Zeichen</w:t>
            </w:r>
            <w:r w:rsidRPr="00C72ADF">
              <w:t xml:space="preserve">, dass man einsam ist, wenn man die </w:t>
            </w:r>
            <w:r w:rsidRPr="00C72ADF">
              <w:rPr>
                <w:u w:val="single"/>
              </w:rPr>
              <w:t>Fernsehstars</w:t>
            </w:r>
            <w:r w:rsidRPr="00C72ADF">
              <w:t xml:space="preserve"> eines </w:t>
            </w:r>
            <w:r w:rsidRPr="00264B21">
              <w:rPr>
                <w:u w:val="single"/>
              </w:rPr>
              <w:t>Landes</w:t>
            </w:r>
            <w:r w:rsidRPr="00C72ADF">
              <w:t xml:space="preserve"> nicht kennt</w:t>
            </w:r>
            <w:r w:rsidR="001E49E4">
              <w:t xml:space="preserve"> [</w:t>
            </w:r>
            <w:r w:rsidRPr="00C72ADF">
              <w:t>...</w:t>
            </w:r>
            <w:r w:rsidR="001E49E4">
              <w:t>]</w:t>
            </w:r>
            <w:r w:rsidRPr="00C72ADF">
              <w:t xml:space="preserve">": </w:t>
            </w:r>
            <w:r w:rsidR="00264B21">
              <w:t xml:space="preserve"> </w:t>
            </w:r>
            <w:r w:rsidRPr="00264B21">
              <w:rPr>
                <w:color w:val="0070C0"/>
              </w:rPr>
              <w:t>(4 x 0,5 Pkt.)</w:t>
            </w:r>
          </w:p>
          <w:p w:rsidR="00D92F6E" w:rsidRDefault="00D92F6E" w:rsidP="008362F8">
            <w:pPr>
              <w:jc w:val="both"/>
            </w:pPr>
          </w:p>
          <w:p w:rsidR="00D92F6E" w:rsidRDefault="00D92F6E" w:rsidP="00D92F6E">
            <w:r>
              <w:t xml:space="preserve">Fernseher </w:t>
            </w:r>
            <w:r w:rsidRPr="00D92F6E">
              <w:rPr>
                <w:color w:val="0070C0"/>
              </w:rPr>
              <w:t>(</w:t>
            </w:r>
            <w:r>
              <w:rPr>
                <w:color w:val="0070C0"/>
              </w:rPr>
              <w:t>Dat</w:t>
            </w:r>
            <w:r w:rsidRPr="00D92F6E">
              <w:rPr>
                <w:color w:val="0070C0"/>
              </w:rPr>
              <w:t>.)</w:t>
            </w:r>
            <w:r>
              <w:t xml:space="preserve"> __________________</w:t>
            </w:r>
            <w:r w:rsidR="00C72ADF">
              <w:t xml:space="preserve">  </w:t>
            </w:r>
            <w:r>
              <w:t xml:space="preserve">Leute </w:t>
            </w:r>
            <w:r w:rsidRPr="00D92F6E">
              <w:rPr>
                <w:color w:val="0070C0"/>
              </w:rPr>
              <w:t>( Nom.)</w:t>
            </w:r>
            <w:r>
              <w:t xml:space="preserve"> _________________</w:t>
            </w:r>
            <w:r w:rsidR="00C72ADF">
              <w:t>_</w:t>
            </w:r>
            <w:r>
              <w:t>___</w:t>
            </w:r>
          </w:p>
          <w:p w:rsidR="00D92F6E" w:rsidRDefault="00D92F6E" w:rsidP="00D92F6E"/>
          <w:p w:rsidR="00D92F6E" w:rsidRDefault="00264B21" w:rsidP="00D92F6E">
            <w:r>
              <w:t>Fernsehstars</w:t>
            </w:r>
            <w:r w:rsidR="00D92F6E">
              <w:t xml:space="preserve"> </w:t>
            </w:r>
            <w:r w:rsidR="00D92F6E" w:rsidRPr="00D92F6E">
              <w:rPr>
                <w:color w:val="0070C0"/>
              </w:rPr>
              <w:t>(</w:t>
            </w:r>
            <w:r>
              <w:rPr>
                <w:color w:val="0070C0"/>
              </w:rPr>
              <w:t>Akk</w:t>
            </w:r>
            <w:r w:rsidR="00D92F6E" w:rsidRPr="00D92F6E">
              <w:rPr>
                <w:color w:val="0070C0"/>
              </w:rPr>
              <w:t>.)</w:t>
            </w:r>
            <w:r>
              <w:t xml:space="preserve"> __________</w:t>
            </w:r>
            <w:r w:rsidR="00D92F6E">
              <w:t>__</w:t>
            </w:r>
            <w:r w:rsidR="00C72ADF">
              <w:t>__</w:t>
            </w:r>
            <w:r w:rsidR="00D92F6E">
              <w:t>_</w:t>
            </w:r>
            <w:r w:rsidR="00C72ADF">
              <w:t xml:space="preserve">_ </w:t>
            </w:r>
            <w:r w:rsidR="00D92F6E">
              <w:t xml:space="preserve">Landes </w:t>
            </w:r>
            <w:r w:rsidR="00C72ADF" w:rsidRPr="00C72ADF">
              <w:rPr>
                <w:color w:val="0070C0"/>
              </w:rPr>
              <w:t>(Gen.)</w:t>
            </w:r>
            <w:r w:rsidR="00C72ADF">
              <w:t xml:space="preserve"> </w:t>
            </w:r>
            <w:r w:rsidR="00D92F6E">
              <w:t>_____________________</w:t>
            </w:r>
          </w:p>
          <w:p w:rsidR="00A232CA" w:rsidRPr="007C1261" w:rsidRDefault="00A232CA" w:rsidP="008362F8">
            <w:pPr>
              <w:jc w:val="both"/>
              <w:rPr>
                <w:sz w:val="10"/>
                <w:szCs w:val="30"/>
              </w:rPr>
            </w:pPr>
          </w:p>
        </w:tc>
        <w:tc>
          <w:tcPr>
            <w:tcW w:w="615" w:type="dxa"/>
          </w:tcPr>
          <w:p w:rsidR="00A232CA" w:rsidRPr="00586F3D" w:rsidRDefault="00A232CA" w:rsidP="008362F8">
            <w:pPr>
              <w:jc w:val="both"/>
              <w:rPr>
                <w:sz w:val="24"/>
                <w:szCs w:val="30"/>
              </w:rPr>
            </w:pPr>
          </w:p>
        </w:tc>
        <w:tc>
          <w:tcPr>
            <w:tcW w:w="617" w:type="dxa"/>
            <w:vAlign w:val="bottom"/>
          </w:tcPr>
          <w:p w:rsidR="00A232CA" w:rsidRPr="0062127E" w:rsidRDefault="00A232CA" w:rsidP="00D92F6E">
            <w:pPr>
              <w:jc w:val="right"/>
              <w:rPr>
                <w:b/>
              </w:rPr>
            </w:pPr>
            <w:r w:rsidRPr="0062127E">
              <w:rPr>
                <w:b/>
              </w:rPr>
              <w:t>/</w:t>
            </w:r>
            <w:r w:rsidR="00D92F6E" w:rsidRPr="0062127E">
              <w:rPr>
                <w:b/>
              </w:rPr>
              <w:t>2</w:t>
            </w:r>
          </w:p>
        </w:tc>
      </w:tr>
      <w:tr w:rsidR="00A232CA" w:rsidRPr="00586F3D" w:rsidTr="00A232CA">
        <w:tc>
          <w:tcPr>
            <w:tcW w:w="534" w:type="dxa"/>
          </w:tcPr>
          <w:p w:rsidR="00A232CA" w:rsidRPr="00BE1A30" w:rsidRDefault="00060075" w:rsidP="00060075">
            <w:r>
              <w:t>17</w:t>
            </w:r>
            <w:r w:rsidR="00A232CA" w:rsidRPr="00BE1A30">
              <w:t>.</w:t>
            </w:r>
          </w:p>
        </w:tc>
        <w:tc>
          <w:tcPr>
            <w:tcW w:w="7512" w:type="dxa"/>
          </w:tcPr>
          <w:p w:rsidR="00A232CA" w:rsidRPr="00341819" w:rsidRDefault="00280661" w:rsidP="00060075">
            <w:r w:rsidRPr="00341819">
              <w:t>Unterstreichen Sie im folgenden Satz die Satzglieder und bestimmen Sie diese:</w:t>
            </w:r>
            <w:r w:rsidR="00724D0A" w:rsidRPr="00341819">
              <w:t xml:space="preserve"> </w:t>
            </w:r>
            <w:r w:rsidR="00341819">
              <w:br/>
            </w:r>
            <w:r w:rsidR="00724D0A" w:rsidRPr="00341819">
              <w:rPr>
                <w:color w:val="0070C0"/>
              </w:rPr>
              <w:t>(0,5 Pkt.</w:t>
            </w:r>
            <w:r w:rsidR="001F2256">
              <w:rPr>
                <w:color w:val="0070C0"/>
              </w:rPr>
              <w:t xml:space="preserve"> Abzug pro Fehler</w:t>
            </w:r>
            <w:r w:rsidR="00D8717E">
              <w:rPr>
                <w:color w:val="0070C0"/>
              </w:rPr>
              <w:t>. Fehler ist, wenn nicht oder falsch markiert wurde bzw. wenn nicht oder falsch benannt wurde.</w:t>
            </w:r>
            <w:r w:rsidR="00724D0A" w:rsidRPr="00341819">
              <w:rPr>
                <w:color w:val="0070C0"/>
              </w:rPr>
              <w:t>)</w:t>
            </w:r>
          </w:p>
          <w:p w:rsidR="00341819" w:rsidRDefault="00341819" w:rsidP="00060075"/>
          <w:p w:rsidR="00060075" w:rsidRPr="00341819" w:rsidRDefault="00060075" w:rsidP="00060075">
            <w:r w:rsidRPr="00341819">
              <w:t xml:space="preserve">Er   </w:t>
            </w:r>
            <w:r w:rsidR="00341819">
              <w:t xml:space="preserve">  </w:t>
            </w:r>
            <w:r w:rsidR="00D8717E">
              <w:t xml:space="preserve"> </w:t>
            </w:r>
            <w:r w:rsidRPr="00341819">
              <w:t xml:space="preserve">schreibt  </w:t>
            </w:r>
            <w:r w:rsidR="00341819">
              <w:t xml:space="preserve"> </w:t>
            </w:r>
            <w:r w:rsidRPr="00341819">
              <w:t xml:space="preserve">  seinen  </w:t>
            </w:r>
            <w:r w:rsidR="00341819">
              <w:t xml:space="preserve"> </w:t>
            </w:r>
            <w:r w:rsidRPr="00341819">
              <w:t xml:space="preserve">  Freunden  </w:t>
            </w:r>
            <w:r w:rsidR="00D8717E">
              <w:t xml:space="preserve"> </w:t>
            </w:r>
            <w:r w:rsidR="00341819">
              <w:t xml:space="preserve"> </w:t>
            </w:r>
            <w:r w:rsidRPr="00341819">
              <w:t xml:space="preserve">  über</w:t>
            </w:r>
            <w:r w:rsidR="00D8717E">
              <w:t xml:space="preserve"> </w:t>
            </w:r>
            <w:r w:rsidRPr="00341819">
              <w:t xml:space="preserve">   </w:t>
            </w:r>
            <w:r w:rsidR="00341819">
              <w:t xml:space="preserve"> </w:t>
            </w:r>
            <w:r w:rsidRPr="00341819">
              <w:t xml:space="preserve"> die </w:t>
            </w:r>
            <w:r w:rsidR="00D8717E">
              <w:t xml:space="preserve"> </w:t>
            </w:r>
            <w:r w:rsidR="00341819">
              <w:t xml:space="preserve"> </w:t>
            </w:r>
            <w:r w:rsidRPr="00341819">
              <w:t xml:space="preserve">   kleinen  </w:t>
            </w:r>
            <w:r w:rsidR="00341819">
              <w:t xml:space="preserve"> </w:t>
            </w:r>
            <w:r w:rsidRPr="00341819">
              <w:t xml:space="preserve">  Katastrophen.</w:t>
            </w:r>
          </w:p>
          <w:p w:rsidR="00060075" w:rsidRPr="00341819" w:rsidRDefault="00060075" w:rsidP="00060075"/>
          <w:p w:rsidR="00280661" w:rsidRPr="00341819" w:rsidRDefault="00724D0A" w:rsidP="00060075">
            <w:pPr>
              <w:rPr>
                <w:color w:val="0070C0"/>
              </w:rPr>
            </w:pPr>
            <w:r w:rsidRPr="00341819">
              <w:rPr>
                <w:color w:val="0070C0"/>
              </w:rPr>
              <w:t xml:space="preserve"> </w:t>
            </w:r>
            <w:r w:rsidR="00D8717E">
              <w:rPr>
                <w:color w:val="0070C0"/>
              </w:rPr>
              <w:t xml:space="preserve"> </w:t>
            </w:r>
            <w:r w:rsidR="00280661" w:rsidRPr="00341819">
              <w:rPr>
                <w:color w:val="0070C0"/>
                <w:u w:val="single"/>
              </w:rPr>
              <w:t>Er</w:t>
            </w:r>
            <w:r w:rsidR="00280661" w:rsidRPr="00341819">
              <w:rPr>
                <w:color w:val="0070C0"/>
              </w:rPr>
              <w:t xml:space="preserve"> </w:t>
            </w:r>
            <w:r w:rsidRPr="00341819">
              <w:rPr>
                <w:color w:val="0070C0"/>
              </w:rPr>
              <w:t xml:space="preserve">       </w:t>
            </w:r>
            <w:r w:rsidR="00446E06">
              <w:rPr>
                <w:color w:val="0070C0"/>
              </w:rPr>
              <w:t xml:space="preserve"> </w:t>
            </w:r>
            <w:r w:rsidR="00341819">
              <w:rPr>
                <w:color w:val="0070C0"/>
              </w:rPr>
              <w:t xml:space="preserve"> </w:t>
            </w:r>
            <w:r w:rsidR="00D8717E">
              <w:rPr>
                <w:color w:val="0070C0"/>
              </w:rPr>
              <w:t xml:space="preserve">  </w:t>
            </w:r>
            <w:r w:rsidRPr="00341819">
              <w:rPr>
                <w:color w:val="0070C0"/>
              </w:rPr>
              <w:t xml:space="preserve"> </w:t>
            </w:r>
            <w:r w:rsidR="00280661" w:rsidRPr="00341819">
              <w:rPr>
                <w:color w:val="0070C0"/>
                <w:u w:val="single"/>
              </w:rPr>
              <w:t>schreibt</w:t>
            </w:r>
            <w:r w:rsidR="00280661" w:rsidRPr="00341819">
              <w:rPr>
                <w:color w:val="0070C0"/>
              </w:rPr>
              <w:t xml:space="preserve"> </w:t>
            </w:r>
            <w:r w:rsidRPr="00341819">
              <w:rPr>
                <w:color w:val="0070C0"/>
              </w:rPr>
              <w:t xml:space="preserve">       </w:t>
            </w:r>
            <w:r w:rsidR="00060075" w:rsidRPr="00341819">
              <w:rPr>
                <w:color w:val="0070C0"/>
              </w:rPr>
              <w:t xml:space="preserve">     </w:t>
            </w:r>
            <w:r w:rsidR="00280661" w:rsidRPr="00341819">
              <w:rPr>
                <w:color w:val="0070C0"/>
                <w:u w:val="single"/>
              </w:rPr>
              <w:t>seinen</w:t>
            </w:r>
            <w:r w:rsidR="001F2256">
              <w:rPr>
                <w:color w:val="0070C0"/>
                <w:u w:val="single"/>
              </w:rPr>
              <w:t xml:space="preserve"> </w:t>
            </w:r>
            <w:r w:rsidR="00280661" w:rsidRPr="00341819">
              <w:rPr>
                <w:color w:val="0070C0"/>
                <w:u w:val="single"/>
              </w:rPr>
              <w:t>Freunden</w:t>
            </w:r>
            <w:r w:rsidRPr="00341819">
              <w:rPr>
                <w:color w:val="0070C0"/>
              </w:rPr>
              <w:t xml:space="preserve">    </w:t>
            </w:r>
            <w:r w:rsidR="00280661" w:rsidRPr="00341819">
              <w:rPr>
                <w:color w:val="0070C0"/>
              </w:rPr>
              <w:t xml:space="preserve"> </w:t>
            </w:r>
            <w:r w:rsidRPr="00341819">
              <w:rPr>
                <w:color w:val="0070C0"/>
              </w:rPr>
              <w:t xml:space="preserve">  </w:t>
            </w:r>
            <w:r w:rsidR="00280661" w:rsidRPr="00341819">
              <w:rPr>
                <w:color w:val="0070C0"/>
                <w:u w:val="single"/>
              </w:rPr>
              <w:t>über</w:t>
            </w:r>
            <w:r w:rsidR="00D8717E" w:rsidRPr="00D8717E">
              <w:rPr>
                <w:color w:val="0070C0"/>
                <w:u w:val="single"/>
              </w:rPr>
              <w:t xml:space="preserve"> </w:t>
            </w:r>
            <w:r w:rsidR="00280661" w:rsidRPr="00D8717E">
              <w:rPr>
                <w:color w:val="0070C0"/>
                <w:u w:val="single"/>
              </w:rPr>
              <w:t>die</w:t>
            </w:r>
            <w:r w:rsidR="00280661" w:rsidRPr="00341819">
              <w:rPr>
                <w:color w:val="0070C0"/>
                <w:u w:val="single"/>
              </w:rPr>
              <w:t xml:space="preserve"> </w:t>
            </w:r>
            <w:r w:rsidRPr="00341819">
              <w:rPr>
                <w:color w:val="0070C0"/>
                <w:u w:val="single"/>
              </w:rPr>
              <w:t xml:space="preserve">  </w:t>
            </w:r>
            <w:r w:rsidR="00280661" w:rsidRPr="00341819">
              <w:rPr>
                <w:color w:val="0070C0"/>
                <w:u w:val="single"/>
              </w:rPr>
              <w:t>kleinen</w:t>
            </w:r>
            <w:r w:rsidRPr="00341819">
              <w:rPr>
                <w:color w:val="0070C0"/>
                <w:u w:val="single"/>
              </w:rPr>
              <w:t xml:space="preserve">  </w:t>
            </w:r>
            <w:r w:rsidR="00280661" w:rsidRPr="00341819">
              <w:rPr>
                <w:color w:val="0070C0"/>
                <w:u w:val="single"/>
              </w:rPr>
              <w:t xml:space="preserve"> Katastrophen</w:t>
            </w:r>
            <w:r w:rsidR="00280661" w:rsidRPr="00341819">
              <w:rPr>
                <w:color w:val="0070C0"/>
              </w:rPr>
              <w:t>.</w:t>
            </w:r>
          </w:p>
          <w:p w:rsidR="00A232CA" w:rsidRPr="00341819" w:rsidRDefault="00341819" w:rsidP="00060075">
            <w:pPr>
              <w:rPr>
                <w:i/>
                <w:color w:val="0070C0"/>
                <w:sz w:val="18"/>
                <w:szCs w:val="18"/>
              </w:rPr>
            </w:pPr>
            <w:r>
              <w:rPr>
                <w:color w:val="0070C0"/>
              </w:rPr>
              <w:t xml:space="preserve"> </w:t>
            </w:r>
            <w:r w:rsidR="00A50D78" w:rsidRPr="00341819">
              <w:rPr>
                <w:i/>
                <w:color w:val="0070C0"/>
                <w:sz w:val="18"/>
                <w:szCs w:val="18"/>
              </w:rPr>
              <w:t>Subj.</w:t>
            </w:r>
            <w:r w:rsidR="00724D0A" w:rsidRPr="00341819">
              <w:rPr>
                <w:i/>
                <w:color w:val="0070C0"/>
                <w:sz w:val="18"/>
                <w:szCs w:val="18"/>
              </w:rPr>
              <w:t xml:space="preserve"> </w:t>
            </w:r>
            <w:r w:rsidRPr="00341819">
              <w:rPr>
                <w:i/>
                <w:color w:val="0070C0"/>
                <w:sz w:val="18"/>
                <w:szCs w:val="18"/>
              </w:rPr>
              <w:t xml:space="preserve"> </w:t>
            </w:r>
            <w:r w:rsidR="00724D0A" w:rsidRPr="00341819">
              <w:rPr>
                <w:i/>
                <w:color w:val="0070C0"/>
                <w:sz w:val="18"/>
                <w:szCs w:val="18"/>
              </w:rPr>
              <w:t xml:space="preserve"> </w:t>
            </w:r>
            <w:r>
              <w:rPr>
                <w:i/>
                <w:color w:val="0070C0"/>
                <w:sz w:val="18"/>
                <w:szCs w:val="18"/>
              </w:rPr>
              <w:t xml:space="preserve">  </w:t>
            </w:r>
            <w:r w:rsidR="00D8717E">
              <w:rPr>
                <w:i/>
                <w:color w:val="0070C0"/>
                <w:sz w:val="18"/>
                <w:szCs w:val="18"/>
              </w:rPr>
              <w:t xml:space="preserve"> </w:t>
            </w:r>
            <w:r w:rsidR="00446E06">
              <w:rPr>
                <w:i/>
                <w:color w:val="0070C0"/>
                <w:sz w:val="18"/>
                <w:szCs w:val="18"/>
              </w:rPr>
              <w:t xml:space="preserve"> </w:t>
            </w:r>
            <w:r w:rsidR="00D8717E">
              <w:rPr>
                <w:i/>
                <w:color w:val="0070C0"/>
                <w:sz w:val="18"/>
                <w:szCs w:val="18"/>
              </w:rPr>
              <w:t xml:space="preserve"> </w:t>
            </w:r>
            <w:r w:rsidR="00724D0A" w:rsidRPr="00341819">
              <w:rPr>
                <w:i/>
                <w:color w:val="0070C0"/>
                <w:sz w:val="18"/>
                <w:szCs w:val="18"/>
              </w:rPr>
              <w:t>konj. verb. Teil</w:t>
            </w:r>
            <w:r w:rsidR="00D8717E">
              <w:rPr>
                <w:i/>
                <w:color w:val="0070C0"/>
                <w:sz w:val="18"/>
                <w:szCs w:val="18"/>
              </w:rPr>
              <w:t>,</w:t>
            </w:r>
            <w:r w:rsidR="00C72ADF" w:rsidRPr="00341819">
              <w:rPr>
                <w:i/>
                <w:color w:val="0070C0"/>
                <w:sz w:val="18"/>
                <w:szCs w:val="18"/>
              </w:rPr>
              <w:t xml:space="preserve">  </w:t>
            </w:r>
            <w:r w:rsidR="00060075" w:rsidRPr="00341819">
              <w:rPr>
                <w:i/>
                <w:color w:val="0070C0"/>
                <w:sz w:val="18"/>
                <w:szCs w:val="18"/>
              </w:rPr>
              <w:t xml:space="preserve">   </w:t>
            </w:r>
            <w:r w:rsidR="001F2256">
              <w:rPr>
                <w:i/>
                <w:color w:val="0070C0"/>
                <w:sz w:val="18"/>
                <w:szCs w:val="18"/>
              </w:rPr>
              <w:t xml:space="preserve">       </w:t>
            </w:r>
            <w:r w:rsidR="00D8717E">
              <w:rPr>
                <w:i/>
                <w:color w:val="0070C0"/>
                <w:sz w:val="18"/>
                <w:szCs w:val="18"/>
              </w:rPr>
              <w:t xml:space="preserve">    </w:t>
            </w:r>
            <w:r w:rsidR="00724D0A" w:rsidRPr="00341819">
              <w:rPr>
                <w:i/>
                <w:color w:val="0070C0"/>
                <w:sz w:val="18"/>
                <w:szCs w:val="18"/>
              </w:rPr>
              <w:t>Objek</w:t>
            </w:r>
            <w:r w:rsidR="001F2256">
              <w:rPr>
                <w:i/>
                <w:color w:val="0070C0"/>
                <w:sz w:val="18"/>
                <w:szCs w:val="18"/>
              </w:rPr>
              <w:t xml:space="preserve">t im Dativ          </w:t>
            </w:r>
            <w:r w:rsidR="00724D0A" w:rsidRPr="00341819">
              <w:rPr>
                <w:i/>
                <w:color w:val="0070C0"/>
                <w:sz w:val="18"/>
                <w:szCs w:val="18"/>
              </w:rPr>
              <w:t xml:space="preserve"> </w:t>
            </w:r>
            <w:r w:rsidR="00D61258">
              <w:rPr>
                <w:i/>
                <w:color w:val="0070C0"/>
                <w:sz w:val="18"/>
                <w:szCs w:val="18"/>
              </w:rPr>
              <w:t xml:space="preserve">    Präpoka</w:t>
            </w:r>
            <w:r w:rsidR="005B078B">
              <w:rPr>
                <w:i/>
                <w:color w:val="0070C0"/>
                <w:sz w:val="18"/>
                <w:szCs w:val="18"/>
              </w:rPr>
              <w:t>s</w:t>
            </w:r>
            <w:r w:rsidR="00D61258">
              <w:rPr>
                <w:i/>
                <w:color w:val="0070C0"/>
                <w:sz w:val="18"/>
                <w:szCs w:val="18"/>
              </w:rPr>
              <w:t xml:space="preserve">us, </w:t>
            </w:r>
            <w:r w:rsidR="00D8717E">
              <w:rPr>
                <w:i/>
                <w:color w:val="0070C0"/>
                <w:sz w:val="18"/>
                <w:szCs w:val="18"/>
              </w:rPr>
              <w:t xml:space="preserve">Präpositionaler </w:t>
            </w:r>
            <w:r w:rsidR="00724D0A" w:rsidRPr="00341819">
              <w:rPr>
                <w:i/>
                <w:color w:val="0070C0"/>
                <w:sz w:val="18"/>
                <w:szCs w:val="18"/>
              </w:rPr>
              <w:t>Akkusativ</w:t>
            </w:r>
            <w:r w:rsidR="00D8717E">
              <w:rPr>
                <w:i/>
                <w:color w:val="0070C0"/>
                <w:sz w:val="18"/>
                <w:szCs w:val="18"/>
              </w:rPr>
              <w:br/>
              <w:t xml:space="preserve">                </w:t>
            </w:r>
            <w:r w:rsidR="00446E06">
              <w:rPr>
                <w:i/>
                <w:color w:val="0070C0"/>
                <w:sz w:val="18"/>
                <w:szCs w:val="18"/>
              </w:rPr>
              <w:t xml:space="preserve"> </w:t>
            </w:r>
            <w:r w:rsidR="00D8717E">
              <w:rPr>
                <w:i/>
                <w:color w:val="0070C0"/>
                <w:sz w:val="18"/>
                <w:szCs w:val="18"/>
              </w:rPr>
              <w:t xml:space="preserve">     Prädikat</w:t>
            </w:r>
            <w:r w:rsidR="00724D0A" w:rsidRPr="00341819">
              <w:rPr>
                <w:i/>
                <w:color w:val="0070C0"/>
                <w:sz w:val="18"/>
                <w:szCs w:val="18"/>
              </w:rPr>
              <w:t xml:space="preserve">          </w:t>
            </w:r>
          </w:p>
          <w:p w:rsidR="00C72ADF" w:rsidRPr="00586F3D" w:rsidRDefault="00C72ADF" w:rsidP="00060075">
            <w:pPr>
              <w:rPr>
                <w:sz w:val="24"/>
                <w:szCs w:val="30"/>
              </w:rPr>
            </w:pPr>
          </w:p>
        </w:tc>
        <w:tc>
          <w:tcPr>
            <w:tcW w:w="615" w:type="dxa"/>
          </w:tcPr>
          <w:p w:rsidR="00A232CA" w:rsidRPr="00586F3D" w:rsidRDefault="00A232CA" w:rsidP="008362F8">
            <w:pPr>
              <w:jc w:val="both"/>
              <w:rPr>
                <w:sz w:val="24"/>
                <w:szCs w:val="30"/>
              </w:rPr>
            </w:pPr>
          </w:p>
        </w:tc>
        <w:tc>
          <w:tcPr>
            <w:tcW w:w="617" w:type="dxa"/>
            <w:vAlign w:val="bottom"/>
          </w:tcPr>
          <w:p w:rsidR="00A232CA" w:rsidRPr="0062127E" w:rsidRDefault="00A232CA" w:rsidP="000F2443">
            <w:pPr>
              <w:jc w:val="right"/>
              <w:rPr>
                <w:b/>
              </w:rPr>
            </w:pPr>
            <w:r w:rsidRPr="0062127E">
              <w:rPr>
                <w:b/>
              </w:rPr>
              <w:t>/</w:t>
            </w:r>
            <w:r w:rsidR="00724D0A" w:rsidRPr="0062127E">
              <w:rPr>
                <w:b/>
              </w:rPr>
              <w:t>2</w:t>
            </w:r>
          </w:p>
        </w:tc>
      </w:tr>
      <w:tr w:rsidR="00DB2688" w:rsidRPr="00586F3D" w:rsidTr="00C447B0">
        <w:tc>
          <w:tcPr>
            <w:tcW w:w="534" w:type="dxa"/>
          </w:tcPr>
          <w:p w:rsidR="00DB2688" w:rsidRPr="00BE1A30" w:rsidRDefault="00DB2688" w:rsidP="008362F8">
            <w:pPr>
              <w:jc w:val="both"/>
            </w:pPr>
          </w:p>
        </w:tc>
        <w:tc>
          <w:tcPr>
            <w:tcW w:w="7512" w:type="dxa"/>
          </w:tcPr>
          <w:p w:rsidR="00C447B0" w:rsidRDefault="00C447B0" w:rsidP="008362F8">
            <w:pPr>
              <w:jc w:val="both"/>
              <w:rPr>
                <w:sz w:val="18"/>
                <w:szCs w:val="18"/>
              </w:rPr>
            </w:pPr>
          </w:p>
          <w:p w:rsidR="00C447B0" w:rsidRDefault="00C447B0" w:rsidP="008362F8">
            <w:pPr>
              <w:jc w:val="both"/>
              <w:rPr>
                <w:sz w:val="18"/>
                <w:szCs w:val="18"/>
              </w:rPr>
            </w:pPr>
          </w:p>
          <w:p w:rsidR="00DB2688" w:rsidRPr="00C447B0" w:rsidRDefault="00DB2688" w:rsidP="00D61258">
            <w:pPr>
              <w:jc w:val="both"/>
              <w:rPr>
                <w:sz w:val="18"/>
                <w:szCs w:val="18"/>
              </w:rPr>
            </w:pPr>
            <w:r w:rsidRPr="00AA48FE">
              <w:rPr>
                <w:sz w:val="18"/>
                <w:szCs w:val="18"/>
              </w:rPr>
              <w:t>Erreichte Punktzahl</w:t>
            </w:r>
            <w:r w:rsidR="00D61258">
              <w:rPr>
                <w:sz w:val="18"/>
                <w:szCs w:val="18"/>
              </w:rPr>
              <w:t>:</w:t>
            </w:r>
          </w:p>
        </w:tc>
        <w:tc>
          <w:tcPr>
            <w:tcW w:w="615" w:type="dxa"/>
          </w:tcPr>
          <w:p w:rsidR="00DB2688" w:rsidRPr="00586F3D" w:rsidRDefault="00DB2688" w:rsidP="008362F8">
            <w:pPr>
              <w:jc w:val="both"/>
              <w:rPr>
                <w:sz w:val="24"/>
                <w:szCs w:val="30"/>
              </w:rPr>
            </w:pPr>
          </w:p>
        </w:tc>
        <w:tc>
          <w:tcPr>
            <w:tcW w:w="617" w:type="dxa"/>
            <w:vAlign w:val="bottom"/>
          </w:tcPr>
          <w:p w:rsidR="00DB2688" w:rsidRPr="0062127E" w:rsidRDefault="00DB2688" w:rsidP="00C447B0">
            <w:pPr>
              <w:jc w:val="right"/>
              <w:rPr>
                <w:b/>
              </w:rPr>
            </w:pPr>
            <w:r w:rsidRPr="0062127E">
              <w:rPr>
                <w:b/>
                <w:sz w:val="18"/>
                <w:szCs w:val="18"/>
              </w:rPr>
              <w:t>/1</w:t>
            </w:r>
            <w:r w:rsidR="0062127E" w:rsidRPr="0062127E">
              <w:rPr>
                <w:b/>
                <w:sz w:val="18"/>
                <w:szCs w:val="18"/>
              </w:rPr>
              <w:t>1</w:t>
            </w:r>
          </w:p>
        </w:tc>
      </w:tr>
      <w:tr w:rsidR="00DB2688" w:rsidRPr="00586F3D" w:rsidTr="00887743">
        <w:tc>
          <w:tcPr>
            <w:tcW w:w="534" w:type="dxa"/>
            <w:shd w:val="clear" w:color="auto" w:fill="D9D9D9" w:themeFill="background1" w:themeFillShade="D9"/>
          </w:tcPr>
          <w:p w:rsidR="00DB2688" w:rsidRPr="00586F3D" w:rsidRDefault="0047076D" w:rsidP="008362F8">
            <w:pPr>
              <w:jc w:val="both"/>
              <w:rPr>
                <w:sz w:val="24"/>
                <w:szCs w:val="30"/>
              </w:rPr>
            </w:pPr>
            <w:r>
              <w:br w:type="page"/>
            </w:r>
          </w:p>
        </w:tc>
        <w:tc>
          <w:tcPr>
            <w:tcW w:w="7512" w:type="dxa"/>
            <w:shd w:val="clear" w:color="auto" w:fill="D9D9D9" w:themeFill="background1" w:themeFillShade="D9"/>
          </w:tcPr>
          <w:p w:rsidR="00DB2688" w:rsidRPr="00586F3D" w:rsidRDefault="00DB2688" w:rsidP="00701D39">
            <w:pPr>
              <w:jc w:val="both"/>
              <w:rPr>
                <w:sz w:val="24"/>
                <w:szCs w:val="30"/>
              </w:rPr>
            </w:pPr>
            <w:r>
              <w:rPr>
                <w:sz w:val="32"/>
                <w:szCs w:val="30"/>
              </w:rPr>
              <w:t>Textschaffen</w:t>
            </w:r>
          </w:p>
        </w:tc>
        <w:tc>
          <w:tcPr>
            <w:tcW w:w="615" w:type="dxa"/>
            <w:shd w:val="clear" w:color="auto" w:fill="D9D9D9" w:themeFill="background1" w:themeFillShade="D9"/>
          </w:tcPr>
          <w:p w:rsidR="00DB2688" w:rsidRPr="00586F3D" w:rsidRDefault="00DB2688" w:rsidP="008362F8">
            <w:pPr>
              <w:jc w:val="both"/>
              <w:rPr>
                <w:sz w:val="10"/>
                <w:szCs w:val="10"/>
              </w:rPr>
            </w:pPr>
            <w:r>
              <w:rPr>
                <w:sz w:val="10"/>
                <w:szCs w:val="10"/>
              </w:rPr>
              <w:t>Erreichte Punktzahl</w:t>
            </w:r>
          </w:p>
        </w:tc>
        <w:tc>
          <w:tcPr>
            <w:tcW w:w="617" w:type="dxa"/>
            <w:shd w:val="clear" w:color="auto" w:fill="D9D9D9" w:themeFill="background1" w:themeFillShade="D9"/>
          </w:tcPr>
          <w:p w:rsidR="00DB2688" w:rsidRPr="00586F3D" w:rsidRDefault="00DB2688" w:rsidP="008362F8">
            <w:pPr>
              <w:jc w:val="both"/>
              <w:rPr>
                <w:sz w:val="10"/>
                <w:szCs w:val="10"/>
              </w:rPr>
            </w:pPr>
            <w:r>
              <w:rPr>
                <w:sz w:val="10"/>
                <w:szCs w:val="10"/>
              </w:rPr>
              <w:t>Maximale Punktzahl</w:t>
            </w:r>
          </w:p>
        </w:tc>
      </w:tr>
      <w:tr w:rsidR="00DB2688" w:rsidRPr="00586F3D" w:rsidTr="008362F8">
        <w:tc>
          <w:tcPr>
            <w:tcW w:w="534" w:type="dxa"/>
          </w:tcPr>
          <w:p w:rsidR="00DB2688" w:rsidRPr="00586F3D" w:rsidRDefault="00426012" w:rsidP="008362F8">
            <w:pPr>
              <w:jc w:val="both"/>
              <w:rPr>
                <w:sz w:val="24"/>
                <w:szCs w:val="30"/>
              </w:rPr>
            </w:pPr>
            <w:r>
              <w:rPr>
                <w:sz w:val="24"/>
                <w:szCs w:val="30"/>
              </w:rPr>
              <w:t>18</w:t>
            </w:r>
            <w:r w:rsidR="00DB2688">
              <w:rPr>
                <w:sz w:val="24"/>
                <w:szCs w:val="30"/>
              </w:rPr>
              <w:t>.</w:t>
            </w:r>
          </w:p>
        </w:tc>
        <w:tc>
          <w:tcPr>
            <w:tcW w:w="7512" w:type="dxa"/>
          </w:tcPr>
          <w:p w:rsidR="00707378" w:rsidRDefault="00D8717E" w:rsidP="00D8717E">
            <w:pPr>
              <w:pStyle w:val="Listenabsatz"/>
              <w:ind w:left="0"/>
              <w:jc w:val="both"/>
            </w:pPr>
            <w:r>
              <w:t xml:space="preserve">Erzählen Sie von einem </w:t>
            </w:r>
            <w:r w:rsidR="0034678A">
              <w:t>Feriene</w:t>
            </w:r>
            <w:r>
              <w:t xml:space="preserve">rlebnis </w:t>
            </w:r>
            <w:r w:rsidR="0034678A">
              <w:t xml:space="preserve">und erklären Sie, </w:t>
            </w:r>
            <w:r>
              <w:t xml:space="preserve">weshalb </w:t>
            </w:r>
            <w:r w:rsidR="00D14FB7">
              <w:t>Sie dieses</w:t>
            </w:r>
            <w:r>
              <w:t xml:space="preserve"> besonders berührt oder zum Nachdenken gebracht hat.</w:t>
            </w:r>
          </w:p>
          <w:p w:rsidR="00D8717E" w:rsidRPr="00BA4E2D" w:rsidRDefault="00D8717E" w:rsidP="00D8717E">
            <w:pPr>
              <w:pStyle w:val="Listenabsatz"/>
              <w:ind w:left="0"/>
              <w:jc w:val="both"/>
            </w:pPr>
          </w:p>
          <w:p w:rsidR="001724B1" w:rsidRPr="00BA4E2D" w:rsidRDefault="00707378" w:rsidP="00D8717E">
            <w:pPr>
              <w:jc w:val="both"/>
            </w:pPr>
            <w:r w:rsidRPr="00BA4E2D">
              <w:t>Schreiben Sie einen ausformulierten</w:t>
            </w:r>
            <w:r w:rsidR="00D8717E">
              <w:t xml:space="preserve"> Text im Umfang von 140 bis 17</w:t>
            </w:r>
            <w:r w:rsidRPr="00BA4E2D">
              <w:t xml:space="preserve">0 Wörtern. Zählen Sie nach der Niederschrift die Wörter zusammen und schreiben Sie deren Anzahl am Schluss des Textes hin (Punkteabzug bei Nicht- oder Falschangabe). </w:t>
            </w:r>
          </w:p>
          <w:p w:rsidR="001724B1" w:rsidRPr="00BA4E2D" w:rsidRDefault="001724B1" w:rsidP="00D8717E"/>
          <w:p w:rsidR="00631F3B" w:rsidRPr="00BA4E2D" w:rsidRDefault="00707378" w:rsidP="00D8717E">
            <w:r w:rsidRPr="00BA4E2D">
              <w:t>Bewertet werden</w:t>
            </w:r>
            <w:r w:rsidR="00631F3B" w:rsidRPr="00BA4E2D">
              <w:t>:</w:t>
            </w:r>
          </w:p>
          <w:p w:rsidR="00631F3B" w:rsidRPr="00BA4E2D" w:rsidRDefault="00631F3B" w:rsidP="00D8717E">
            <w:pPr>
              <w:pStyle w:val="Listenabsatz"/>
              <w:numPr>
                <w:ilvl w:val="0"/>
                <w:numId w:val="9"/>
              </w:numPr>
            </w:pPr>
            <w:r w:rsidRPr="00BA4E2D">
              <w:rPr>
                <w:u w:val="single"/>
              </w:rPr>
              <w:t>Inhalt</w:t>
            </w:r>
            <w:r w:rsidRPr="00BA4E2D">
              <w:t>: Aussagekraft/Nach</w:t>
            </w:r>
            <w:r w:rsidR="00D8717E">
              <w:t>vollziehbarkeit/Aufbau (6 Pkt.</w:t>
            </w:r>
            <w:r w:rsidRPr="00BA4E2D">
              <w:t>)</w:t>
            </w:r>
          </w:p>
          <w:p w:rsidR="00631F3B" w:rsidRPr="00BA4E2D" w:rsidRDefault="00631F3B" w:rsidP="00D8717E">
            <w:pPr>
              <w:pStyle w:val="Listenabsatz"/>
              <w:numPr>
                <w:ilvl w:val="0"/>
                <w:numId w:val="9"/>
              </w:numPr>
            </w:pPr>
            <w:r w:rsidRPr="00BA4E2D">
              <w:rPr>
                <w:u w:val="single"/>
              </w:rPr>
              <w:t>Stil</w:t>
            </w:r>
            <w:r w:rsidRPr="00BA4E2D">
              <w:t>: Wortwahl/</w:t>
            </w:r>
            <w:r w:rsidR="00D8717E">
              <w:t xml:space="preserve">Satzbau/Sprachvielfalt (5 </w:t>
            </w:r>
            <w:r w:rsidR="007852B2">
              <w:t>Pkt.</w:t>
            </w:r>
            <w:r w:rsidRPr="00BA4E2D">
              <w:t>)</w:t>
            </w:r>
          </w:p>
          <w:p w:rsidR="00631F3B" w:rsidRPr="00BA4E2D" w:rsidRDefault="00631F3B" w:rsidP="00D8717E">
            <w:pPr>
              <w:pStyle w:val="Listenabsatz"/>
              <w:numPr>
                <w:ilvl w:val="0"/>
                <w:numId w:val="9"/>
              </w:numPr>
            </w:pPr>
            <w:r w:rsidRPr="00BA4E2D">
              <w:rPr>
                <w:u w:val="single"/>
              </w:rPr>
              <w:t>Sprachliche Richtigkeit</w:t>
            </w:r>
            <w:r w:rsidRPr="00BA4E2D">
              <w:t xml:space="preserve">: Orthographie/Interpunktion/Grammatik (5 </w:t>
            </w:r>
            <w:r w:rsidR="00D8717E">
              <w:t>Pkt.)</w:t>
            </w:r>
          </w:p>
          <w:p w:rsidR="00707378" w:rsidRPr="00BA4E2D" w:rsidRDefault="00707378" w:rsidP="00707378">
            <w:pPr>
              <w:jc w:val="both"/>
            </w:pPr>
          </w:p>
          <w:p w:rsidR="00DB2688" w:rsidRPr="00BA4E2D" w:rsidRDefault="00DB2688" w:rsidP="008362F8">
            <w:pPr>
              <w:jc w:val="both"/>
            </w:pPr>
          </w:p>
        </w:tc>
        <w:tc>
          <w:tcPr>
            <w:tcW w:w="615" w:type="dxa"/>
          </w:tcPr>
          <w:p w:rsidR="00DB2688" w:rsidRPr="00586F3D" w:rsidRDefault="00DB2688" w:rsidP="008362F8">
            <w:pPr>
              <w:jc w:val="both"/>
              <w:rPr>
                <w:sz w:val="24"/>
                <w:szCs w:val="30"/>
              </w:rPr>
            </w:pPr>
          </w:p>
        </w:tc>
        <w:tc>
          <w:tcPr>
            <w:tcW w:w="617" w:type="dxa"/>
          </w:tcPr>
          <w:p w:rsidR="00DB2688" w:rsidRPr="00586F3D" w:rsidRDefault="00DB2688" w:rsidP="008362F8">
            <w:pPr>
              <w:jc w:val="both"/>
              <w:rPr>
                <w:sz w:val="24"/>
                <w:szCs w:val="30"/>
              </w:rPr>
            </w:pPr>
            <w:r>
              <w:rPr>
                <w:sz w:val="24"/>
                <w:szCs w:val="30"/>
              </w:rPr>
              <w:t>16</w:t>
            </w:r>
          </w:p>
        </w:tc>
      </w:tr>
    </w:tbl>
    <w:p w:rsidR="00DB2688" w:rsidRPr="00BE665F" w:rsidRDefault="00DB2688" w:rsidP="00DB2688">
      <w:pPr>
        <w:jc w:val="both"/>
        <w:rPr>
          <w:sz w:val="20"/>
          <w:szCs w:val="44"/>
        </w:rPr>
      </w:pPr>
    </w:p>
    <w:p w:rsidR="00DB2688" w:rsidRDefault="00DB2688" w:rsidP="00631F3B">
      <w:pPr>
        <w:jc w:val="both"/>
        <w:rPr>
          <w:sz w:val="32"/>
          <w:szCs w:val="44"/>
        </w:rPr>
      </w:pPr>
      <w:r w:rsidRPr="001F4755">
        <w:rPr>
          <w:sz w:val="24"/>
          <w:szCs w:val="44"/>
        </w:rPr>
        <w:t xml:space="preserve">Anzahl </w:t>
      </w:r>
      <w:r w:rsidR="00C01198">
        <w:rPr>
          <w:sz w:val="24"/>
          <w:szCs w:val="44"/>
        </w:rPr>
        <w:t xml:space="preserve">der </w:t>
      </w:r>
      <w:r w:rsidRPr="001F4755">
        <w:rPr>
          <w:sz w:val="24"/>
          <w:szCs w:val="44"/>
        </w:rPr>
        <w:t xml:space="preserve">Wörter: </w:t>
      </w:r>
      <w:r>
        <w:rPr>
          <w:sz w:val="32"/>
          <w:szCs w:val="44"/>
        </w:rPr>
        <w:t>_____</w:t>
      </w:r>
    </w:p>
    <w:p w:rsidR="00AC7AEA" w:rsidRPr="00843278" w:rsidRDefault="00AC7AEA" w:rsidP="00AC7AEA">
      <w:pPr>
        <w:rPr>
          <w:b/>
          <w:sz w:val="24"/>
          <w:szCs w:val="44"/>
        </w:rPr>
      </w:pPr>
      <w:r w:rsidRPr="00843278">
        <w:rPr>
          <w:b/>
          <w:sz w:val="24"/>
          <w:szCs w:val="44"/>
        </w:rPr>
        <w:t>BEURTEILUNGSKRITERIEN</w:t>
      </w:r>
    </w:p>
    <w:p w:rsidR="00AC7AEA" w:rsidRDefault="00AC7AEA" w:rsidP="00AC7AEA">
      <w:pPr>
        <w:rPr>
          <w:sz w:val="24"/>
          <w:szCs w:val="44"/>
        </w:rPr>
      </w:pPr>
      <w:r>
        <w:rPr>
          <w:sz w:val="24"/>
          <w:szCs w:val="44"/>
        </w:rPr>
        <w:t xml:space="preserve">A) </w:t>
      </w:r>
      <w:r w:rsidRPr="00AC7AEA">
        <w:rPr>
          <w:sz w:val="24"/>
          <w:szCs w:val="44"/>
          <w:u w:val="single"/>
        </w:rPr>
        <w:t>INHALT</w:t>
      </w:r>
      <w:r>
        <w:rPr>
          <w:sz w:val="24"/>
          <w:szCs w:val="44"/>
        </w:rPr>
        <w:t>: AUSSAGEKRAFT / NACHVOLLZIEHBARKEIT / AUFBAU (6 PUNKTE)</w:t>
      </w:r>
    </w:p>
    <w:p w:rsidR="00AC7AEA" w:rsidRPr="00AC7AEA" w:rsidRDefault="00AC7AEA" w:rsidP="00AC7AEA">
      <w:pPr>
        <w:rPr>
          <w:sz w:val="24"/>
          <w:szCs w:val="44"/>
        </w:rPr>
      </w:pPr>
      <w:r>
        <w:rPr>
          <w:sz w:val="24"/>
          <w:szCs w:val="44"/>
        </w:rPr>
        <w:t xml:space="preserve">B) </w:t>
      </w:r>
      <w:r w:rsidRPr="00AC7AEA">
        <w:rPr>
          <w:sz w:val="24"/>
          <w:szCs w:val="44"/>
          <w:u w:val="single"/>
        </w:rPr>
        <w:t>STIL</w:t>
      </w:r>
      <w:r w:rsidRPr="00AC7AEA">
        <w:rPr>
          <w:sz w:val="24"/>
          <w:szCs w:val="44"/>
        </w:rPr>
        <w:t>: WORTWAHL / SATZBAU / SPRACHVIELFALT (5 PUNKTE)</w:t>
      </w:r>
    </w:p>
    <w:p w:rsidR="00AC7AEA" w:rsidRDefault="00AC7AEA" w:rsidP="00AC7AEA">
      <w:pPr>
        <w:rPr>
          <w:sz w:val="24"/>
          <w:szCs w:val="44"/>
        </w:rPr>
      </w:pPr>
      <w:r>
        <w:rPr>
          <w:sz w:val="24"/>
          <w:szCs w:val="44"/>
        </w:rPr>
        <w:t xml:space="preserve">C) </w:t>
      </w:r>
      <w:r w:rsidRPr="00AC7AEA">
        <w:rPr>
          <w:sz w:val="24"/>
          <w:szCs w:val="44"/>
          <w:u w:val="single"/>
        </w:rPr>
        <w:t>SPRACHLICHE RICHTIGKEIT</w:t>
      </w:r>
      <w:r>
        <w:rPr>
          <w:sz w:val="24"/>
          <w:szCs w:val="44"/>
        </w:rPr>
        <w:t>: ORTHOGRAPHIE / INTERPUNKTION / GRAMMATIK (</w:t>
      </w:r>
      <w:r w:rsidR="000F140B">
        <w:rPr>
          <w:sz w:val="24"/>
          <w:szCs w:val="44"/>
        </w:rPr>
        <w:t>5</w:t>
      </w:r>
      <w:r>
        <w:rPr>
          <w:sz w:val="24"/>
          <w:szCs w:val="44"/>
        </w:rPr>
        <w:t xml:space="preserve"> PUNKTE)</w:t>
      </w:r>
    </w:p>
    <w:p w:rsidR="00AC7AEA" w:rsidRPr="00843278" w:rsidRDefault="00AC7AEA" w:rsidP="00AC7AEA">
      <w:pPr>
        <w:rPr>
          <w:b/>
          <w:sz w:val="24"/>
          <w:szCs w:val="44"/>
        </w:rPr>
      </w:pPr>
    </w:p>
    <w:p w:rsidR="00AC7AEA" w:rsidRPr="00843278" w:rsidRDefault="00AC7AEA" w:rsidP="00AC7AEA">
      <w:pPr>
        <w:rPr>
          <w:b/>
          <w:sz w:val="24"/>
          <w:szCs w:val="44"/>
        </w:rPr>
      </w:pPr>
      <w:r w:rsidRPr="00843278">
        <w:rPr>
          <w:b/>
          <w:sz w:val="24"/>
          <w:szCs w:val="44"/>
        </w:rPr>
        <w:t>ABZUG EINES PUNKTES</w:t>
      </w:r>
    </w:p>
    <w:p w:rsidR="00AC7AEA" w:rsidRPr="00AC7AEA" w:rsidRDefault="00AC7AEA" w:rsidP="00AC7AEA">
      <w:pPr>
        <w:pStyle w:val="Listenabsatz"/>
        <w:numPr>
          <w:ilvl w:val="0"/>
          <w:numId w:val="14"/>
        </w:numPr>
        <w:spacing w:line="360" w:lineRule="auto"/>
        <w:ind w:left="284" w:hanging="284"/>
        <w:rPr>
          <w:sz w:val="24"/>
          <w:szCs w:val="44"/>
        </w:rPr>
      </w:pPr>
      <w:r w:rsidRPr="00AC7AEA">
        <w:rPr>
          <w:sz w:val="24"/>
          <w:szCs w:val="44"/>
        </w:rPr>
        <w:t>BEI NICHTANGABE ODER FALSCHANGABE DER WORTZAHL</w:t>
      </w:r>
    </w:p>
    <w:p w:rsidR="00AC7AEA" w:rsidRDefault="00AC7AEA" w:rsidP="00AC7AEA">
      <w:pPr>
        <w:pStyle w:val="Listenabsatz"/>
        <w:numPr>
          <w:ilvl w:val="0"/>
          <w:numId w:val="14"/>
        </w:numPr>
        <w:spacing w:line="360" w:lineRule="auto"/>
        <w:ind w:left="284" w:hanging="284"/>
        <w:rPr>
          <w:sz w:val="24"/>
          <w:szCs w:val="44"/>
        </w:rPr>
      </w:pPr>
      <w:r w:rsidRPr="00AC7AEA">
        <w:rPr>
          <w:sz w:val="24"/>
          <w:szCs w:val="44"/>
        </w:rPr>
        <w:t>WENN DIE VORGABE DES UMFANGS MEHR ALS 10 PROZENT UNTER-</w:t>
      </w:r>
      <w:r w:rsidRPr="00AC7AEA">
        <w:rPr>
          <w:sz w:val="24"/>
          <w:szCs w:val="44"/>
        </w:rPr>
        <w:br/>
        <w:t>ODER ÜBERSCHRITTEN WIRD</w:t>
      </w:r>
    </w:p>
    <w:p w:rsidR="00AC7AEA" w:rsidRDefault="00AC7AEA" w:rsidP="00AC7AEA">
      <w:pPr>
        <w:spacing w:line="360" w:lineRule="auto"/>
        <w:ind w:right="-285"/>
        <w:rPr>
          <w:sz w:val="24"/>
          <w:szCs w:val="44"/>
          <w:u w:val="single"/>
        </w:rPr>
      </w:pPr>
      <w:r w:rsidRPr="00AC7AEA">
        <w:rPr>
          <w:sz w:val="24"/>
          <w:szCs w:val="44"/>
          <w:u w:val="single"/>
        </w:rPr>
        <w:t>ORIENTIERUNGSHILFE ZUR BEURTEILUNG DER SPRACHRICHTIGKEIT</w:t>
      </w:r>
      <w:r>
        <w:rPr>
          <w:sz w:val="24"/>
          <w:szCs w:val="44"/>
          <w:u w:val="single"/>
        </w:rPr>
        <w:t xml:space="preserve"> </w:t>
      </w:r>
      <w:r w:rsidRPr="00AC7AEA">
        <w:rPr>
          <w:sz w:val="24"/>
          <w:szCs w:val="44"/>
          <w:u w:val="single"/>
        </w:rPr>
        <w:t>(BEURTEILUNGSKRITERIUM C)</w:t>
      </w:r>
    </w:p>
    <w:tbl>
      <w:tblPr>
        <w:tblStyle w:val="Tabellenraster"/>
        <w:tblW w:w="0" w:type="auto"/>
        <w:tblLook w:val="04A0" w:firstRow="1" w:lastRow="0" w:firstColumn="1" w:lastColumn="0" w:noHBand="0" w:noVBand="1"/>
      </w:tblPr>
      <w:tblGrid>
        <w:gridCol w:w="1099"/>
        <w:gridCol w:w="8387"/>
      </w:tblGrid>
      <w:tr w:rsidR="00AC7AEA" w:rsidTr="00D62DF6">
        <w:tc>
          <w:tcPr>
            <w:tcW w:w="1101" w:type="dxa"/>
            <w:shd w:val="clear" w:color="auto" w:fill="BFBFBF" w:themeFill="background1" w:themeFillShade="BF"/>
          </w:tcPr>
          <w:p w:rsidR="00AC7AEA" w:rsidRPr="00AC7AEA" w:rsidRDefault="00AC7AEA" w:rsidP="00AC7AEA">
            <w:pPr>
              <w:spacing w:line="360" w:lineRule="auto"/>
              <w:ind w:right="-285"/>
              <w:rPr>
                <w:sz w:val="24"/>
                <w:szCs w:val="44"/>
              </w:rPr>
            </w:pPr>
            <w:r w:rsidRPr="00AC7AEA">
              <w:rPr>
                <w:sz w:val="24"/>
                <w:szCs w:val="44"/>
              </w:rPr>
              <w:t>PUNKT</w:t>
            </w:r>
            <w:r w:rsidR="00D62DF6">
              <w:rPr>
                <w:sz w:val="24"/>
                <w:szCs w:val="44"/>
              </w:rPr>
              <w:t>E</w:t>
            </w:r>
          </w:p>
        </w:tc>
        <w:tc>
          <w:tcPr>
            <w:tcW w:w="8535" w:type="dxa"/>
            <w:shd w:val="clear" w:color="auto" w:fill="BFBFBF" w:themeFill="background1" w:themeFillShade="BF"/>
          </w:tcPr>
          <w:p w:rsidR="00AC7AEA" w:rsidRPr="00AC7AEA" w:rsidRDefault="00AC7AEA" w:rsidP="00AC7AEA">
            <w:pPr>
              <w:spacing w:line="360" w:lineRule="auto"/>
              <w:ind w:right="-285"/>
              <w:rPr>
                <w:sz w:val="24"/>
                <w:szCs w:val="44"/>
              </w:rPr>
            </w:pPr>
            <w:r w:rsidRPr="00AC7AEA">
              <w:rPr>
                <w:sz w:val="24"/>
                <w:szCs w:val="44"/>
              </w:rPr>
              <w:t>VERSTÖSSE (ORTHOGRAPHIE, INTERPUNKTION, GRAMMATIK</w:t>
            </w:r>
            <w:r w:rsidR="00D62DF6">
              <w:rPr>
                <w:sz w:val="24"/>
                <w:szCs w:val="44"/>
              </w:rPr>
              <w:t>)</w:t>
            </w:r>
          </w:p>
        </w:tc>
      </w:tr>
      <w:tr w:rsidR="00AC7AEA" w:rsidTr="00D62DF6">
        <w:tc>
          <w:tcPr>
            <w:tcW w:w="1101" w:type="dxa"/>
          </w:tcPr>
          <w:p w:rsidR="00AC7AEA" w:rsidRPr="00B01F35" w:rsidRDefault="00B01F35" w:rsidP="00AC7AEA">
            <w:pPr>
              <w:spacing w:line="360" w:lineRule="auto"/>
              <w:ind w:right="-285"/>
              <w:rPr>
                <w:sz w:val="24"/>
                <w:szCs w:val="44"/>
              </w:rPr>
            </w:pPr>
            <w:r w:rsidRPr="00B01F35">
              <w:rPr>
                <w:sz w:val="24"/>
                <w:szCs w:val="44"/>
              </w:rPr>
              <w:t>5</w:t>
            </w:r>
          </w:p>
        </w:tc>
        <w:tc>
          <w:tcPr>
            <w:tcW w:w="8535" w:type="dxa"/>
          </w:tcPr>
          <w:p w:rsidR="00AC7AEA" w:rsidRPr="00B01F35" w:rsidRDefault="00B01F35" w:rsidP="00AC7AEA">
            <w:pPr>
              <w:spacing w:line="360" w:lineRule="auto"/>
              <w:ind w:right="-285"/>
              <w:rPr>
                <w:sz w:val="24"/>
                <w:szCs w:val="44"/>
              </w:rPr>
            </w:pPr>
            <w:r w:rsidRPr="00B01F35">
              <w:rPr>
                <w:sz w:val="24"/>
                <w:szCs w:val="44"/>
              </w:rPr>
              <w:t>0</w:t>
            </w:r>
            <w:r>
              <w:rPr>
                <w:sz w:val="24"/>
                <w:szCs w:val="44"/>
              </w:rPr>
              <w:t xml:space="preserve"> FEHLER</w:t>
            </w:r>
          </w:p>
        </w:tc>
      </w:tr>
      <w:tr w:rsidR="00AC7AEA" w:rsidTr="00D62DF6">
        <w:tc>
          <w:tcPr>
            <w:tcW w:w="1101" w:type="dxa"/>
          </w:tcPr>
          <w:p w:rsidR="00AC7AEA" w:rsidRPr="00B01F35" w:rsidRDefault="00B01F35" w:rsidP="00AC7AEA">
            <w:pPr>
              <w:spacing w:line="360" w:lineRule="auto"/>
              <w:ind w:right="-285"/>
              <w:rPr>
                <w:sz w:val="24"/>
                <w:szCs w:val="44"/>
              </w:rPr>
            </w:pPr>
            <w:r w:rsidRPr="00B01F35">
              <w:rPr>
                <w:sz w:val="24"/>
                <w:szCs w:val="44"/>
              </w:rPr>
              <w:t>4</w:t>
            </w:r>
          </w:p>
        </w:tc>
        <w:tc>
          <w:tcPr>
            <w:tcW w:w="8535" w:type="dxa"/>
          </w:tcPr>
          <w:p w:rsidR="00AC7AEA" w:rsidRPr="00B01F35" w:rsidRDefault="00B01F35" w:rsidP="00AC7AEA">
            <w:pPr>
              <w:spacing w:line="360" w:lineRule="auto"/>
              <w:ind w:right="-285"/>
              <w:rPr>
                <w:sz w:val="24"/>
                <w:szCs w:val="44"/>
              </w:rPr>
            </w:pPr>
            <w:r w:rsidRPr="00B01F35">
              <w:rPr>
                <w:sz w:val="24"/>
                <w:szCs w:val="44"/>
              </w:rPr>
              <w:t>1-3</w:t>
            </w:r>
            <w:r>
              <w:rPr>
                <w:sz w:val="24"/>
                <w:szCs w:val="44"/>
              </w:rPr>
              <w:t xml:space="preserve"> FEHLER</w:t>
            </w:r>
          </w:p>
        </w:tc>
      </w:tr>
      <w:tr w:rsidR="00AC7AEA" w:rsidTr="00D62DF6">
        <w:tc>
          <w:tcPr>
            <w:tcW w:w="1101" w:type="dxa"/>
          </w:tcPr>
          <w:p w:rsidR="00AC7AEA" w:rsidRPr="00B01F35" w:rsidRDefault="00B01F35" w:rsidP="00AC7AEA">
            <w:pPr>
              <w:spacing w:line="360" w:lineRule="auto"/>
              <w:ind w:right="-285"/>
              <w:rPr>
                <w:sz w:val="24"/>
                <w:szCs w:val="44"/>
              </w:rPr>
            </w:pPr>
            <w:r w:rsidRPr="00B01F35">
              <w:rPr>
                <w:sz w:val="24"/>
                <w:szCs w:val="44"/>
              </w:rPr>
              <w:t>3</w:t>
            </w:r>
          </w:p>
        </w:tc>
        <w:tc>
          <w:tcPr>
            <w:tcW w:w="8535" w:type="dxa"/>
          </w:tcPr>
          <w:p w:rsidR="00AC7AEA" w:rsidRPr="00B01F35" w:rsidRDefault="00B01F35" w:rsidP="00AC7AEA">
            <w:pPr>
              <w:spacing w:line="360" w:lineRule="auto"/>
              <w:ind w:right="-285"/>
              <w:rPr>
                <w:sz w:val="24"/>
                <w:szCs w:val="44"/>
              </w:rPr>
            </w:pPr>
            <w:r w:rsidRPr="00B01F35">
              <w:rPr>
                <w:sz w:val="24"/>
                <w:szCs w:val="44"/>
              </w:rPr>
              <w:t>4-7</w:t>
            </w:r>
            <w:r>
              <w:rPr>
                <w:sz w:val="24"/>
                <w:szCs w:val="44"/>
              </w:rPr>
              <w:t xml:space="preserve"> FEHLER</w:t>
            </w:r>
          </w:p>
        </w:tc>
      </w:tr>
      <w:tr w:rsidR="00AC7AEA" w:rsidTr="00D62DF6">
        <w:tc>
          <w:tcPr>
            <w:tcW w:w="1101" w:type="dxa"/>
          </w:tcPr>
          <w:p w:rsidR="00AC7AEA" w:rsidRPr="00B01F35" w:rsidRDefault="00B01F35" w:rsidP="00AC7AEA">
            <w:pPr>
              <w:spacing w:line="360" w:lineRule="auto"/>
              <w:ind w:right="-285"/>
              <w:rPr>
                <w:sz w:val="24"/>
                <w:szCs w:val="44"/>
              </w:rPr>
            </w:pPr>
            <w:r w:rsidRPr="00B01F35">
              <w:rPr>
                <w:sz w:val="24"/>
                <w:szCs w:val="44"/>
              </w:rPr>
              <w:t>2</w:t>
            </w:r>
          </w:p>
        </w:tc>
        <w:tc>
          <w:tcPr>
            <w:tcW w:w="8535" w:type="dxa"/>
          </w:tcPr>
          <w:p w:rsidR="00AC7AEA" w:rsidRPr="00B01F35" w:rsidRDefault="00B01F35" w:rsidP="00AC7AEA">
            <w:pPr>
              <w:spacing w:line="360" w:lineRule="auto"/>
              <w:ind w:right="-285"/>
              <w:rPr>
                <w:sz w:val="24"/>
                <w:szCs w:val="44"/>
              </w:rPr>
            </w:pPr>
            <w:r w:rsidRPr="00B01F35">
              <w:rPr>
                <w:sz w:val="24"/>
                <w:szCs w:val="44"/>
              </w:rPr>
              <w:t>8-10</w:t>
            </w:r>
            <w:r>
              <w:rPr>
                <w:sz w:val="24"/>
                <w:szCs w:val="44"/>
              </w:rPr>
              <w:t xml:space="preserve"> FEHLER</w:t>
            </w:r>
          </w:p>
        </w:tc>
      </w:tr>
      <w:tr w:rsidR="00AC7AEA" w:rsidTr="00D62DF6">
        <w:tc>
          <w:tcPr>
            <w:tcW w:w="1101" w:type="dxa"/>
          </w:tcPr>
          <w:p w:rsidR="00AC7AEA" w:rsidRPr="00B01F35" w:rsidRDefault="00B01F35" w:rsidP="00AC7AEA">
            <w:pPr>
              <w:spacing w:line="360" w:lineRule="auto"/>
              <w:ind w:right="-285"/>
              <w:rPr>
                <w:sz w:val="24"/>
                <w:szCs w:val="44"/>
              </w:rPr>
            </w:pPr>
            <w:r w:rsidRPr="00B01F35">
              <w:rPr>
                <w:sz w:val="24"/>
                <w:szCs w:val="44"/>
              </w:rPr>
              <w:t>1</w:t>
            </w:r>
          </w:p>
        </w:tc>
        <w:tc>
          <w:tcPr>
            <w:tcW w:w="8535" w:type="dxa"/>
          </w:tcPr>
          <w:p w:rsidR="00AC7AEA" w:rsidRPr="00B01F35" w:rsidRDefault="00B01F35" w:rsidP="00AC7AEA">
            <w:pPr>
              <w:spacing w:line="360" w:lineRule="auto"/>
              <w:ind w:right="-285"/>
              <w:rPr>
                <w:sz w:val="24"/>
                <w:szCs w:val="44"/>
              </w:rPr>
            </w:pPr>
            <w:r w:rsidRPr="00B01F35">
              <w:rPr>
                <w:sz w:val="24"/>
                <w:szCs w:val="44"/>
              </w:rPr>
              <w:t>11-13</w:t>
            </w:r>
            <w:r>
              <w:rPr>
                <w:sz w:val="24"/>
                <w:szCs w:val="44"/>
              </w:rPr>
              <w:t xml:space="preserve"> FEHLER</w:t>
            </w:r>
          </w:p>
        </w:tc>
      </w:tr>
      <w:tr w:rsidR="00AC7AEA" w:rsidTr="00D62DF6">
        <w:tc>
          <w:tcPr>
            <w:tcW w:w="1101" w:type="dxa"/>
          </w:tcPr>
          <w:p w:rsidR="00AC7AEA" w:rsidRPr="00B01F35" w:rsidRDefault="00B01F35" w:rsidP="00AC7AEA">
            <w:pPr>
              <w:spacing w:line="360" w:lineRule="auto"/>
              <w:ind w:right="-285"/>
              <w:rPr>
                <w:sz w:val="24"/>
                <w:szCs w:val="44"/>
              </w:rPr>
            </w:pPr>
            <w:r w:rsidRPr="00B01F35">
              <w:rPr>
                <w:sz w:val="24"/>
                <w:szCs w:val="44"/>
              </w:rPr>
              <w:t>0</w:t>
            </w:r>
          </w:p>
        </w:tc>
        <w:tc>
          <w:tcPr>
            <w:tcW w:w="8535" w:type="dxa"/>
          </w:tcPr>
          <w:p w:rsidR="00AC7AEA" w:rsidRPr="00B01F35" w:rsidRDefault="00B01F35" w:rsidP="00AC7AEA">
            <w:pPr>
              <w:spacing w:line="360" w:lineRule="auto"/>
              <w:ind w:right="-285"/>
              <w:rPr>
                <w:sz w:val="24"/>
                <w:szCs w:val="44"/>
              </w:rPr>
            </w:pPr>
            <w:r w:rsidRPr="00B01F35">
              <w:rPr>
                <w:sz w:val="24"/>
                <w:szCs w:val="44"/>
              </w:rPr>
              <w:t>AB 14 FEHLERN</w:t>
            </w:r>
          </w:p>
        </w:tc>
      </w:tr>
    </w:tbl>
    <w:p w:rsidR="00AC7AEA" w:rsidRPr="00631F3B" w:rsidRDefault="00AC7AEA" w:rsidP="00A0208F">
      <w:pPr>
        <w:jc w:val="both"/>
        <w:rPr>
          <w:sz w:val="24"/>
          <w:szCs w:val="44"/>
        </w:rPr>
      </w:pPr>
    </w:p>
    <w:sectPr w:rsidR="00AC7AEA" w:rsidRPr="00631F3B" w:rsidSect="005035F6">
      <w:type w:val="continuous"/>
      <w:pgSz w:w="11906" w:h="16838"/>
      <w:pgMar w:top="1244" w:right="992"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797" w:rsidRDefault="008C3797" w:rsidP="00655E32">
      <w:pPr>
        <w:spacing w:after="0" w:line="240" w:lineRule="auto"/>
      </w:pPr>
      <w:r>
        <w:separator/>
      </w:r>
    </w:p>
  </w:endnote>
  <w:endnote w:type="continuationSeparator" w:id="0">
    <w:p w:rsidR="008C3797" w:rsidRDefault="008C3797" w:rsidP="00655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2408399"/>
      <w:docPartObj>
        <w:docPartGallery w:val="Page Numbers (Bottom of Page)"/>
        <w:docPartUnique/>
      </w:docPartObj>
    </w:sdtPr>
    <w:sdtEndPr/>
    <w:sdtContent>
      <w:sdt>
        <w:sdtPr>
          <w:id w:val="-1281647306"/>
          <w:docPartObj>
            <w:docPartGallery w:val="Page Numbers (Top of Page)"/>
            <w:docPartUnique/>
          </w:docPartObj>
        </w:sdtPr>
        <w:sdtEndPr/>
        <w:sdtContent>
          <w:p w:rsidR="00843278" w:rsidRPr="004E79AF" w:rsidRDefault="00843278">
            <w:pPr>
              <w:pStyle w:val="Fuzeile"/>
            </w:pPr>
            <w:r w:rsidRPr="0005545F">
              <w:rPr>
                <w:sz w:val="16"/>
                <w:szCs w:val="16"/>
                <w:lang w:val="de-DE"/>
              </w:rPr>
              <w:t xml:space="preserve">Seite </w:t>
            </w:r>
            <w:r w:rsidRPr="0005545F">
              <w:rPr>
                <w:bCs/>
                <w:sz w:val="16"/>
                <w:szCs w:val="16"/>
              </w:rPr>
              <w:fldChar w:fldCharType="begin"/>
            </w:r>
            <w:r w:rsidRPr="0005545F">
              <w:rPr>
                <w:bCs/>
                <w:sz w:val="16"/>
                <w:szCs w:val="16"/>
              </w:rPr>
              <w:instrText>PAGE</w:instrText>
            </w:r>
            <w:r w:rsidRPr="0005545F">
              <w:rPr>
                <w:bCs/>
                <w:sz w:val="16"/>
                <w:szCs w:val="16"/>
              </w:rPr>
              <w:fldChar w:fldCharType="separate"/>
            </w:r>
            <w:r w:rsidR="001342E1">
              <w:rPr>
                <w:bCs/>
                <w:noProof/>
                <w:sz w:val="16"/>
                <w:szCs w:val="16"/>
              </w:rPr>
              <w:t>1</w:t>
            </w:r>
            <w:r w:rsidRPr="0005545F">
              <w:rPr>
                <w:bCs/>
                <w:sz w:val="16"/>
                <w:szCs w:val="16"/>
              </w:rPr>
              <w:fldChar w:fldCharType="end"/>
            </w:r>
            <w:r w:rsidRPr="0005545F">
              <w:rPr>
                <w:sz w:val="16"/>
                <w:szCs w:val="16"/>
                <w:lang w:val="de-DE"/>
              </w:rPr>
              <w:t xml:space="preserve"> von </w:t>
            </w:r>
            <w:r w:rsidRPr="0005545F">
              <w:rPr>
                <w:bCs/>
                <w:sz w:val="16"/>
                <w:szCs w:val="16"/>
              </w:rPr>
              <w:fldChar w:fldCharType="begin"/>
            </w:r>
            <w:r w:rsidRPr="0005545F">
              <w:rPr>
                <w:bCs/>
                <w:sz w:val="16"/>
                <w:szCs w:val="16"/>
              </w:rPr>
              <w:instrText>NUMPAGES</w:instrText>
            </w:r>
            <w:r w:rsidRPr="0005545F">
              <w:rPr>
                <w:bCs/>
                <w:sz w:val="16"/>
                <w:szCs w:val="16"/>
              </w:rPr>
              <w:fldChar w:fldCharType="separate"/>
            </w:r>
            <w:r w:rsidR="001342E1">
              <w:rPr>
                <w:bCs/>
                <w:noProof/>
                <w:sz w:val="16"/>
                <w:szCs w:val="16"/>
              </w:rPr>
              <w:t>1</w:t>
            </w:r>
            <w:r w:rsidRPr="0005545F">
              <w:rPr>
                <w:bCs/>
                <w:sz w:val="16"/>
                <w:szCs w:val="16"/>
              </w:rPr>
              <w:fldChar w:fldCharType="end"/>
            </w:r>
          </w:p>
        </w:sdtContent>
      </w:sdt>
    </w:sdtContent>
  </w:sdt>
  <w:p w:rsidR="00843278" w:rsidRDefault="0084327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797" w:rsidRDefault="008C3797" w:rsidP="00655E32">
      <w:pPr>
        <w:spacing w:after="0" w:line="240" w:lineRule="auto"/>
      </w:pPr>
      <w:r>
        <w:separator/>
      </w:r>
    </w:p>
  </w:footnote>
  <w:footnote w:type="continuationSeparator" w:id="0">
    <w:p w:rsidR="008C3797" w:rsidRDefault="008C3797" w:rsidP="00655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278" w:rsidRPr="00DB2688" w:rsidRDefault="00843278">
    <w:pPr>
      <w:pStyle w:val="Kopfzeile"/>
      <w:rPr>
        <w:sz w:val="16"/>
      </w:rPr>
    </w:pPr>
    <w:r w:rsidRPr="00655E32">
      <w:rPr>
        <w:sz w:val="16"/>
      </w:rPr>
      <w:t>Luzerner Beru</w:t>
    </w:r>
    <w:r>
      <w:rPr>
        <w:sz w:val="16"/>
      </w:rPr>
      <w:t>fs- und Fachmittelschulen: Aufnahmeprüfung Deutsch 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14A80"/>
    <w:multiLevelType w:val="hybridMultilevel"/>
    <w:tmpl w:val="9D70495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9E81B55"/>
    <w:multiLevelType w:val="hybridMultilevel"/>
    <w:tmpl w:val="12BAC06A"/>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26F30246"/>
    <w:multiLevelType w:val="hybridMultilevel"/>
    <w:tmpl w:val="93CC811C"/>
    <w:lvl w:ilvl="0" w:tplc="7B6A1716">
      <w:start w:val="1"/>
      <w:numFmt w:val="bullet"/>
      <w:lvlText w:val=""/>
      <w:lvlJc w:val="left"/>
      <w:pPr>
        <w:ind w:left="720" w:hanging="360"/>
      </w:pPr>
      <w:rPr>
        <w:rFonts w:ascii="Symbol" w:hAnsi="Symbol" w:hint="default"/>
        <w:sz w:val="24"/>
        <w:szCs w:val="24"/>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9EA7F16"/>
    <w:multiLevelType w:val="hybridMultilevel"/>
    <w:tmpl w:val="720834B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38B5D85"/>
    <w:multiLevelType w:val="hybridMultilevel"/>
    <w:tmpl w:val="21DC623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474A35D3"/>
    <w:multiLevelType w:val="hybridMultilevel"/>
    <w:tmpl w:val="4992F81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B59649E"/>
    <w:multiLevelType w:val="hybridMultilevel"/>
    <w:tmpl w:val="C4B037C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37152C3"/>
    <w:multiLevelType w:val="hybridMultilevel"/>
    <w:tmpl w:val="5CF6E170"/>
    <w:lvl w:ilvl="0" w:tplc="FD0C4A0E">
      <w:start w:val="1"/>
      <w:numFmt w:val="lowerLetter"/>
      <w:lvlText w:val="%1)"/>
      <w:lvlJc w:val="left"/>
      <w:pPr>
        <w:ind w:left="720" w:hanging="360"/>
      </w:pPr>
      <w:rPr>
        <w:rFonts w:hint="default"/>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546F686A"/>
    <w:multiLevelType w:val="hybridMultilevel"/>
    <w:tmpl w:val="AD229C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95F4B68"/>
    <w:multiLevelType w:val="hybridMultilevel"/>
    <w:tmpl w:val="20F6CE18"/>
    <w:lvl w:ilvl="0" w:tplc="F08E3950">
      <w:start w:val="16"/>
      <w:numFmt w:val="bullet"/>
      <w:lvlText w:val="-"/>
      <w:lvlJc w:val="left"/>
      <w:pPr>
        <w:ind w:left="1770" w:hanging="360"/>
      </w:pPr>
      <w:rPr>
        <w:rFonts w:ascii="Calibri" w:eastAsiaTheme="minorHAnsi" w:hAnsi="Calibri" w:cs="Calibri" w:hint="default"/>
      </w:rPr>
    </w:lvl>
    <w:lvl w:ilvl="1" w:tplc="08070003" w:tentative="1">
      <w:start w:val="1"/>
      <w:numFmt w:val="bullet"/>
      <w:lvlText w:val="o"/>
      <w:lvlJc w:val="left"/>
      <w:pPr>
        <w:ind w:left="2490" w:hanging="360"/>
      </w:pPr>
      <w:rPr>
        <w:rFonts w:ascii="Courier New" w:hAnsi="Courier New" w:cs="Courier New" w:hint="default"/>
      </w:rPr>
    </w:lvl>
    <w:lvl w:ilvl="2" w:tplc="08070005" w:tentative="1">
      <w:start w:val="1"/>
      <w:numFmt w:val="bullet"/>
      <w:lvlText w:val=""/>
      <w:lvlJc w:val="left"/>
      <w:pPr>
        <w:ind w:left="3210" w:hanging="360"/>
      </w:pPr>
      <w:rPr>
        <w:rFonts w:ascii="Wingdings" w:hAnsi="Wingdings" w:hint="default"/>
      </w:rPr>
    </w:lvl>
    <w:lvl w:ilvl="3" w:tplc="08070001" w:tentative="1">
      <w:start w:val="1"/>
      <w:numFmt w:val="bullet"/>
      <w:lvlText w:val=""/>
      <w:lvlJc w:val="left"/>
      <w:pPr>
        <w:ind w:left="3930" w:hanging="360"/>
      </w:pPr>
      <w:rPr>
        <w:rFonts w:ascii="Symbol" w:hAnsi="Symbol" w:hint="default"/>
      </w:rPr>
    </w:lvl>
    <w:lvl w:ilvl="4" w:tplc="08070003" w:tentative="1">
      <w:start w:val="1"/>
      <w:numFmt w:val="bullet"/>
      <w:lvlText w:val="o"/>
      <w:lvlJc w:val="left"/>
      <w:pPr>
        <w:ind w:left="4650" w:hanging="360"/>
      </w:pPr>
      <w:rPr>
        <w:rFonts w:ascii="Courier New" w:hAnsi="Courier New" w:cs="Courier New" w:hint="default"/>
      </w:rPr>
    </w:lvl>
    <w:lvl w:ilvl="5" w:tplc="08070005" w:tentative="1">
      <w:start w:val="1"/>
      <w:numFmt w:val="bullet"/>
      <w:lvlText w:val=""/>
      <w:lvlJc w:val="left"/>
      <w:pPr>
        <w:ind w:left="5370" w:hanging="360"/>
      </w:pPr>
      <w:rPr>
        <w:rFonts w:ascii="Wingdings" w:hAnsi="Wingdings" w:hint="default"/>
      </w:rPr>
    </w:lvl>
    <w:lvl w:ilvl="6" w:tplc="08070001" w:tentative="1">
      <w:start w:val="1"/>
      <w:numFmt w:val="bullet"/>
      <w:lvlText w:val=""/>
      <w:lvlJc w:val="left"/>
      <w:pPr>
        <w:ind w:left="6090" w:hanging="360"/>
      </w:pPr>
      <w:rPr>
        <w:rFonts w:ascii="Symbol" w:hAnsi="Symbol" w:hint="default"/>
      </w:rPr>
    </w:lvl>
    <w:lvl w:ilvl="7" w:tplc="08070003" w:tentative="1">
      <w:start w:val="1"/>
      <w:numFmt w:val="bullet"/>
      <w:lvlText w:val="o"/>
      <w:lvlJc w:val="left"/>
      <w:pPr>
        <w:ind w:left="6810" w:hanging="360"/>
      </w:pPr>
      <w:rPr>
        <w:rFonts w:ascii="Courier New" w:hAnsi="Courier New" w:cs="Courier New" w:hint="default"/>
      </w:rPr>
    </w:lvl>
    <w:lvl w:ilvl="8" w:tplc="08070005" w:tentative="1">
      <w:start w:val="1"/>
      <w:numFmt w:val="bullet"/>
      <w:lvlText w:val=""/>
      <w:lvlJc w:val="left"/>
      <w:pPr>
        <w:ind w:left="7530" w:hanging="360"/>
      </w:pPr>
      <w:rPr>
        <w:rFonts w:ascii="Wingdings" w:hAnsi="Wingdings" w:hint="default"/>
      </w:rPr>
    </w:lvl>
  </w:abstractNum>
  <w:abstractNum w:abstractNumId="10" w15:restartNumberingAfterBreak="0">
    <w:nsid w:val="5D3B755A"/>
    <w:multiLevelType w:val="hybridMultilevel"/>
    <w:tmpl w:val="296C6AB2"/>
    <w:lvl w:ilvl="0" w:tplc="9C5E683C">
      <w:start w:val="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5EB34249"/>
    <w:multiLevelType w:val="hybridMultilevel"/>
    <w:tmpl w:val="E176EF38"/>
    <w:lvl w:ilvl="0" w:tplc="7CDEBCF6">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62437FC7"/>
    <w:multiLevelType w:val="multilevel"/>
    <w:tmpl w:val="E182EA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D025FA"/>
    <w:multiLevelType w:val="hybridMultilevel"/>
    <w:tmpl w:val="458EC5A0"/>
    <w:lvl w:ilvl="0" w:tplc="F0B03652">
      <w:start w:val="16"/>
      <w:numFmt w:val="bullet"/>
      <w:lvlText w:val="-"/>
      <w:lvlJc w:val="left"/>
      <w:pPr>
        <w:ind w:left="1125" w:hanging="360"/>
      </w:pPr>
      <w:rPr>
        <w:rFonts w:ascii="Calibri" w:eastAsiaTheme="minorHAnsi" w:hAnsi="Calibri" w:cs="Calibri" w:hint="default"/>
      </w:rPr>
    </w:lvl>
    <w:lvl w:ilvl="1" w:tplc="08070003" w:tentative="1">
      <w:start w:val="1"/>
      <w:numFmt w:val="bullet"/>
      <w:lvlText w:val="o"/>
      <w:lvlJc w:val="left"/>
      <w:pPr>
        <w:ind w:left="1845" w:hanging="360"/>
      </w:pPr>
      <w:rPr>
        <w:rFonts w:ascii="Courier New" w:hAnsi="Courier New" w:cs="Courier New" w:hint="default"/>
      </w:rPr>
    </w:lvl>
    <w:lvl w:ilvl="2" w:tplc="08070005" w:tentative="1">
      <w:start w:val="1"/>
      <w:numFmt w:val="bullet"/>
      <w:lvlText w:val=""/>
      <w:lvlJc w:val="left"/>
      <w:pPr>
        <w:ind w:left="2565" w:hanging="360"/>
      </w:pPr>
      <w:rPr>
        <w:rFonts w:ascii="Wingdings" w:hAnsi="Wingdings" w:hint="default"/>
      </w:rPr>
    </w:lvl>
    <w:lvl w:ilvl="3" w:tplc="08070001" w:tentative="1">
      <w:start w:val="1"/>
      <w:numFmt w:val="bullet"/>
      <w:lvlText w:val=""/>
      <w:lvlJc w:val="left"/>
      <w:pPr>
        <w:ind w:left="3285" w:hanging="360"/>
      </w:pPr>
      <w:rPr>
        <w:rFonts w:ascii="Symbol" w:hAnsi="Symbol" w:hint="default"/>
      </w:rPr>
    </w:lvl>
    <w:lvl w:ilvl="4" w:tplc="08070003" w:tentative="1">
      <w:start w:val="1"/>
      <w:numFmt w:val="bullet"/>
      <w:lvlText w:val="o"/>
      <w:lvlJc w:val="left"/>
      <w:pPr>
        <w:ind w:left="4005" w:hanging="360"/>
      </w:pPr>
      <w:rPr>
        <w:rFonts w:ascii="Courier New" w:hAnsi="Courier New" w:cs="Courier New" w:hint="default"/>
      </w:rPr>
    </w:lvl>
    <w:lvl w:ilvl="5" w:tplc="08070005" w:tentative="1">
      <w:start w:val="1"/>
      <w:numFmt w:val="bullet"/>
      <w:lvlText w:val=""/>
      <w:lvlJc w:val="left"/>
      <w:pPr>
        <w:ind w:left="4725" w:hanging="360"/>
      </w:pPr>
      <w:rPr>
        <w:rFonts w:ascii="Wingdings" w:hAnsi="Wingdings" w:hint="default"/>
      </w:rPr>
    </w:lvl>
    <w:lvl w:ilvl="6" w:tplc="08070001" w:tentative="1">
      <w:start w:val="1"/>
      <w:numFmt w:val="bullet"/>
      <w:lvlText w:val=""/>
      <w:lvlJc w:val="left"/>
      <w:pPr>
        <w:ind w:left="5445" w:hanging="360"/>
      </w:pPr>
      <w:rPr>
        <w:rFonts w:ascii="Symbol" w:hAnsi="Symbol" w:hint="default"/>
      </w:rPr>
    </w:lvl>
    <w:lvl w:ilvl="7" w:tplc="08070003" w:tentative="1">
      <w:start w:val="1"/>
      <w:numFmt w:val="bullet"/>
      <w:lvlText w:val="o"/>
      <w:lvlJc w:val="left"/>
      <w:pPr>
        <w:ind w:left="6165" w:hanging="360"/>
      </w:pPr>
      <w:rPr>
        <w:rFonts w:ascii="Courier New" w:hAnsi="Courier New" w:cs="Courier New" w:hint="default"/>
      </w:rPr>
    </w:lvl>
    <w:lvl w:ilvl="8" w:tplc="08070005" w:tentative="1">
      <w:start w:val="1"/>
      <w:numFmt w:val="bullet"/>
      <w:lvlText w:val=""/>
      <w:lvlJc w:val="left"/>
      <w:pPr>
        <w:ind w:left="6885" w:hanging="360"/>
      </w:pPr>
      <w:rPr>
        <w:rFonts w:ascii="Wingdings" w:hAnsi="Wingdings" w:hint="default"/>
      </w:rPr>
    </w:lvl>
  </w:abstractNum>
  <w:num w:numId="1">
    <w:abstractNumId w:val="10"/>
  </w:num>
  <w:num w:numId="2">
    <w:abstractNumId w:val="9"/>
  </w:num>
  <w:num w:numId="3">
    <w:abstractNumId w:val="13"/>
  </w:num>
  <w:num w:numId="4">
    <w:abstractNumId w:val="1"/>
  </w:num>
  <w:num w:numId="5">
    <w:abstractNumId w:val="7"/>
  </w:num>
  <w:num w:numId="6">
    <w:abstractNumId w:val="8"/>
  </w:num>
  <w:num w:numId="7">
    <w:abstractNumId w:val="2"/>
  </w:num>
  <w:num w:numId="8">
    <w:abstractNumId w:val="12"/>
  </w:num>
  <w:num w:numId="9">
    <w:abstractNumId w:val="0"/>
  </w:num>
  <w:num w:numId="10">
    <w:abstractNumId w:val="11"/>
  </w:num>
  <w:num w:numId="11">
    <w:abstractNumId w:val="5"/>
  </w:num>
  <w:num w:numId="12">
    <w:abstractNumId w:val="3"/>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57A"/>
    <w:rsid w:val="00001EBA"/>
    <w:rsid w:val="00006F7C"/>
    <w:rsid w:val="00007B02"/>
    <w:rsid w:val="00027F4D"/>
    <w:rsid w:val="0003723F"/>
    <w:rsid w:val="00041D45"/>
    <w:rsid w:val="00047383"/>
    <w:rsid w:val="000505B2"/>
    <w:rsid w:val="0005545F"/>
    <w:rsid w:val="00056830"/>
    <w:rsid w:val="00057421"/>
    <w:rsid w:val="00060075"/>
    <w:rsid w:val="000B1744"/>
    <w:rsid w:val="000C0194"/>
    <w:rsid w:val="000C03B9"/>
    <w:rsid w:val="000D5CF5"/>
    <w:rsid w:val="000E481D"/>
    <w:rsid w:val="000E5EF6"/>
    <w:rsid w:val="000E655B"/>
    <w:rsid w:val="000F140B"/>
    <w:rsid w:val="000F2443"/>
    <w:rsid w:val="000F24B2"/>
    <w:rsid w:val="000F435D"/>
    <w:rsid w:val="000F54B7"/>
    <w:rsid w:val="000F7204"/>
    <w:rsid w:val="001010DC"/>
    <w:rsid w:val="00103606"/>
    <w:rsid w:val="00110FEA"/>
    <w:rsid w:val="00116C91"/>
    <w:rsid w:val="00122240"/>
    <w:rsid w:val="00124703"/>
    <w:rsid w:val="001263E7"/>
    <w:rsid w:val="001308EE"/>
    <w:rsid w:val="001342E1"/>
    <w:rsid w:val="001378E3"/>
    <w:rsid w:val="001426C4"/>
    <w:rsid w:val="00145D83"/>
    <w:rsid w:val="00163A28"/>
    <w:rsid w:val="0016688C"/>
    <w:rsid w:val="001724B1"/>
    <w:rsid w:val="0017459E"/>
    <w:rsid w:val="00196365"/>
    <w:rsid w:val="001A59C1"/>
    <w:rsid w:val="001A63B6"/>
    <w:rsid w:val="001B68C1"/>
    <w:rsid w:val="001D3E54"/>
    <w:rsid w:val="001E49E4"/>
    <w:rsid w:val="001E5224"/>
    <w:rsid w:val="001F2256"/>
    <w:rsid w:val="001F4755"/>
    <w:rsid w:val="00200396"/>
    <w:rsid w:val="0020121D"/>
    <w:rsid w:val="00202F12"/>
    <w:rsid w:val="00203988"/>
    <w:rsid w:val="00225A60"/>
    <w:rsid w:val="00253283"/>
    <w:rsid w:val="0025583D"/>
    <w:rsid w:val="00264B21"/>
    <w:rsid w:val="002757D8"/>
    <w:rsid w:val="00280661"/>
    <w:rsid w:val="00293000"/>
    <w:rsid w:val="002B43BD"/>
    <w:rsid w:val="002F05C2"/>
    <w:rsid w:val="002F2694"/>
    <w:rsid w:val="0030573D"/>
    <w:rsid w:val="003064E7"/>
    <w:rsid w:val="00312A28"/>
    <w:rsid w:val="003273DD"/>
    <w:rsid w:val="00341819"/>
    <w:rsid w:val="0034678A"/>
    <w:rsid w:val="00346BDA"/>
    <w:rsid w:val="003646CD"/>
    <w:rsid w:val="00370312"/>
    <w:rsid w:val="00372451"/>
    <w:rsid w:val="00393A09"/>
    <w:rsid w:val="00395E4E"/>
    <w:rsid w:val="003A4154"/>
    <w:rsid w:val="003A4F73"/>
    <w:rsid w:val="003B2428"/>
    <w:rsid w:val="003B2F7B"/>
    <w:rsid w:val="003D2BD7"/>
    <w:rsid w:val="003E2532"/>
    <w:rsid w:val="00403652"/>
    <w:rsid w:val="004222CC"/>
    <w:rsid w:val="00423317"/>
    <w:rsid w:val="00426012"/>
    <w:rsid w:val="00442463"/>
    <w:rsid w:val="00446E06"/>
    <w:rsid w:val="00447D7F"/>
    <w:rsid w:val="0046620D"/>
    <w:rsid w:val="0047076D"/>
    <w:rsid w:val="00472403"/>
    <w:rsid w:val="0048023A"/>
    <w:rsid w:val="00491AA0"/>
    <w:rsid w:val="004928A6"/>
    <w:rsid w:val="00496F3E"/>
    <w:rsid w:val="004A65F3"/>
    <w:rsid w:val="004C1741"/>
    <w:rsid w:val="004C1EE0"/>
    <w:rsid w:val="004D3F56"/>
    <w:rsid w:val="004D5784"/>
    <w:rsid w:val="004E0775"/>
    <w:rsid w:val="004E18EE"/>
    <w:rsid w:val="004E79AF"/>
    <w:rsid w:val="004F67AC"/>
    <w:rsid w:val="005035F6"/>
    <w:rsid w:val="00510BB5"/>
    <w:rsid w:val="005168F4"/>
    <w:rsid w:val="005271D4"/>
    <w:rsid w:val="0052750D"/>
    <w:rsid w:val="00535DD3"/>
    <w:rsid w:val="00544D56"/>
    <w:rsid w:val="00550906"/>
    <w:rsid w:val="00556961"/>
    <w:rsid w:val="00573325"/>
    <w:rsid w:val="005838E5"/>
    <w:rsid w:val="00586A15"/>
    <w:rsid w:val="005954B2"/>
    <w:rsid w:val="005A40BD"/>
    <w:rsid w:val="005B078B"/>
    <w:rsid w:val="005C190D"/>
    <w:rsid w:val="005E4ED5"/>
    <w:rsid w:val="005F30BB"/>
    <w:rsid w:val="00620BA6"/>
    <w:rsid w:val="0062127E"/>
    <w:rsid w:val="00621C8C"/>
    <w:rsid w:val="00621E16"/>
    <w:rsid w:val="006236C3"/>
    <w:rsid w:val="00631F3B"/>
    <w:rsid w:val="006324F4"/>
    <w:rsid w:val="006352DE"/>
    <w:rsid w:val="00654190"/>
    <w:rsid w:val="00654B39"/>
    <w:rsid w:val="00655E32"/>
    <w:rsid w:val="00656D84"/>
    <w:rsid w:val="006719C1"/>
    <w:rsid w:val="006834C9"/>
    <w:rsid w:val="00694EC9"/>
    <w:rsid w:val="006A20CD"/>
    <w:rsid w:val="006A5A16"/>
    <w:rsid w:val="006B0322"/>
    <w:rsid w:val="006E2467"/>
    <w:rsid w:val="006E3002"/>
    <w:rsid w:val="006F3695"/>
    <w:rsid w:val="00701D39"/>
    <w:rsid w:val="00707130"/>
    <w:rsid w:val="00707378"/>
    <w:rsid w:val="00713FD5"/>
    <w:rsid w:val="0071540E"/>
    <w:rsid w:val="00724D0A"/>
    <w:rsid w:val="00733E47"/>
    <w:rsid w:val="00742071"/>
    <w:rsid w:val="007515EE"/>
    <w:rsid w:val="00755298"/>
    <w:rsid w:val="007852B2"/>
    <w:rsid w:val="00797CEB"/>
    <w:rsid w:val="007A317E"/>
    <w:rsid w:val="007A32B7"/>
    <w:rsid w:val="007C0730"/>
    <w:rsid w:val="007C1261"/>
    <w:rsid w:val="007C2667"/>
    <w:rsid w:val="007E24E5"/>
    <w:rsid w:val="0080603E"/>
    <w:rsid w:val="008362F8"/>
    <w:rsid w:val="008402F3"/>
    <w:rsid w:val="00843278"/>
    <w:rsid w:val="00850EF7"/>
    <w:rsid w:val="00850F41"/>
    <w:rsid w:val="00871A3A"/>
    <w:rsid w:val="008738A1"/>
    <w:rsid w:val="00887743"/>
    <w:rsid w:val="00890016"/>
    <w:rsid w:val="008901AE"/>
    <w:rsid w:val="008C3797"/>
    <w:rsid w:val="008C53B2"/>
    <w:rsid w:val="008E70F1"/>
    <w:rsid w:val="008F1B92"/>
    <w:rsid w:val="00902643"/>
    <w:rsid w:val="00910318"/>
    <w:rsid w:val="00913A80"/>
    <w:rsid w:val="0092354D"/>
    <w:rsid w:val="00927D03"/>
    <w:rsid w:val="0093500E"/>
    <w:rsid w:val="00935B58"/>
    <w:rsid w:val="00945883"/>
    <w:rsid w:val="0094597A"/>
    <w:rsid w:val="00954205"/>
    <w:rsid w:val="0095457A"/>
    <w:rsid w:val="00961124"/>
    <w:rsid w:val="00966F7E"/>
    <w:rsid w:val="009779A7"/>
    <w:rsid w:val="0098078F"/>
    <w:rsid w:val="009965F1"/>
    <w:rsid w:val="009A3383"/>
    <w:rsid w:val="009A662E"/>
    <w:rsid w:val="009C0475"/>
    <w:rsid w:val="009C2B7F"/>
    <w:rsid w:val="009D4A89"/>
    <w:rsid w:val="00A00110"/>
    <w:rsid w:val="00A0208F"/>
    <w:rsid w:val="00A05B27"/>
    <w:rsid w:val="00A15843"/>
    <w:rsid w:val="00A232CA"/>
    <w:rsid w:val="00A25BDF"/>
    <w:rsid w:val="00A371B9"/>
    <w:rsid w:val="00A43BC4"/>
    <w:rsid w:val="00A50D78"/>
    <w:rsid w:val="00A80F5F"/>
    <w:rsid w:val="00A819EA"/>
    <w:rsid w:val="00A84724"/>
    <w:rsid w:val="00A96047"/>
    <w:rsid w:val="00AA36FB"/>
    <w:rsid w:val="00AA48FE"/>
    <w:rsid w:val="00AC31A1"/>
    <w:rsid w:val="00AC7AEA"/>
    <w:rsid w:val="00AD0A2F"/>
    <w:rsid w:val="00AD2883"/>
    <w:rsid w:val="00AE54B6"/>
    <w:rsid w:val="00AE791E"/>
    <w:rsid w:val="00AF0657"/>
    <w:rsid w:val="00B01F35"/>
    <w:rsid w:val="00B023AA"/>
    <w:rsid w:val="00B2665E"/>
    <w:rsid w:val="00B30D38"/>
    <w:rsid w:val="00B41A7B"/>
    <w:rsid w:val="00B5665C"/>
    <w:rsid w:val="00B65872"/>
    <w:rsid w:val="00B70D9D"/>
    <w:rsid w:val="00B82F45"/>
    <w:rsid w:val="00B94257"/>
    <w:rsid w:val="00BA4E2D"/>
    <w:rsid w:val="00BA63EE"/>
    <w:rsid w:val="00BC55E9"/>
    <w:rsid w:val="00BD37D2"/>
    <w:rsid w:val="00BD5EDC"/>
    <w:rsid w:val="00BE1A30"/>
    <w:rsid w:val="00BE665F"/>
    <w:rsid w:val="00BF6236"/>
    <w:rsid w:val="00C01198"/>
    <w:rsid w:val="00C028F8"/>
    <w:rsid w:val="00C07122"/>
    <w:rsid w:val="00C11C90"/>
    <w:rsid w:val="00C23141"/>
    <w:rsid w:val="00C31851"/>
    <w:rsid w:val="00C347EB"/>
    <w:rsid w:val="00C37596"/>
    <w:rsid w:val="00C422EF"/>
    <w:rsid w:val="00C42ED7"/>
    <w:rsid w:val="00C447B0"/>
    <w:rsid w:val="00C44B9D"/>
    <w:rsid w:val="00C66156"/>
    <w:rsid w:val="00C709F7"/>
    <w:rsid w:val="00C70A1B"/>
    <w:rsid w:val="00C72ADF"/>
    <w:rsid w:val="00C82056"/>
    <w:rsid w:val="00C83997"/>
    <w:rsid w:val="00C842F3"/>
    <w:rsid w:val="00C905F1"/>
    <w:rsid w:val="00CA046C"/>
    <w:rsid w:val="00CF13AA"/>
    <w:rsid w:val="00D05662"/>
    <w:rsid w:val="00D14FB7"/>
    <w:rsid w:val="00D313F6"/>
    <w:rsid w:val="00D41503"/>
    <w:rsid w:val="00D450F8"/>
    <w:rsid w:val="00D465B5"/>
    <w:rsid w:val="00D5426A"/>
    <w:rsid w:val="00D547C3"/>
    <w:rsid w:val="00D61258"/>
    <w:rsid w:val="00D62DF6"/>
    <w:rsid w:val="00D71BF0"/>
    <w:rsid w:val="00D75C48"/>
    <w:rsid w:val="00D860A6"/>
    <w:rsid w:val="00D8717E"/>
    <w:rsid w:val="00D92F6E"/>
    <w:rsid w:val="00D94B65"/>
    <w:rsid w:val="00DB2688"/>
    <w:rsid w:val="00DC5FBF"/>
    <w:rsid w:val="00DD34A1"/>
    <w:rsid w:val="00DF0BD3"/>
    <w:rsid w:val="00E21479"/>
    <w:rsid w:val="00E42CCA"/>
    <w:rsid w:val="00E700DF"/>
    <w:rsid w:val="00E736CE"/>
    <w:rsid w:val="00E821CC"/>
    <w:rsid w:val="00E83A49"/>
    <w:rsid w:val="00E85EE3"/>
    <w:rsid w:val="00E938D7"/>
    <w:rsid w:val="00EA07EE"/>
    <w:rsid w:val="00EB3D8D"/>
    <w:rsid w:val="00EE3C26"/>
    <w:rsid w:val="00EE55BD"/>
    <w:rsid w:val="00EF488F"/>
    <w:rsid w:val="00EF4BD2"/>
    <w:rsid w:val="00F00B16"/>
    <w:rsid w:val="00F11A16"/>
    <w:rsid w:val="00F1577D"/>
    <w:rsid w:val="00F84B9F"/>
    <w:rsid w:val="00F86E89"/>
    <w:rsid w:val="00F95F1F"/>
    <w:rsid w:val="00F96488"/>
    <w:rsid w:val="00FA23CF"/>
    <w:rsid w:val="00FA7776"/>
    <w:rsid w:val="00FC00D3"/>
    <w:rsid w:val="00FC26B4"/>
    <w:rsid w:val="00FC4AC4"/>
    <w:rsid w:val="00FC5043"/>
    <w:rsid w:val="00FD79FA"/>
    <w:rsid w:val="00FF19DD"/>
    <w:rsid w:val="00FF677C"/>
    <w:rsid w:val="00FF6EF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30F22391-EA51-44E0-B732-AE5F06666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5457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954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5583D"/>
    <w:pPr>
      <w:ind w:left="720"/>
      <w:contextualSpacing/>
    </w:pPr>
  </w:style>
  <w:style w:type="paragraph" w:styleId="Kopfzeile">
    <w:name w:val="header"/>
    <w:basedOn w:val="Standard"/>
    <w:link w:val="KopfzeileZchn"/>
    <w:uiPriority w:val="99"/>
    <w:unhideWhenUsed/>
    <w:rsid w:val="00655E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55E32"/>
  </w:style>
  <w:style w:type="paragraph" w:styleId="Fuzeile">
    <w:name w:val="footer"/>
    <w:basedOn w:val="Standard"/>
    <w:link w:val="FuzeileZchn"/>
    <w:uiPriority w:val="99"/>
    <w:unhideWhenUsed/>
    <w:rsid w:val="00655E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55E32"/>
  </w:style>
  <w:style w:type="paragraph" w:styleId="Sprechblasentext">
    <w:name w:val="Balloon Text"/>
    <w:basedOn w:val="Standard"/>
    <w:link w:val="SprechblasentextZchn"/>
    <w:uiPriority w:val="99"/>
    <w:semiHidden/>
    <w:unhideWhenUsed/>
    <w:rsid w:val="00655E3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5E32"/>
    <w:rPr>
      <w:rFonts w:ascii="Tahoma" w:hAnsi="Tahoma" w:cs="Tahoma"/>
      <w:sz w:val="16"/>
      <w:szCs w:val="16"/>
    </w:rPr>
  </w:style>
  <w:style w:type="character" w:styleId="Zeilennummer">
    <w:name w:val="line number"/>
    <w:basedOn w:val="Absatz-Standardschriftart"/>
    <w:uiPriority w:val="99"/>
    <w:semiHidden/>
    <w:unhideWhenUsed/>
    <w:rsid w:val="00496F3E"/>
  </w:style>
  <w:style w:type="paragraph" w:styleId="KeinLeerraum">
    <w:name w:val="No Spacing"/>
    <w:uiPriority w:val="1"/>
    <w:qFormat/>
    <w:rsid w:val="006834C9"/>
    <w:pPr>
      <w:spacing w:after="0" w:line="240" w:lineRule="auto"/>
    </w:pPr>
  </w:style>
  <w:style w:type="paragraph" w:customStyle="1" w:styleId="KeinLeerraum1">
    <w:name w:val="Kein Leerraum1"/>
    <w:rsid w:val="00C07122"/>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4106">
      <w:bodyDiv w:val="1"/>
      <w:marLeft w:val="0"/>
      <w:marRight w:val="0"/>
      <w:marTop w:val="0"/>
      <w:marBottom w:val="0"/>
      <w:divBdr>
        <w:top w:val="none" w:sz="0" w:space="0" w:color="auto"/>
        <w:left w:val="none" w:sz="0" w:space="0" w:color="auto"/>
        <w:bottom w:val="none" w:sz="0" w:space="0" w:color="auto"/>
        <w:right w:val="none" w:sz="0" w:space="0" w:color="auto"/>
      </w:divBdr>
    </w:div>
    <w:div w:id="199324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5C57C-49A0-43FF-BAC4-A8D7E8C2B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842B5372.dotm</Template>
  <TotalTime>0</TotalTime>
  <Pages>8</Pages>
  <Words>1736</Words>
  <Characters>10943</Characters>
  <Application>Microsoft Office Word</Application>
  <DocSecurity>4</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Yves Bremer</dc:creator>
  <cp:lastModifiedBy>Zopp Monika</cp:lastModifiedBy>
  <cp:revision>2</cp:revision>
  <cp:lastPrinted>2016-10-10T10:52:00Z</cp:lastPrinted>
  <dcterms:created xsi:type="dcterms:W3CDTF">2017-02-13T10:50:00Z</dcterms:created>
  <dcterms:modified xsi:type="dcterms:W3CDTF">2017-02-13T10:50:00Z</dcterms:modified>
</cp:coreProperties>
</file>